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13CA" w:rsidRPr="00D2511E" w:rsidRDefault="004613CA" w:rsidP="00D2511E">
      <w:pPr>
        <w:pBdr>
          <w:bottom w:val="single" w:sz="6" w:space="1" w:color="auto"/>
        </w:pBdr>
        <w:spacing w:after="0" w:line="240" w:lineRule="auto"/>
        <w:jc w:val="center"/>
        <w:rPr>
          <w:rFonts w:ascii="Arial" w:hAnsi="Arial" w:cs="Arial"/>
          <w:vanish/>
          <w:sz w:val="16"/>
          <w:szCs w:val="16"/>
          <w:lang w:eastAsia="ru-RU"/>
        </w:rPr>
      </w:pPr>
      <w:r w:rsidRPr="00D2511E">
        <w:rPr>
          <w:rFonts w:ascii="Arial" w:hAnsi="Arial" w:cs="Arial"/>
          <w:vanish/>
          <w:sz w:val="16"/>
          <w:szCs w:val="16"/>
          <w:lang w:eastAsia="ru-RU"/>
        </w:rPr>
        <w:t>Начало формы</w:t>
      </w:r>
    </w:p>
    <w:p w:rsidR="004613CA" w:rsidRPr="00D2511E" w:rsidRDefault="004613CA" w:rsidP="00D2511E">
      <w:pPr>
        <w:spacing w:after="0" w:line="240" w:lineRule="auto"/>
        <w:jc w:val="center"/>
        <w:textAlignment w:val="top"/>
        <w:rPr>
          <w:rFonts w:ascii="Times New Roman" w:hAnsi="Times New Roman"/>
          <w:caps/>
          <w:color w:val="000080"/>
          <w:sz w:val="24"/>
          <w:szCs w:val="24"/>
          <w:bdr w:val="none" w:sz="0" w:space="0" w:color="auto" w:frame="1"/>
          <w:lang w:eastAsia="ru-RU"/>
        </w:rPr>
      </w:pPr>
      <w:bookmarkStart w:id="0" w:name="1399649"/>
      <w:bookmarkEnd w:id="0"/>
      <w:r w:rsidRPr="00D2511E">
        <w:rPr>
          <w:rFonts w:ascii="Times New Roman" w:hAnsi="Times New Roman"/>
          <w:caps/>
          <w:color w:val="000080"/>
          <w:sz w:val="24"/>
          <w:szCs w:val="24"/>
          <w:bdr w:val="none" w:sz="0" w:space="0" w:color="auto" w:frame="1"/>
          <w:lang w:eastAsia="ru-RU"/>
        </w:rPr>
        <w:t>ЎЗБЕКИСТОН РЕСПУБЛИКАСИ ВАЗИРЛАР МАҲКАМАСИНИНГ</w:t>
      </w:r>
    </w:p>
    <w:p w:rsidR="004613CA" w:rsidRPr="00D2511E" w:rsidRDefault="004613CA" w:rsidP="00D2511E">
      <w:pPr>
        <w:spacing w:after="0" w:line="240" w:lineRule="auto"/>
        <w:jc w:val="center"/>
        <w:textAlignment w:val="top"/>
        <w:rPr>
          <w:rFonts w:ascii="Times New Roman" w:hAnsi="Times New Roman"/>
          <w:caps/>
          <w:color w:val="000080"/>
          <w:sz w:val="24"/>
          <w:szCs w:val="24"/>
          <w:bdr w:val="none" w:sz="0" w:space="0" w:color="auto" w:frame="1"/>
          <w:lang w:eastAsia="ru-RU"/>
        </w:rPr>
      </w:pPr>
      <w:bookmarkStart w:id="1" w:name="1399650"/>
      <w:bookmarkEnd w:id="1"/>
      <w:r w:rsidRPr="00D2511E">
        <w:rPr>
          <w:rFonts w:ascii="Times New Roman" w:hAnsi="Times New Roman"/>
          <w:caps/>
          <w:color w:val="000080"/>
          <w:sz w:val="24"/>
          <w:szCs w:val="24"/>
          <w:bdr w:val="none" w:sz="0" w:space="0" w:color="auto" w:frame="1"/>
          <w:lang w:eastAsia="ru-RU"/>
        </w:rPr>
        <w:t>ҚАРОРИ</w:t>
      </w:r>
    </w:p>
    <w:p w:rsidR="004613CA" w:rsidRPr="00D2511E" w:rsidRDefault="004613CA" w:rsidP="00D2511E">
      <w:pPr>
        <w:spacing w:after="120" w:line="240" w:lineRule="auto"/>
        <w:jc w:val="center"/>
        <w:textAlignment w:val="top"/>
        <w:rPr>
          <w:rFonts w:ascii="Times New Roman" w:hAnsi="Times New Roman"/>
          <w:b/>
          <w:bCs/>
          <w:caps/>
          <w:color w:val="000080"/>
          <w:sz w:val="24"/>
          <w:szCs w:val="24"/>
          <w:bdr w:val="none" w:sz="0" w:space="0" w:color="auto" w:frame="1"/>
          <w:lang w:eastAsia="ru-RU"/>
        </w:rPr>
      </w:pPr>
      <w:bookmarkStart w:id="2" w:name="1399651"/>
      <w:bookmarkEnd w:id="2"/>
      <w:r w:rsidRPr="00D2511E">
        <w:rPr>
          <w:rFonts w:ascii="Times New Roman" w:hAnsi="Times New Roman"/>
          <w:b/>
          <w:bCs/>
          <w:caps/>
          <w:color w:val="000080"/>
          <w:sz w:val="24"/>
          <w:szCs w:val="24"/>
          <w:bdr w:val="none" w:sz="0" w:space="0" w:color="auto" w:frame="1"/>
          <w:lang w:eastAsia="ru-RU"/>
        </w:rPr>
        <w:t>ЎЗБЕКИСТОН ИҚТИДОРЛИ ЁШЛАРИНИ ТАҚДИРЛАШ ВА МОДДИЙ РАҒБАТЛАНТИРИШ ТЎҒРИСИДА</w:t>
      </w:r>
    </w:p>
    <w:p w:rsidR="004613CA" w:rsidRPr="00D2511E" w:rsidRDefault="004613CA" w:rsidP="00D2511E">
      <w:pPr>
        <w:spacing w:line="240" w:lineRule="auto"/>
        <w:jc w:val="center"/>
        <w:textAlignment w:val="top"/>
        <w:rPr>
          <w:rFonts w:ascii="Times New Roman" w:hAnsi="Times New Roman"/>
          <w:i/>
          <w:iCs/>
          <w:color w:val="800000"/>
          <w:bdr w:val="none" w:sz="0" w:space="0" w:color="auto" w:frame="1"/>
          <w:lang w:eastAsia="ru-RU"/>
        </w:rPr>
      </w:pPr>
      <w:bookmarkStart w:id="3" w:name="1399652"/>
      <w:bookmarkEnd w:id="3"/>
      <w:r w:rsidRPr="00D2511E">
        <w:rPr>
          <w:rFonts w:ascii="Times New Roman" w:hAnsi="Times New Roman"/>
          <w:i/>
          <w:iCs/>
          <w:color w:val="800000"/>
          <w:bdr w:val="none" w:sz="0" w:space="0" w:color="auto" w:frame="1"/>
          <w:lang w:eastAsia="ru-RU"/>
        </w:rPr>
        <w:t>(Ўзбекистон Республикаси қонун ҳужжатлари тўплами, 2008 й., 42-сон, 422-модда)</w:t>
      </w:r>
    </w:p>
    <w:p w:rsidR="004613CA" w:rsidRPr="00D2511E" w:rsidRDefault="004613CA" w:rsidP="00D2511E">
      <w:pPr>
        <w:spacing w:after="0" w:line="240" w:lineRule="auto"/>
        <w:ind w:firstLine="851"/>
        <w:jc w:val="both"/>
        <w:textAlignment w:val="top"/>
        <w:rPr>
          <w:rFonts w:ascii="Times New Roman" w:hAnsi="Times New Roman"/>
          <w:color w:val="000000"/>
          <w:sz w:val="24"/>
          <w:szCs w:val="24"/>
          <w:bdr w:val="none" w:sz="0" w:space="0" w:color="auto" w:frame="1"/>
          <w:lang w:eastAsia="ru-RU"/>
        </w:rPr>
      </w:pPr>
      <w:bookmarkStart w:id="4" w:name="1399653"/>
      <w:bookmarkStart w:id="5" w:name="1399654"/>
      <w:bookmarkEnd w:id="4"/>
      <w:bookmarkEnd w:id="5"/>
      <w:r w:rsidRPr="00D2511E">
        <w:rPr>
          <w:rFonts w:ascii="Times New Roman" w:hAnsi="Times New Roman"/>
          <w:color w:val="000000"/>
          <w:sz w:val="24"/>
          <w:szCs w:val="24"/>
          <w:bdr w:val="none" w:sz="0" w:space="0" w:color="auto" w:frame="1"/>
          <w:lang w:eastAsia="ru-RU"/>
        </w:rPr>
        <w:t>Қобилиятли ёшларни рағбатлантириш тизимини янада такомиллаштириш, уларни фаол яратувчилик фаолиятига кенг жалб этиш, иқтидорли ўқувчиларни, талабалар ва аспирантларни қўллаб-қувватлаш ҳамда муносиб тақдирлаш, Ўзбекистон Республикаси Президентининг «Ёшлар йили» давлат дастури тўғрисида» 2008 йил 29 февралдаги ПҚ-805-сон </w:t>
      </w:r>
      <w:hyperlink r:id="rId4" w:history="1">
        <w:r w:rsidRPr="00D2511E">
          <w:rPr>
            <w:rFonts w:ascii="Times New Roman" w:hAnsi="Times New Roman"/>
            <w:color w:val="008080"/>
            <w:sz w:val="24"/>
            <w:szCs w:val="24"/>
            <w:bdr w:val="none" w:sz="0" w:space="0" w:color="auto" w:frame="1"/>
            <w:lang w:eastAsia="ru-RU"/>
          </w:rPr>
          <w:t>қарорида </w:t>
        </w:r>
      </w:hyperlink>
      <w:r w:rsidRPr="00D2511E">
        <w:rPr>
          <w:rFonts w:ascii="Times New Roman" w:hAnsi="Times New Roman"/>
          <w:color w:val="000000"/>
          <w:sz w:val="24"/>
          <w:szCs w:val="24"/>
          <w:bdr w:val="none" w:sz="0" w:space="0" w:color="auto" w:frame="1"/>
          <w:lang w:eastAsia="ru-RU"/>
        </w:rPr>
        <w:t>қўйилган вазифаларни амалга ошириш мақсадида, шунингдек Ўзбекистон Республикаси Президентининг «Ўзбекистон ўқувчи ёшларини рағбатлантириш чора-тадбирлари тўғрисида» 1993 йил 5 февралдаги ПФ-555-сон </w:t>
      </w:r>
      <w:hyperlink r:id="rId5" w:history="1">
        <w:r w:rsidRPr="00D2511E">
          <w:rPr>
            <w:rFonts w:ascii="Times New Roman" w:hAnsi="Times New Roman"/>
            <w:color w:val="008080"/>
            <w:sz w:val="24"/>
            <w:szCs w:val="24"/>
            <w:bdr w:val="none" w:sz="0" w:space="0" w:color="auto" w:frame="1"/>
            <w:lang w:eastAsia="ru-RU"/>
          </w:rPr>
          <w:t>Фармонига </w:t>
        </w:r>
      </w:hyperlink>
      <w:r w:rsidRPr="00D2511E">
        <w:rPr>
          <w:rFonts w:ascii="Times New Roman" w:hAnsi="Times New Roman"/>
          <w:color w:val="000000"/>
          <w:sz w:val="24"/>
          <w:szCs w:val="24"/>
          <w:bdr w:val="none" w:sz="0" w:space="0" w:color="auto" w:frame="1"/>
          <w:lang w:eastAsia="ru-RU"/>
        </w:rPr>
        <w:t>мувофиқ Вазирлар Маҳкамаси қарор қилади:</w:t>
      </w:r>
    </w:p>
    <w:p w:rsidR="004613CA" w:rsidRPr="00D2511E" w:rsidRDefault="004613CA" w:rsidP="00D2511E">
      <w:pPr>
        <w:spacing w:after="0" w:line="240" w:lineRule="auto"/>
        <w:ind w:firstLine="851"/>
        <w:jc w:val="both"/>
        <w:textAlignment w:val="top"/>
        <w:rPr>
          <w:rFonts w:ascii="Times New Roman" w:hAnsi="Times New Roman"/>
          <w:color w:val="000000"/>
          <w:sz w:val="24"/>
          <w:szCs w:val="24"/>
          <w:bdr w:val="none" w:sz="0" w:space="0" w:color="auto" w:frame="1"/>
          <w:lang w:eastAsia="ru-RU"/>
        </w:rPr>
      </w:pPr>
      <w:bookmarkStart w:id="6" w:name="1399655"/>
      <w:bookmarkEnd w:id="6"/>
      <w:r w:rsidRPr="00D2511E">
        <w:rPr>
          <w:rFonts w:ascii="Times New Roman" w:hAnsi="Times New Roman"/>
          <w:color w:val="000000"/>
          <w:sz w:val="24"/>
          <w:szCs w:val="24"/>
          <w:bdr w:val="none" w:sz="0" w:space="0" w:color="auto" w:frame="1"/>
          <w:lang w:eastAsia="ru-RU"/>
        </w:rPr>
        <w:t>1. Қуйидагилар:</w:t>
      </w:r>
    </w:p>
    <w:p w:rsidR="004613CA" w:rsidRPr="00D2511E" w:rsidRDefault="004613CA" w:rsidP="00D2511E">
      <w:pPr>
        <w:spacing w:after="0" w:line="240" w:lineRule="auto"/>
        <w:ind w:firstLine="851"/>
        <w:jc w:val="both"/>
        <w:textAlignment w:val="top"/>
        <w:rPr>
          <w:rFonts w:ascii="Times New Roman" w:hAnsi="Times New Roman"/>
          <w:color w:val="000000"/>
          <w:sz w:val="24"/>
          <w:szCs w:val="24"/>
          <w:bdr w:val="none" w:sz="0" w:space="0" w:color="auto" w:frame="1"/>
          <w:lang w:eastAsia="ru-RU"/>
        </w:rPr>
      </w:pPr>
      <w:bookmarkStart w:id="7" w:name="1399656"/>
      <w:bookmarkEnd w:id="7"/>
      <w:r w:rsidRPr="00D2511E">
        <w:rPr>
          <w:rFonts w:ascii="Times New Roman" w:hAnsi="Times New Roman"/>
          <w:color w:val="000000"/>
          <w:sz w:val="24"/>
          <w:szCs w:val="24"/>
          <w:bdr w:val="none" w:sz="0" w:space="0" w:color="auto" w:frame="1"/>
          <w:lang w:eastAsia="ru-RU"/>
        </w:rPr>
        <w:t>Аспирантлар учун Ўзбекистон Республикаси Президентининг давлат стипендиялари ва уларни тайинлаш тартиби тўғрисидаги </w:t>
      </w:r>
      <w:hyperlink r:id="rId6" w:anchor="1399669" w:history="1">
        <w:r w:rsidRPr="00D2511E">
          <w:rPr>
            <w:rFonts w:ascii="Times New Roman" w:hAnsi="Times New Roman"/>
            <w:color w:val="008080"/>
            <w:sz w:val="24"/>
            <w:szCs w:val="24"/>
            <w:bdr w:val="none" w:sz="0" w:space="0" w:color="auto" w:frame="1"/>
            <w:lang w:eastAsia="ru-RU"/>
          </w:rPr>
          <w:t>низом </w:t>
        </w:r>
      </w:hyperlink>
      <w:r w:rsidRPr="00D2511E">
        <w:rPr>
          <w:rFonts w:ascii="Times New Roman" w:hAnsi="Times New Roman"/>
          <w:color w:val="000000"/>
          <w:sz w:val="24"/>
          <w:szCs w:val="24"/>
          <w:bdr w:val="none" w:sz="0" w:space="0" w:color="auto" w:frame="1"/>
          <w:lang w:eastAsia="ru-RU"/>
        </w:rPr>
        <w:t>1-иловага мувофиқ;</w:t>
      </w:r>
    </w:p>
    <w:p w:rsidR="004613CA" w:rsidRPr="00D2511E" w:rsidRDefault="004613CA" w:rsidP="00D2511E">
      <w:pPr>
        <w:spacing w:after="0" w:line="240" w:lineRule="auto"/>
        <w:ind w:firstLine="851"/>
        <w:jc w:val="both"/>
        <w:textAlignment w:val="top"/>
        <w:rPr>
          <w:rFonts w:ascii="Times New Roman" w:hAnsi="Times New Roman"/>
          <w:color w:val="000000"/>
          <w:sz w:val="24"/>
          <w:szCs w:val="24"/>
          <w:bdr w:val="none" w:sz="0" w:space="0" w:color="auto" w:frame="1"/>
          <w:lang w:eastAsia="ru-RU"/>
        </w:rPr>
      </w:pPr>
      <w:bookmarkStart w:id="8" w:name="1399657"/>
      <w:bookmarkEnd w:id="8"/>
      <w:r w:rsidRPr="00D2511E">
        <w:rPr>
          <w:rFonts w:ascii="Times New Roman" w:hAnsi="Times New Roman"/>
          <w:color w:val="000000"/>
          <w:sz w:val="24"/>
          <w:szCs w:val="24"/>
          <w:bdr w:val="none" w:sz="0" w:space="0" w:color="auto" w:frame="1"/>
          <w:lang w:eastAsia="ru-RU"/>
        </w:rPr>
        <w:t>Талабалар учун Ўзбекистон Республикаси Президентининг давлат стипендиялари ва уларни тайинлаш тартиби тўғрисидаги </w:t>
      </w:r>
      <w:hyperlink r:id="rId7" w:anchor="1399719" w:history="1">
        <w:r w:rsidRPr="00D2511E">
          <w:rPr>
            <w:rFonts w:ascii="Times New Roman" w:hAnsi="Times New Roman"/>
            <w:color w:val="008080"/>
            <w:sz w:val="24"/>
            <w:szCs w:val="24"/>
            <w:bdr w:val="none" w:sz="0" w:space="0" w:color="auto" w:frame="1"/>
            <w:lang w:eastAsia="ru-RU"/>
          </w:rPr>
          <w:t>низом</w:t>
        </w:r>
      </w:hyperlink>
      <w:r w:rsidRPr="00D2511E">
        <w:rPr>
          <w:rFonts w:ascii="Times New Roman" w:hAnsi="Times New Roman"/>
          <w:color w:val="000000"/>
          <w:sz w:val="24"/>
          <w:szCs w:val="24"/>
          <w:bdr w:val="none" w:sz="0" w:space="0" w:color="auto" w:frame="1"/>
          <w:lang w:eastAsia="ru-RU"/>
        </w:rPr>
        <w:t> 2-иловага мувофиқ;</w:t>
      </w:r>
    </w:p>
    <w:p w:rsidR="004613CA" w:rsidRPr="00D2511E" w:rsidRDefault="004613CA" w:rsidP="00D2511E">
      <w:pPr>
        <w:spacing w:after="0" w:line="240" w:lineRule="auto"/>
        <w:ind w:firstLine="851"/>
        <w:jc w:val="both"/>
        <w:textAlignment w:val="top"/>
        <w:rPr>
          <w:rFonts w:ascii="Times New Roman" w:hAnsi="Times New Roman"/>
          <w:color w:val="000000"/>
          <w:sz w:val="24"/>
          <w:szCs w:val="24"/>
          <w:bdr w:val="none" w:sz="0" w:space="0" w:color="auto" w:frame="1"/>
          <w:lang w:eastAsia="ru-RU"/>
        </w:rPr>
      </w:pPr>
      <w:bookmarkStart w:id="9" w:name="1399658"/>
      <w:bookmarkEnd w:id="9"/>
      <w:r w:rsidRPr="00D2511E">
        <w:rPr>
          <w:rFonts w:ascii="Times New Roman" w:hAnsi="Times New Roman"/>
          <w:color w:val="000000"/>
          <w:sz w:val="24"/>
          <w:szCs w:val="24"/>
          <w:bdr w:val="none" w:sz="0" w:space="0" w:color="auto" w:frame="1"/>
          <w:lang w:eastAsia="ru-RU"/>
        </w:rPr>
        <w:t>Номли давлат стипендиялари ва уларни тайинлаш тартиби тўғрисидаги </w:t>
      </w:r>
      <w:hyperlink r:id="rId8" w:anchor="1399777" w:history="1">
        <w:r w:rsidRPr="00D2511E">
          <w:rPr>
            <w:rFonts w:ascii="Times New Roman" w:hAnsi="Times New Roman"/>
            <w:color w:val="008080"/>
            <w:sz w:val="24"/>
            <w:szCs w:val="24"/>
            <w:bdr w:val="none" w:sz="0" w:space="0" w:color="auto" w:frame="1"/>
            <w:lang w:eastAsia="ru-RU"/>
          </w:rPr>
          <w:t>низом </w:t>
        </w:r>
      </w:hyperlink>
      <w:r w:rsidRPr="00D2511E">
        <w:rPr>
          <w:rFonts w:ascii="Times New Roman" w:hAnsi="Times New Roman"/>
          <w:color w:val="000000"/>
          <w:sz w:val="24"/>
          <w:szCs w:val="24"/>
          <w:bdr w:val="none" w:sz="0" w:space="0" w:color="auto" w:frame="1"/>
          <w:lang w:eastAsia="ru-RU"/>
        </w:rPr>
        <w:t>3-иловага мувофиқ;</w:t>
      </w:r>
    </w:p>
    <w:p w:rsidR="004613CA" w:rsidRPr="00D2511E" w:rsidRDefault="004613CA" w:rsidP="00D2511E">
      <w:pPr>
        <w:spacing w:after="0" w:line="240" w:lineRule="auto"/>
        <w:ind w:firstLine="851"/>
        <w:jc w:val="both"/>
        <w:textAlignment w:val="top"/>
        <w:rPr>
          <w:rFonts w:ascii="Times New Roman" w:hAnsi="Times New Roman"/>
          <w:color w:val="000000"/>
          <w:sz w:val="24"/>
          <w:szCs w:val="24"/>
          <w:bdr w:val="none" w:sz="0" w:space="0" w:color="auto" w:frame="1"/>
          <w:lang w:eastAsia="ru-RU"/>
        </w:rPr>
      </w:pPr>
      <w:bookmarkStart w:id="10" w:name="1399659"/>
      <w:bookmarkEnd w:id="10"/>
      <w:r w:rsidRPr="00D2511E">
        <w:rPr>
          <w:rFonts w:ascii="Times New Roman" w:hAnsi="Times New Roman"/>
          <w:color w:val="000000"/>
          <w:sz w:val="24"/>
          <w:szCs w:val="24"/>
          <w:bdr w:val="none" w:sz="0" w:space="0" w:color="auto" w:frame="1"/>
          <w:lang w:eastAsia="ru-RU"/>
        </w:rPr>
        <w:t>Республика олимпиадалари, танловлари ва спорт мусобақаларини ўтказиш тўғрисидаги </w:t>
      </w:r>
      <w:hyperlink r:id="rId9" w:anchor="1399813" w:history="1">
        <w:r w:rsidRPr="00D2511E">
          <w:rPr>
            <w:rFonts w:ascii="Times New Roman" w:hAnsi="Times New Roman"/>
            <w:color w:val="008080"/>
            <w:sz w:val="24"/>
            <w:szCs w:val="24"/>
            <w:bdr w:val="none" w:sz="0" w:space="0" w:color="auto" w:frame="1"/>
            <w:lang w:eastAsia="ru-RU"/>
          </w:rPr>
          <w:t>низом</w:t>
        </w:r>
      </w:hyperlink>
      <w:r w:rsidRPr="00D2511E">
        <w:rPr>
          <w:rFonts w:ascii="Times New Roman" w:hAnsi="Times New Roman"/>
          <w:color w:val="000000"/>
          <w:sz w:val="24"/>
          <w:szCs w:val="24"/>
          <w:bdr w:val="none" w:sz="0" w:space="0" w:color="auto" w:frame="1"/>
          <w:lang w:eastAsia="ru-RU"/>
        </w:rPr>
        <w:t> 4-иловага мувофиқ;</w:t>
      </w:r>
    </w:p>
    <w:p w:rsidR="004613CA" w:rsidRPr="00D2511E" w:rsidRDefault="004613CA" w:rsidP="00D2511E">
      <w:pPr>
        <w:spacing w:after="0" w:line="240" w:lineRule="auto"/>
        <w:ind w:firstLine="851"/>
        <w:jc w:val="both"/>
        <w:textAlignment w:val="top"/>
        <w:rPr>
          <w:rFonts w:ascii="Times New Roman" w:hAnsi="Times New Roman"/>
          <w:color w:val="000000"/>
          <w:sz w:val="24"/>
          <w:szCs w:val="24"/>
          <w:bdr w:val="none" w:sz="0" w:space="0" w:color="auto" w:frame="1"/>
          <w:lang w:eastAsia="ru-RU"/>
        </w:rPr>
      </w:pPr>
      <w:bookmarkStart w:id="11" w:name="1399660"/>
      <w:bookmarkEnd w:id="11"/>
      <w:r w:rsidRPr="00D2511E">
        <w:rPr>
          <w:rFonts w:ascii="Times New Roman" w:hAnsi="Times New Roman"/>
          <w:color w:val="000000"/>
          <w:sz w:val="24"/>
          <w:szCs w:val="24"/>
          <w:bdr w:val="none" w:sz="0" w:space="0" w:color="auto" w:frame="1"/>
          <w:lang w:eastAsia="ru-RU"/>
        </w:rPr>
        <w:t>Халқаро ва республика олимпиадалари, танловлари, мусобақалари ғолиблари бўлган академик лицейлар, касб-ҳунар коллежлари ва умумтаълим мактаблари ўқувчиларини тақдирлаш тартиби тўғрисидаги </w:t>
      </w:r>
      <w:hyperlink r:id="rId10" w:anchor="1399863" w:history="1">
        <w:r w:rsidRPr="00D2511E">
          <w:rPr>
            <w:rFonts w:ascii="Times New Roman" w:hAnsi="Times New Roman"/>
            <w:color w:val="008080"/>
            <w:sz w:val="24"/>
            <w:szCs w:val="24"/>
            <w:bdr w:val="none" w:sz="0" w:space="0" w:color="auto" w:frame="1"/>
            <w:lang w:eastAsia="ru-RU"/>
          </w:rPr>
          <w:t>низом</w:t>
        </w:r>
      </w:hyperlink>
      <w:r w:rsidRPr="00D2511E">
        <w:rPr>
          <w:rFonts w:ascii="Times New Roman" w:hAnsi="Times New Roman"/>
          <w:color w:val="000000"/>
          <w:sz w:val="24"/>
          <w:szCs w:val="24"/>
          <w:bdr w:val="none" w:sz="0" w:space="0" w:color="auto" w:frame="1"/>
          <w:lang w:eastAsia="ru-RU"/>
        </w:rPr>
        <w:t> 5-иловага мувофиқ тасдиқлансин.</w:t>
      </w:r>
    </w:p>
    <w:p w:rsidR="004613CA" w:rsidRPr="00D2511E" w:rsidRDefault="004613CA" w:rsidP="00D2511E">
      <w:pPr>
        <w:spacing w:after="0" w:line="240" w:lineRule="auto"/>
        <w:ind w:firstLine="851"/>
        <w:jc w:val="both"/>
        <w:textAlignment w:val="top"/>
        <w:rPr>
          <w:rFonts w:ascii="Times New Roman" w:hAnsi="Times New Roman"/>
          <w:color w:val="000000"/>
          <w:sz w:val="24"/>
          <w:szCs w:val="24"/>
          <w:bdr w:val="none" w:sz="0" w:space="0" w:color="auto" w:frame="1"/>
          <w:lang w:eastAsia="ru-RU"/>
        </w:rPr>
      </w:pPr>
      <w:bookmarkStart w:id="12" w:name="1399661"/>
      <w:bookmarkEnd w:id="12"/>
      <w:r w:rsidRPr="00D2511E">
        <w:rPr>
          <w:rFonts w:ascii="Times New Roman" w:hAnsi="Times New Roman"/>
          <w:color w:val="000000"/>
          <w:sz w:val="24"/>
          <w:szCs w:val="24"/>
          <w:bdr w:val="none" w:sz="0" w:space="0" w:color="auto" w:frame="1"/>
          <w:lang w:eastAsia="ru-RU"/>
        </w:rPr>
        <w:t>2. Ўзбекистон Республикаси Молия вазирлиги ҳар йили Давлат бюджети параметрларида тасдиқланган низомларга мувофиқ иқтидорли ёшларни тақдирлаш ва моддий рағбатлантириш учун зарур маблағларни назарда тутсин.</w:t>
      </w:r>
    </w:p>
    <w:p w:rsidR="004613CA" w:rsidRPr="00D2511E" w:rsidRDefault="004613CA" w:rsidP="00D2511E">
      <w:pPr>
        <w:spacing w:after="0" w:line="240" w:lineRule="auto"/>
        <w:ind w:firstLine="851"/>
        <w:jc w:val="both"/>
        <w:textAlignment w:val="top"/>
        <w:rPr>
          <w:rFonts w:ascii="Times New Roman" w:hAnsi="Times New Roman"/>
          <w:color w:val="000000"/>
          <w:sz w:val="24"/>
          <w:szCs w:val="24"/>
          <w:bdr w:val="none" w:sz="0" w:space="0" w:color="auto" w:frame="1"/>
          <w:lang w:eastAsia="ru-RU"/>
        </w:rPr>
      </w:pPr>
      <w:bookmarkStart w:id="13" w:name="1399662"/>
      <w:bookmarkEnd w:id="13"/>
      <w:r w:rsidRPr="00D2511E">
        <w:rPr>
          <w:rFonts w:ascii="Times New Roman" w:hAnsi="Times New Roman"/>
          <w:color w:val="000000"/>
          <w:sz w:val="24"/>
          <w:szCs w:val="24"/>
          <w:bdr w:val="none" w:sz="0" w:space="0" w:color="auto" w:frame="1"/>
          <w:lang w:eastAsia="ru-RU"/>
        </w:rPr>
        <w:t>3. Ўзбекистон миллий телерадиокомпанияси, Ўзбекистон Миллий ахборот агентлиги, Ўзбекистон матбуот ва ахборот агентлиги оммавий ахборот воситаларида иқтидорли ёшларнинг ўз маънавий, касбий ва интеллектуал салоҳиятини рўёбга чиқаришдаги ютуқлари кенг ёритилишини таъминласинлар.</w:t>
      </w:r>
    </w:p>
    <w:p w:rsidR="004613CA" w:rsidRPr="00D2511E" w:rsidRDefault="004613CA" w:rsidP="00D2511E">
      <w:pPr>
        <w:spacing w:after="0" w:line="240" w:lineRule="auto"/>
        <w:ind w:firstLine="851"/>
        <w:jc w:val="both"/>
        <w:textAlignment w:val="top"/>
        <w:rPr>
          <w:rFonts w:ascii="Times New Roman" w:hAnsi="Times New Roman"/>
          <w:color w:val="000000"/>
          <w:sz w:val="24"/>
          <w:szCs w:val="24"/>
          <w:bdr w:val="none" w:sz="0" w:space="0" w:color="auto" w:frame="1"/>
          <w:lang w:eastAsia="ru-RU"/>
        </w:rPr>
      </w:pPr>
      <w:bookmarkStart w:id="14" w:name="1399663"/>
      <w:bookmarkEnd w:id="14"/>
      <w:r w:rsidRPr="00D2511E">
        <w:rPr>
          <w:rFonts w:ascii="Times New Roman" w:hAnsi="Times New Roman"/>
          <w:color w:val="000000"/>
          <w:sz w:val="24"/>
          <w:szCs w:val="24"/>
          <w:bdr w:val="none" w:sz="0" w:space="0" w:color="auto" w:frame="1"/>
          <w:lang w:eastAsia="ru-RU"/>
        </w:rPr>
        <w:t>4. Ўзбекистон Республикаси Ҳукуматининг </w:t>
      </w:r>
      <w:hyperlink r:id="rId11" w:anchor="1399891" w:history="1">
        <w:r w:rsidRPr="00D2511E">
          <w:rPr>
            <w:rFonts w:ascii="Times New Roman" w:hAnsi="Times New Roman"/>
            <w:color w:val="008080"/>
            <w:sz w:val="24"/>
            <w:szCs w:val="24"/>
            <w:bdr w:val="none" w:sz="0" w:space="0" w:color="auto" w:frame="1"/>
            <w:lang w:eastAsia="ru-RU"/>
          </w:rPr>
          <w:t>6-иловага</w:t>
        </w:r>
      </w:hyperlink>
      <w:r w:rsidRPr="00D2511E">
        <w:rPr>
          <w:rFonts w:ascii="Times New Roman" w:hAnsi="Times New Roman"/>
          <w:color w:val="000000"/>
          <w:sz w:val="24"/>
          <w:szCs w:val="24"/>
          <w:bdr w:val="none" w:sz="0" w:space="0" w:color="auto" w:frame="1"/>
          <w:lang w:eastAsia="ru-RU"/>
        </w:rPr>
        <w:t> мувофиқ айрим қарорлари ўз кучини йўқотган деб ҳисоблансин.</w:t>
      </w:r>
    </w:p>
    <w:p w:rsidR="004613CA" w:rsidRPr="00D2511E" w:rsidRDefault="004613CA" w:rsidP="00D2511E">
      <w:pPr>
        <w:spacing w:after="0" w:line="240" w:lineRule="auto"/>
        <w:ind w:firstLine="851"/>
        <w:jc w:val="both"/>
        <w:textAlignment w:val="top"/>
        <w:rPr>
          <w:rFonts w:ascii="Times New Roman" w:hAnsi="Times New Roman"/>
          <w:color w:val="000000"/>
          <w:sz w:val="24"/>
          <w:szCs w:val="24"/>
          <w:bdr w:val="none" w:sz="0" w:space="0" w:color="auto" w:frame="1"/>
          <w:lang w:eastAsia="ru-RU"/>
        </w:rPr>
      </w:pPr>
      <w:bookmarkStart w:id="15" w:name="1399664"/>
      <w:bookmarkEnd w:id="15"/>
      <w:r w:rsidRPr="00D2511E">
        <w:rPr>
          <w:rFonts w:ascii="Times New Roman" w:hAnsi="Times New Roman"/>
          <w:color w:val="000000"/>
          <w:sz w:val="24"/>
          <w:szCs w:val="24"/>
          <w:bdr w:val="none" w:sz="0" w:space="0" w:color="auto" w:frame="1"/>
          <w:lang w:eastAsia="ru-RU"/>
        </w:rPr>
        <w:t>5. Мазкур қарорнинг бажарилишини назорат қилиш Ўзбекистон Республикаси Бош вазирининг ўринбосари Р.С. Қосимов зиммасига юклансин.</w:t>
      </w:r>
    </w:p>
    <w:p w:rsidR="004613CA" w:rsidRDefault="004613CA" w:rsidP="00D2511E">
      <w:pPr>
        <w:spacing w:after="120" w:line="240" w:lineRule="auto"/>
        <w:jc w:val="right"/>
        <w:textAlignment w:val="top"/>
        <w:rPr>
          <w:rFonts w:ascii="Times New Roman" w:hAnsi="Times New Roman"/>
          <w:b/>
          <w:bCs/>
          <w:color w:val="000000"/>
          <w:sz w:val="24"/>
          <w:szCs w:val="24"/>
          <w:bdr w:val="none" w:sz="0" w:space="0" w:color="auto" w:frame="1"/>
          <w:lang w:eastAsia="ru-RU"/>
        </w:rPr>
      </w:pPr>
      <w:bookmarkStart w:id="16" w:name="1399665"/>
      <w:bookmarkEnd w:id="16"/>
    </w:p>
    <w:p w:rsidR="004613CA" w:rsidRPr="00D2511E" w:rsidRDefault="004613CA" w:rsidP="00D2511E">
      <w:pPr>
        <w:spacing w:after="120" w:line="240" w:lineRule="auto"/>
        <w:jc w:val="right"/>
        <w:textAlignment w:val="top"/>
        <w:rPr>
          <w:rFonts w:ascii="Times New Roman" w:hAnsi="Times New Roman"/>
          <w:b/>
          <w:bCs/>
          <w:color w:val="000000"/>
          <w:sz w:val="24"/>
          <w:szCs w:val="24"/>
          <w:bdr w:val="none" w:sz="0" w:space="0" w:color="auto" w:frame="1"/>
          <w:lang w:eastAsia="ru-RU"/>
        </w:rPr>
      </w:pPr>
      <w:r w:rsidRPr="00D2511E">
        <w:rPr>
          <w:rFonts w:ascii="Times New Roman" w:hAnsi="Times New Roman"/>
          <w:b/>
          <w:bCs/>
          <w:color w:val="000000"/>
          <w:sz w:val="24"/>
          <w:szCs w:val="24"/>
          <w:bdr w:val="none" w:sz="0" w:space="0" w:color="auto" w:frame="1"/>
          <w:lang w:eastAsia="ru-RU"/>
        </w:rPr>
        <w:t>Ўзбекистон Республикасининг Бош вазири Ш. МИРЗИЁЕВ</w:t>
      </w:r>
    </w:p>
    <w:p w:rsidR="004613CA" w:rsidRPr="00D2511E" w:rsidRDefault="004613CA" w:rsidP="00D2511E">
      <w:pPr>
        <w:spacing w:after="0" w:line="240" w:lineRule="auto"/>
        <w:jc w:val="center"/>
        <w:textAlignment w:val="top"/>
        <w:rPr>
          <w:rFonts w:ascii="Times New Roman" w:hAnsi="Times New Roman"/>
          <w:color w:val="000000"/>
          <w:bdr w:val="none" w:sz="0" w:space="0" w:color="auto" w:frame="1"/>
          <w:lang w:eastAsia="ru-RU"/>
        </w:rPr>
      </w:pPr>
      <w:bookmarkStart w:id="17" w:name="1399666"/>
      <w:bookmarkEnd w:id="17"/>
      <w:r w:rsidRPr="00D2511E">
        <w:rPr>
          <w:rFonts w:ascii="Times New Roman" w:hAnsi="Times New Roman"/>
          <w:color w:val="000000"/>
          <w:bdr w:val="none" w:sz="0" w:space="0" w:color="auto" w:frame="1"/>
          <w:lang w:eastAsia="ru-RU"/>
        </w:rPr>
        <w:t>Тошкент ш.,</w:t>
      </w:r>
    </w:p>
    <w:p w:rsidR="004613CA" w:rsidRPr="00D2511E" w:rsidRDefault="004613CA" w:rsidP="00D2511E">
      <w:pPr>
        <w:spacing w:after="0" w:line="240" w:lineRule="auto"/>
        <w:jc w:val="center"/>
        <w:textAlignment w:val="top"/>
        <w:rPr>
          <w:rFonts w:ascii="Times New Roman" w:hAnsi="Times New Roman"/>
          <w:color w:val="000000"/>
          <w:bdr w:val="none" w:sz="0" w:space="0" w:color="auto" w:frame="1"/>
          <w:lang w:eastAsia="ru-RU"/>
        </w:rPr>
      </w:pPr>
      <w:bookmarkStart w:id="18" w:name="1399667"/>
      <w:bookmarkEnd w:id="18"/>
      <w:r w:rsidRPr="00D2511E">
        <w:rPr>
          <w:rFonts w:ascii="Times New Roman" w:hAnsi="Times New Roman"/>
          <w:color w:val="000000"/>
          <w:bdr w:val="none" w:sz="0" w:space="0" w:color="auto" w:frame="1"/>
          <w:lang w:eastAsia="ru-RU"/>
        </w:rPr>
        <w:t>2008 йил 13 октябрь,</w:t>
      </w:r>
    </w:p>
    <w:p w:rsidR="004613CA" w:rsidRPr="00D2511E" w:rsidRDefault="004613CA" w:rsidP="00D2511E">
      <w:pPr>
        <w:spacing w:after="0" w:line="240" w:lineRule="auto"/>
        <w:jc w:val="center"/>
        <w:textAlignment w:val="top"/>
        <w:rPr>
          <w:rFonts w:ascii="Times New Roman" w:hAnsi="Times New Roman"/>
          <w:color w:val="000000"/>
          <w:bdr w:val="none" w:sz="0" w:space="0" w:color="auto" w:frame="1"/>
          <w:lang w:eastAsia="ru-RU"/>
        </w:rPr>
      </w:pPr>
      <w:bookmarkStart w:id="19" w:name="1399668"/>
      <w:bookmarkEnd w:id="19"/>
      <w:r w:rsidRPr="00D2511E">
        <w:rPr>
          <w:rFonts w:ascii="Times New Roman" w:hAnsi="Times New Roman"/>
          <w:color w:val="000000"/>
          <w:bdr w:val="none" w:sz="0" w:space="0" w:color="auto" w:frame="1"/>
          <w:lang w:eastAsia="ru-RU"/>
        </w:rPr>
        <w:t>226-сон</w:t>
      </w:r>
    </w:p>
    <w:p w:rsidR="004613CA" w:rsidRDefault="004613CA" w:rsidP="00D2511E">
      <w:pPr>
        <w:spacing w:line="240" w:lineRule="auto"/>
        <w:jc w:val="center"/>
        <w:textAlignment w:val="top"/>
        <w:rPr>
          <w:rFonts w:ascii="Times New Roman" w:hAnsi="Times New Roman"/>
          <w:color w:val="000080"/>
          <w:bdr w:val="none" w:sz="0" w:space="0" w:color="auto" w:frame="1"/>
          <w:lang w:val="uz-Cyrl-UZ" w:eastAsia="ru-RU"/>
        </w:rPr>
      </w:pPr>
      <w:bookmarkStart w:id="20" w:name="1399669"/>
      <w:bookmarkStart w:id="21" w:name="1399670"/>
      <w:bookmarkEnd w:id="20"/>
      <w:bookmarkEnd w:id="21"/>
    </w:p>
    <w:p w:rsidR="004613CA" w:rsidRDefault="004613CA" w:rsidP="00D2511E">
      <w:pPr>
        <w:spacing w:line="240" w:lineRule="auto"/>
        <w:jc w:val="center"/>
        <w:textAlignment w:val="top"/>
        <w:rPr>
          <w:rFonts w:ascii="Times New Roman" w:hAnsi="Times New Roman"/>
          <w:color w:val="000080"/>
          <w:bdr w:val="none" w:sz="0" w:space="0" w:color="auto" w:frame="1"/>
          <w:lang w:val="uz-Cyrl-UZ" w:eastAsia="ru-RU"/>
        </w:rPr>
      </w:pPr>
    </w:p>
    <w:p w:rsidR="004613CA" w:rsidRDefault="004613CA" w:rsidP="00D2511E">
      <w:pPr>
        <w:spacing w:line="240" w:lineRule="auto"/>
        <w:jc w:val="center"/>
        <w:textAlignment w:val="top"/>
        <w:rPr>
          <w:rFonts w:ascii="Times New Roman" w:hAnsi="Times New Roman"/>
          <w:color w:val="000080"/>
          <w:bdr w:val="none" w:sz="0" w:space="0" w:color="auto" w:frame="1"/>
          <w:lang w:val="uz-Cyrl-UZ" w:eastAsia="ru-RU"/>
        </w:rPr>
      </w:pPr>
    </w:p>
    <w:p w:rsidR="004613CA" w:rsidRDefault="004613CA" w:rsidP="00D2511E">
      <w:pPr>
        <w:spacing w:line="240" w:lineRule="auto"/>
        <w:jc w:val="center"/>
        <w:textAlignment w:val="top"/>
        <w:rPr>
          <w:rFonts w:ascii="Times New Roman" w:hAnsi="Times New Roman"/>
          <w:color w:val="000080"/>
          <w:bdr w:val="none" w:sz="0" w:space="0" w:color="auto" w:frame="1"/>
          <w:lang w:val="uz-Cyrl-UZ" w:eastAsia="ru-RU"/>
        </w:rPr>
      </w:pPr>
    </w:p>
    <w:p w:rsidR="004613CA" w:rsidRDefault="004613CA" w:rsidP="00D2511E">
      <w:pPr>
        <w:spacing w:line="240" w:lineRule="auto"/>
        <w:jc w:val="center"/>
        <w:textAlignment w:val="top"/>
        <w:rPr>
          <w:rFonts w:ascii="Times New Roman" w:hAnsi="Times New Roman"/>
          <w:color w:val="000080"/>
          <w:bdr w:val="none" w:sz="0" w:space="0" w:color="auto" w:frame="1"/>
          <w:lang w:val="uz-Cyrl-UZ" w:eastAsia="ru-RU"/>
        </w:rPr>
      </w:pPr>
    </w:p>
    <w:p w:rsidR="004613CA" w:rsidRDefault="004613CA" w:rsidP="00D2511E">
      <w:pPr>
        <w:spacing w:line="240" w:lineRule="auto"/>
        <w:jc w:val="center"/>
        <w:textAlignment w:val="top"/>
        <w:rPr>
          <w:rFonts w:ascii="Times New Roman" w:hAnsi="Times New Roman"/>
          <w:color w:val="000080"/>
          <w:bdr w:val="none" w:sz="0" w:space="0" w:color="auto" w:frame="1"/>
          <w:lang w:val="uz-Cyrl-UZ" w:eastAsia="ru-RU"/>
        </w:rPr>
      </w:pPr>
    </w:p>
    <w:p w:rsidR="004613CA" w:rsidRDefault="004613CA" w:rsidP="00D2511E">
      <w:pPr>
        <w:spacing w:line="240" w:lineRule="auto"/>
        <w:jc w:val="center"/>
        <w:textAlignment w:val="top"/>
        <w:rPr>
          <w:rFonts w:ascii="Times New Roman" w:hAnsi="Times New Roman"/>
          <w:color w:val="000080"/>
          <w:bdr w:val="none" w:sz="0" w:space="0" w:color="auto" w:frame="1"/>
          <w:lang w:val="uz-Cyrl-UZ" w:eastAsia="ru-RU"/>
        </w:rPr>
      </w:pPr>
    </w:p>
    <w:p w:rsidR="004613CA" w:rsidRPr="00D2511E" w:rsidRDefault="004613CA" w:rsidP="00D2511E">
      <w:pPr>
        <w:spacing w:line="240" w:lineRule="auto"/>
        <w:jc w:val="center"/>
        <w:textAlignment w:val="top"/>
        <w:rPr>
          <w:rFonts w:ascii="Times New Roman" w:hAnsi="Times New Roman"/>
          <w:color w:val="000080"/>
          <w:bdr w:val="none" w:sz="0" w:space="0" w:color="auto" w:frame="1"/>
          <w:lang w:eastAsia="ru-RU"/>
        </w:rPr>
      </w:pPr>
      <w:r w:rsidRPr="00D2511E">
        <w:rPr>
          <w:rFonts w:ascii="Times New Roman" w:hAnsi="Times New Roman"/>
          <w:color w:val="000080"/>
          <w:bdr w:val="none" w:sz="0" w:space="0" w:color="auto" w:frame="1"/>
          <w:lang w:eastAsia="ru-RU"/>
        </w:rPr>
        <w:t>Вазирлар Маҳкамасининг 2008 йил 13 октябрдаги 226-сон </w:t>
      </w:r>
      <w:hyperlink r:id="rId12" w:history="1">
        <w:r w:rsidRPr="00D2511E">
          <w:rPr>
            <w:rFonts w:ascii="Times New Roman" w:hAnsi="Times New Roman"/>
            <w:color w:val="008080"/>
            <w:bdr w:val="none" w:sz="0" w:space="0" w:color="auto" w:frame="1"/>
            <w:lang w:eastAsia="ru-RU"/>
          </w:rPr>
          <w:t>қарорига </w:t>
        </w:r>
      </w:hyperlink>
      <w:r w:rsidRPr="00D2511E">
        <w:rPr>
          <w:rFonts w:ascii="Times New Roman" w:hAnsi="Times New Roman"/>
          <w:color w:val="000080"/>
          <w:bdr w:val="none" w:sz="0" w:space="0" w:color="auto" w:frame="1"/>
          <w:lang w:eastAsia="ru-RU"/>
        </w:rPr>
        <w:br/>
        <w:t>1-ИЛОВА</w:t>
      </w:r>
    </w:p>
    <w:p w:rsidR="004613CA" w:rsidRPr="00D2511E" w:rsidRDefault="004613CA" w:rsidP="00D2511E">
      <w:pPr>
        <w:spacing w:after="120" w:line="240" w:lineRule="auto"/>
        <w:jc w:val="center"/>
        <w:textAlignment w:val="top"/>
        <w:rPr>
          <w:rFonts w:ascii="Times New Roman" w:hAnsi="Times New Roman"/>
          <w:b/>
          <w:bCs/>
          <w:color w:val="000080"/>
          <w:sz w:val="24"/>
          <w:szCs w:val="24"/>
          <w:bdr w:val="none" w:sz="0" w:space="0" w:color="auto" w:frame="1"/>
          <w:lang w:eastAsia="ru-RU"/>
        </w:rPr>
      </w:pPr>
      <w:bookmarkStart w:id="22" w:name="1399671"/>
      <w:bookmarkEnd w:id="22"/>
      <w:r w:rsidRPr="00D2511E">
        <w:rPr>
          <w:rFonts w:ascii="Times New Roman" w:hAnsi="Times New Roman"/>
          <w:b/>
          <w:bCs/>
          <w:color w:val="000080"/>
          <w:sz w:val="24"/>
          <w:szCs w:val="24"/>
          <w:bdr w:val="none" w:sz="0" w:space="0" w:color="auto" w:frame="1"/>
          <w:lang w:eastAsia="ru-RU"/>
        </w:rPr>
        <w:t>Аспирантлар учун Ўзбекистон Республикаси Президентининг давлат стипендиялари ва уларни тайинлаш тартиби тўғрисида</w:t>
      </w:r>
    </w:p>
    <w:p w:rsidR="004613CA" w:rsidRPr="00D2511E" w:rsidRDefault="004613CA" w:rsidP="00D2511E">
      <w:pPr>
        <w:spacing w:after="0" w:line="240" w:lineRule="auto"/>
        <w:jc w:val="center"/>
        <w:textAlignment w:val="top"/>
        <w:rPr>
          <w:rFonts w:ascii="Times New Roman" w:hAnsi="Times New Roman"/>
          <w:caps/>
          <w:color w:val="000080"/>
          <w:sz w:val="24"/>
          <w:szCs w:val="24"/>
          <w:bdr w:val="none" w:sz="0" w:space="0" w:color="auto" w:frame="1"/>
          <w:lang w:eastAsia="ru-RU"/>
        </w:rPr>
      </w:pPr>
      <w:bookmarkStart w:id="23" w:name="1399672"/>
      <w:bookmarkEnd w:id="23"/>
      <w:r w:rsidRPr="00D2511E">
        <w:rPr>
          <w:rFonts w:ascii="Times New Roman" w:hAnsi="Times New Roman"/>
          <w:b/>
          <w:bCs/>
          <w:caps/>
          <w:color w:val="000080"/>
          <w:sz w:val="24"/>
          <w:szCs w:val="24"/>
          <w:bdr w:val="none" w:sz="0" w:space="0" w:color="auto" w:frame="1"/>
          <w:lang w:eastAsia="ru-RU"/>
        </w:rPr>
        <w:t>НИЗОМ</w:t>
      </w:r>
    </w:p>
    <w:p w:rsidR="004613CA" w:rsidRPr="00D2511E" w:rsidRDefault="004613CA" w:rsidP="00D2511E">
      <w:pPr>
        <w:spacing w:after="0" w:line="240" w:lineRule="auto"/>
        <w:ind w:firstLine="851"/>
        <w:jc w:val="both"/>
        <w:textAlignment w:val="top"/>
        <w:rPr>
          <w:rFonts w:ascii="Times New Roman" w:hAnsi="Times New Roman"/>
          <w:color w:val="000000"/>
          <w:sz w:val="24"/>
          <w:szCs w:val="24"/>
          <w:bdr w:val="none" w:sz="0" w:space="0" w:color="auto" w:frame="1"/>
          <w:lang w:eastAsia="ru-RU"/>
        </w:rPr>
      </w:pPr>
      <w:bookmarkStart w:id="24" w:name="1399673"/>
      <w:bookmarkStart w:id="25" w:name="1399674"/>
      <w:bookmarkEnd w:id="24"/>
      <w:bookmarkEnd w:id="25"/>
      <w:r w:rsidRPr="00D2511E">
        <w:rPr>
          <w:rFonts w:ascii="Times New Roman" w:hAnsi="Times New Roman"/>
          <w:color w:val="000000"/>
          <w:sz w:val="24"/>
          <w:szCs w:val="24"/>
          <w:bdr w:val="none" w:sz="0" w:space="0" w:color="auto" w:frame="1"/>
          <w:lang w:eastAsia="ru-RU"/>
        </w:rPr>
        <w:t>1. Ўзбекистон Республикаси Президентининг давлат стипендиялари давлат олий таълим муассасалари ва илмий-тадқиқот институтларининг сўнгги ўқув йили аспирантларига — Ўзбекистон Республикаси фуқароларига Ўзбекистон Республикаси Олий ва ўрта махсус таълим вазирлиги томонидан ўтказиладиган танлов асосида танлаб олиш натижаларига кўра тайинланади.</w:t>
      </w:r>
    </w:p>
    <w:p w:rsidR="004613CA" w:rsidRPr="00D2511E" w:rsidRDefault="004613CA" w:rsidP="00D2511E">
      <w:pPr>
        <w:spacing w:after="0" w:line="240" w:lineRule="auto"/>
        <w:ind w:firstLine="851"/>
        <w:jc w:val="both"/>
        <w:textAlignment w:val="top"/>
        <w:rPr>
          <w:rFonts w:ascii="Times New Roman" w:hAnsi="Times New Roman"/>
          <w:color w:val="000000"/>
          <w:sz w:val="24"/>
          <w:szCs w:val="24"/>
          <w:bdr w:val="none" w:sz="0" w:space="0" w:color="auto" w:frame="1"/>
          <w:lang w:eastAsia="ru-RU"/>
        </w:rPr>
      </w:pPr>
      <w:bookmarkStart w:id="26" w:name="1399675"/>
      <w:bookmarkEnd w:id="26"/>
      <w:r w:rsidRPr="00D2511E">
        <w:rPr>
          <w:rFonts w:ascii="Times New Roman" w:hAnsi="Times New Roman"/>
          <w:color w:val="000000"/>
          <w:sz w:val="24"/>
          <w:szCs w:val="24"/>
          <w:bdr w:val="none" w:sz="0" w:space="0" w:color="auto" w:frame="1"/>
          <w:lang w:eastAsia="ru-RU"/>
        </w:rPr>
        <w:t>2. Аспирантларга тайинлаш Ўзбекистон Республикаси Президентининг давлат стипендиялари квотаси (бешта) давлат илмий-техника сиёсатининг энг муҳим йўналишларига мувофиқ, қуйидаги йўналишлар бўйича, ҳар бир йўналишга битта стипендия ҳисобидан тақсимланади:</w:t>
      </w:r>
    </w:p>
    <w:p w:rsidR="004613CA" w:rsidRPr="00D2511E" w:rsidRDefault="004613CA" w:rsidP="00D2511E">
      <w:pPr>
        <w:spacing w:after="0" w:line="240" w:lineRule="auto"/>
        <w:ind w:firstLine="851"/>
        <w:jc w:val="both"/>
        <w:textAlignment w:val="top"/>
        <w:rPr>
          <w:rFonts w:ascii="Times New Roman" w:hAnsi="Times New Roman"/>
          <w:color w:val="000000"/>
          <w:sz w:val="24"/>
          <w:szCs w:val="24"/>
          <w:bdr w:val="none" w:sz="0" w:space="0" w:color="auto" w:frame="1"/>
          <w:lang w:eastAsia="ru-RU"/>
        </w:rPr>
      </w:pPr>
      <w:bookmarkStart w:id="27" w:name="1399676"/>
      <w:bookmarkEnd w:id="27"/>
      <w:r w:rsidRPr="00D2511E">
        <w:rPr>
          <w:rFonts w:ascii="Times New Roman" w:hAnsi="Times New Roman"/>
          <w:color w:val="000000"/>
          <w:sz w:val="24"/>
          <w:szCs w:val="24"/>
          <w:bdr w:val="none" w:sz="0" w:space="0" w:color="auto" w:frame="1"/>
          <w:lang w:eastAsia="ru-RU"/>
        </w:rPr>
        <w:t>ижтимоий-гуманитар фанлар, иқтисодиёт ва ҳуқуқ;</w:t>
      </w:r>
    </w:p>
    <w:p w:rsidR="004613CA" w:rsidRPr="00D2511E" w:rsidRDefault="004613CA" w:rsidP="00D2511E">
      <w:pPr>
        <w:spacing w:after="0" w:line="240" w:lineRule="auto"/>
        <w:ind w:firstLine="851"/>
        <w:jc w:val="both"/>
        <w:textAlignment w:val="top"/>
        <w:rPr>
          <w:rFonts w:ascii="Times New Roman" w:hAnsi="Times New Roman"/>
          <w:color w:val="000000"/>
          <w:sz w:val="24"/>
          <w:szCs w:val="24"/>
          <w:bdr w:val="none" w:sz="0" w:space="0" w:color="auto" w:frame="1"/>
          <w:lang w:eastAsia="ru-RU"/>
        </w:rPr>
      </w:pPr>
      <w:bookmarkStart w:id="28" w:name="1399677"/>
      <w:bookmarkEnd w:id="28"/>
      <w:r w:rsidRPr="00D2511E">
        <w:rPr>
          <w:rFonts w:ascii="Times New Roman" w:hAnsi="Times New Roman"/>
          <w:color w:val="000000"/>
          <w:sz w:val="24"/>
          <w:szCs w:val="24"/>
          <w:bdr w:val="none" w:sz="0" w:space="0" w:color="auto" w:frame="1"/>
          <w:lang w:eastAsia="ru-RU"/>
        </w:rPr>
        <w:t>қишлоқ ва сув хўжалиги;</w:t>
      </w:r>
    </w:p>
    <w:p w:rsidR="004613CA" w:rsidRPr="00D2511E" w:rsidRDefault="004613CA" w:rsidP="00D2511E">
      <w:pPr>
        <w:spacing w:after="0" w:line="240" w:lineRule="auto"/>
        <w:ind w:firstLine="851"/>
        <w:jc w:val="both"/>
        <w:textAlignment w:val="top"/>
        <w:rPr>
          <w:rFonts w:ascii="Times New Roman" w:hAnsi="Times New Roman"/>
          <w:color w:val="000000"/>
          <w:sz w:val="24"/>
          <w:szCs w:val="24"/>
          <w:bdr w:val="none" w:sz="0" w:space="0" w:color="auto" w:frame="1"/>
          <w:lang w:eastAsia="ru-RU"/>
        </w:rPr>
      </w:pPr>
      <w:bookmarkStart w:id="29" w:name="1399678"/>
      <w:bookmarkEnd w:id="29"/>
      <w:r w:rsidRPr="00D2511E">
        <w:rPr>
          <w:rFonts w:ascii="Times New Roman" w:hAnsi="Times New Roman"/>
          <w:color w:val="000000"/>
          <w:sz w:val="24"/>
          <w:szCs w:val="24"/>
          <w:bdr w:val="none" w:sz="0" w:space="0" w:color="auto" w:frame="1"/>
          <w:lang w:eastAsia="ru-RU"/>
        </w:rPr>
        <w:t>энергетика, ресурслар, саноат;</w:t>
      </w:r>
    </w:p>
    <w:p w:rsidR="004613CA" w:rsidRPr="00D2511E" w:rsidRDefault="004613CA" w:rsidP="00D2511E">
      <w:pPr>
        <w:spacing w:after="0" w:line="240" w:lineRule="auto"/>
        <w:ind w:firstLine="851"/>
        <w:jc w:val="both"/>
        <w:textAlignment w:val="top"/>
        <w:rPr>
          <w:rFonts w:ascii="Times New Roman" w:hAnsi="Times New Roman"/>
          <w:color w:val="000000"/>
          <w:sz w:val="24"/>
          <w:szCs w:val="24"/>
          <w:bdr w:val="none" w:sz="0" w:space="0" w:color="auto" w:frame="1"/>
          <w:lang w:eastAsia="ru-RU"/>
        </w:rPr>
      </w:pPr>
      <w:bookmarkStart w:id="30" w:name="1399679"/>
      <w:bookmarkEnd w:id="30"/>
      <w:r w:rsidRPr="00D2511E">
        <w:rPr>
          <w:rFonts w:ascii="Times New Roman" w:hAnsi="Times New Roman"/>
          <w:color w:val="000000"/>
          <w:sz w:val="24"/>
          <w:szCs w:val="24"/>
          <w:bdr w:val="none" w:sz="0" w:space="0" w:color="auto" w:frame="1"/>
          <w:lang w:eastAsia="ru-RU"/>
        </w:rPr>
        <w:t>соғлиқни сақлаш, спорт ва экология;</w:t>
      </w:r>
    </w:p>
    <w:p w:rsidR="004613CA" w:rsidRPr="00D2511E" w:rsidRDefault="004613CA" w:rsidP="00D2511E">
      <w:pPr>
        <w:spacing w:after="0" w:line="240" w:lineRule="auto"/>
        <w:ind w:firstLine="851"/>
        <w:jc w:val="both"/>
        <w:textAlignment w:val="top"/>
        <w:rPr>
          <w:rFonts w:ascii="Times New Roman" w:hAnsi="Times New Roman"/>
          <w:color w:val="000000"/>
          <w:sz w:val="24"/>
          <w:szCs w:val="24"/>
          <w:bdr w:val="none" w:sz="0" w:space="0" w:color="auto" w:frame="1"/>
          <w:lang w:eastAsia="ru-RU"/>
        </w:rPr>
      </w:pPr>
      <w:bookmarkStart w:id="31" w:name="1399680"/>
      <w:bookmarkEnd w:id="31"/>
      <w:r w:rsidRPr="00D2511E">
        <w:rPr>
          <w:rFonts w:ascii="Times New Roman" w:hAnsi="Times New Roman"/>
          <w:color w:val="000000"/>
          <w:sz w:val="24"/>
          <w:szCs w:val="24"/>
          <w:bdr w:val="none" w:sz="0" w:space="0" w:color="auto" w:frame="1"/>
          <w:lang w:eastAsia="ru-RU"/>
        </w:rPr>
        <w:t>табиий фанлар, ахборот технологиялари ва бошқарув.</w:t>
      </w:r>
    </w:p>
    <w:p w:rsidR="004613CA" w:rsidRPr="00D2511E" w:rsidRDefault="004613CA" w:rsidP="00D2511E">
      <w:pPr>
        <w:spacing w:after="0" w:line="240" w:lineRule="auto"/>
        <w:ind w:firstLine="851"/>
        <w:jc w:val="both"/>
        <w:textAlignment w:val="top"/>
        <w:rPr>
          <w:rFonts w:ascii="Times New Roman" w:hAnsi="Times New Roman"/>
          <w:color w:val="000000"/>
          <w:sz w:val="24"/>
          <w:szCs w:val="24"/>
          <w:bdr w:val="none" w:sz="0" w:space="0" w:color="auto" w:frame="1"/>
          <w:lang w:eastAsia="ru-RU"/>
        </w:rPr>
      </w:pPr>
      <w:bookmarkStart w:id="32" w:name="1399681"/>
      <w:bookmarkEnd w:id="32"/>
      <w:r w:rsidRPr="00D2511E">
        <w:rPr>
          <w:rFonts w:ascii="Times New Roman" w:hAnsi="Times New Roman"/>
          <w:color w:val="000000"/>
          <w:sz w:val="24"/>
          <w:szCs w:val="24"/>
          <w:bdr w:val="none" w:sz="0" w:space="0" w:color="auto" w:frame="1"/>
          <w:lang w:eastAsia="ru-RU"/>
        </w:rPr>
        <w:t>Ҳар йилнинг бошида Вазирлар Маҳкамаси томонидан, Ўзбекистон Республикаси Олий ва ўрта махсус таълим вазирлиги тақдимномасига биноан, йўналишлар бўйича стипендиялар тақсимотига ўзгартириш ва қўшимчалар киритилиши мумкин.</w:t>
      </w:r>
    </w:p>
    <w:p w:rsidR="004613CA" w:rsidRPr="00D2511E" w:rsidRDefault="004613CA" w:rsidP="00D2511E">
      <w:pPr>
        <w:spacing w:after="0" w:line="240" w:lineRule="auto"/>
        <w:ind w:firstLine="851"/>
        <w:jc w:val="both"/>
        <w:textAlignment w:val="top"/>
        <w:rPr>
          <w:rFonts w:ascii="Times New Roman" w:hAnsi="Times New Roman"/>
          <w:color w:val="000000"/>
          <w:sz w:val="24"/>
          <w:szCs w:val="24"/>
          <w:bdr w:val="none" w:sz="0" w:space="0" w:color="auto" w:frame="1"/>
          <w:lang w:eastAsia="ru-RU"/>
        </w:rPr>
      </w:pPr>
      <w:bookmarkStart w:id="33" w:name="1399682"/>
      <w:bookmarkEnd w:id="33"/>
      <w:r w:rsidRPr="00D2511E">
        <w:rPr>
          <w:rFonts w:ascii="Times New Roman" w:hAnsi="Times New Roman"/>
          <w:color w:val="000000"/>
          <w:sz w:val="24"/>
          <w:szCs w:val="24"/>
          <w:bdr w:val="none" w:sz="0" w:space="0" w:color="auto" w:frame="1"/>
          <w:lang w:eastAsia="ru-RU"/>
        </w:rPr>
        <w:t>3. Аспирантларга Ўзбекистон Республикаси Президентининг давлат стипендияларини тайинлаш учун қуйидаги мезонлар белгиланади:</w:t>
      </w:r>
    </w:p>
    <w:p w:rsidR="004613CA" w:rsidRPr="00D2511E" w:rsidRDefault="004613CA" w:rsidP="00D2511E">
      <w:pPr>
        <w:spacing w:after="0" w:line="240" w:lineRule="auto"/>
        <w:ind w:firstLine="851"/>
        <w:jc w:val="both"/>
        <w:textAlignment w:val="top"/>
        <w:rPr>
          <w:rFonts w:ascii="Times New Roman" w:hAnsi="Times New Roman"/>
          <w:color w:val="000000"/>
          <w:sz w:val="24"/>
          <w:szCs w:val="24"/>
          <w:bdr w:val="none" w:sz="0" w:space="0" w:color="auto" w:frame="1"/>
          <w:lang w:eastAsia="ru-RU"/>
        </w:rPr>
      </w:pPr>
      <w:bookmarkStart w:id="34" w:name="1399683"/>
      <w:bookmarkEnd w:id="34"/>
      <w:r w:rsidRPr="00D2511E">
        <w:rPr>
          <w:rFonts w:ascii="Times New Roman" w:hAnsi="Times New Roman"/>
          <w:color w:val="000000"/>
          <w:sz w:val="24"/>
          <w:szCs w:val="24"/>
          <w:bdr w:val="none" w:sz="0" w:space="0" w:color="auto" w:frame="1"/>
          <w:lang w:eastAsia="ru-RU"/>
        </w:rPr>
        <w:t>етакчи илмий нашрларда (камида иккита) илмий мақолалар эълон қилинган бўлиши;</w:t>
      </w:r>
    </w:p>
    <w:p w:rsidR="004613CA" w:rsidRPr="00D2511E" w:rsidRDefault="004613CA" w:rsidP="00D2511E">
      <w:pPr>
        <w:spacing w:after="0" w:line="240" w:lineRule="auto"/>
        <w:ind w:firstLine="851"/>
        <w:jc w:val="both"/>
        <w:textAlignment w:val="top"/>
        <w:rPr>
          <w:rFonts w:ascii="Times New Roman" w:hAnsi="Times New Roman"/>
          <w:color w:val="000000"/>
          <w:sz w:val="24"/>
          <w:szCs w:val="24"/>
          <w:bdr w:val="none" w:sz="0" w:space="0" w:color="auto" w:frame="1"/>
          <w:lang w:eastAsia="ru-RU"/>
        </w:rPr>
      </w:pPr>
      <w:bookmarkStart w:id="35" w:name="1399684"/>
      <w:bookmarkEnd w:id="35"/>
      <w:r w:rsidRPr="00D2511E">
        <w:rPr>
          <w:rFonts w:ascii="Times New Roman" w:hAnsi="Times New Roman"/>
          <w:color w:val="000000"/>
          <w:sz w:val="24"/>
          <w:szCs w:val="24"/>
          <w:bdr w:val="none" w:sz="0" w:space="0" w:color="auto" w:frame="1"/>
          <w:lang w:eastAsia="ru-RU"/>
        </w:rPr>
        <w:t>Ўзбекистон тарихини билиш;</w:t>
      </w:r>
    </w:p>
    <w:p w:rsidR="004613CA" w:rsidRPr="00D2511E" w:rsidRDefault="004613CA" w:rsidP="00D2511E">
      <w:pPr>
        <w:spacing w:after="0" w:line="240" w:lineRule="auto"/>
        <w:ind w:firstLine="851"/>
        <w:jc w:val="both"/>
        <w:textAlignment w:val="top"/>
        <w:rPr>
          <w:rFonts w:ascii="Times New Roman" w:hAnsi="Times New Roman"/>
          <w:color w:val="000000"/>
          <w:sz w:val="24"/>
          <w:szCs w:val="24"/>
          <w:bdr w:val="none" w:sz="0" w:space="0" w:color="auto" w:frame="1"/>
          <w:lang w:eastAsia="ru-RU"/>
        </w:rPr>
      </w:pPr>
      <w:bookmarkStart w:id="36" w:name="1399685"/>
      <w:bookmarkEnd w:id="36"/>
      <w:r w:rsidRPr="00D2511E">
        <w:rPr>
          <w:rFonts w:ascii="Times New Roman" w:hAnsi="Times New Roman"/>
          <w:color w:val="000000"/>
          <w:sz w:val="24"/>
          <w:szCs w:val="24"/>
          <w:bdr w:val="none" w:sz="0" w:space="0" w:color="auto" w:frame="1"/>
          <w:lang w:eastAsia="ru-RU"/>
        </w:rPr>
        <w:t>халқаро конференциялар босма нашрларида мақолалар эълон қилинган бўлиши;</w:t>
      </w:r>
    </w:p>
    <w:p w:rsidR="004613CA" w:rsidRPr="00D2511E" w:rsidRDefault="004613CA" w:rsidP="00D2511E">
      <w:pPr>
        <w:spacing w:after="0" w:line="240" w:lineRule="auto"/>
        <w:ind w:firstLine="851"/>
        <w:jc w:val="both"/>
        <w:textAlignment w:val="top"/>
        <w:rPr>
          <w:rFonts w:ascii="Times New Roman" w:hAnsi="Times New Roman"/>
          <w:color w:val="000000"/>
          <w:sz w:val="24"/>
          <w:szCs w:val="24"/>
          <w:bdr w:val="none" w:sz="0" w:space="0" w:color="auto" w:frame="1"/>
          <w:lang w:eastAsia="ru-RU"/>
        </w:rPr>
      </w:pPr>
      <w:bookmarkStart w:id="37" w:name="1399686"/>
      <w:bookmarkEnd w:id="37"/>
      <w:r w:rsidRPr="00D2511E">
        <w:rPr>
          <w:rFonts w:ascii="Times New Roman" w:hAnsi="Times New Roman"/>
          <w:color w:val="000000"/>
          <w:sz w:val="24"/>
          <w:szCs w:val="24"/>
          <w:bdr w:val="none" w:sz="0" w:space="0" w:color="auto" w:frame="1"/>
          <w:lang w:eastAsia="ru-RU"/>
        </w:rPr>
        <w:t>барча номзодлик минимумларини «аъло» баҳога топшириш;</w:t>
      </w:r>
    </w:p>
    <w:p w:rsidR="004613CA" w:rsidRPr="00D2511E" w:rsidRDefault="004613CA" w:rsidP="00D2511E">
      <w:pPr>
        <w:spacing w:after="0" w:line="240" w:lineRule="auto"/>
        <w:ind w:firstLine="851"/>
        <w:jc w:val="both"/>
        <w:textAlignment w:val="top"/>
        <w:rPr>
          <w:rFonts w:ascii="Times New Roman" w:hAnsi="Times New Roman"/>
          <w:color w:val="000000"/>
          <w:sz w:val="24"/>
          <w:szCs w:val="24"/>
          <w:bdr w:val="none" w:sz="0" w:space="0" w:color="auto" w:frame="1"/>
          <w:lang w:eastAsia="ru-RU"/>
        </w:rPr>
      </w:pPr>
      <w:bookmarkStart w:id="38" w:name="1399687"/>
      <w:bookmarkEnd w:id="38"/>
      <w:r w:rsidRPr="00D2511E">
        <w:rPr>
          <w:rFonts w:ascii="Times New Roman" w:hAnsi="Times New Roman"/>
          <w:color w:val="000000"/>
          <w:sz w:val="24"/>
          <w:szCs w:val="24"/>
          <w:bdr w:val="none" w:sz="0" w:space="0" w:color="auto" w:frame="1"/>
          <w:lang w:eastAsia="ru-RU"/>
        </w:rPr>
        <w:t>диссертациянинг тайёрлик даражаси (диссертациянинг тайёрлик даражаси камида 70 фоиз бўлиши ва Ўзбекистон Республикаси Президентининг давлат стипендияларини тайинлаш учун номзод кўрсатган муассисларнинг тегишли хулосаси билан тасдиқланиши керак);</w:t>
      </w:r>
    </w:p>
    <w:p w:rsidR="004613CA" w:rsidRPr="00D2511E" w:rsidRDefault="004613CA" w:rsidP="00D2511E">
      <w:pPr>
        <w:spacing w:after="0" w:line="240" w:lineRule="auto"/>
        <w:ind w:firstLine="851"/>
        <w:jc w:val="both"/>
        <w:textAlignment w:val="top"/>
        <w:rPr>
          <w:rFonts w:ascii="Times New Roman" w:hAnsi="Times New Roman"/>
          <w:color w:val="000000"/>
          <w:sz w:val="24"/>
          <w:szCs w:val="24"/>
          <w:bdr w:val="none" w:sz="0" w:space="0" w:color="auto" w:frame="1"/>
          <w:lang w:eastAsia="ru-RU"/>
        </w:rPr>
      </w:pPr>
      <w:bookmarkStart w:id="39" w:name="1399688"/>
      <w:bookmarkEnd w:id="39"/>
      <w:r w:rsidRPr="00D2511E">
        <w:rPr>
          <w:rFonts w:ascii="Times New Roman" w:hAnsi="Times New Roman"/>
          <w:color w:val="000000"/>
          <w:sz w:val="24"/>
          <w:szCs w:val="24"/>
          <w:bdr w:val="none" w:sz="0" w:space="0" w:color="auto" w:frame="1"/>
          <w:lang w:eastAsia="ru-RU"/>
        </w:rPr>
        <w:t>тилларни — давлат тилини ва битта хорижий (Мустақил Давлатлар Ҳамдўстлиги мамлакатлари давлат тилларидан ташқари) тилни билиш, бакалавриатдаги таълим йўналиши ёки магистратурадаги ихтисослик (аспирантурадаги тадқиқот объекти) хорижий тил ҳисобланган алоҳида ҳолларда эса қўшимча равишда яна битта хорижий тилни билиш талаб қилинади.</w:t>
      </w:r>
    </w:p>
    <w:p w:rsidR="004613CA" w:rsidRPr="00D2511E" w:rsidRDefault="004613CA" w:rsidP="00D2511E">
      <w:pPr>
        <w:spacing w:after="0" w:line="240" w:lineRule="auto"/>
        <w:ind w:firstLine="851"/>
        <w:jc w:val="both"/>
        <w:textAlignment w:val="top"/>
        <w:rPr>
          <w:rFonts w:ascii="Times New Roman" w:hAnsi="Times New Roman"/>
          <w:color w:val="000000"/>
          <w:sz w:val="24"/>
          <w:szCs w:val="24"/>
          <w:bdr w:val="none" w:sz="0" w:space="0" w:color="auto" w:frame="1"/>
          <w:lang w:eastAsia="ru-RU"/>
        </w:rPr>
      </w:pPr>
      <w:bookmarkStart w:id="40" w:name="1399689"/>
      <w:bookmarkEnd w:id="40"/>
      <w:r w:rsidRPr="00D2511E">
        <w:rPr>
          <w:rFonts w:ascii="Times New Roman" w:hAnsi="Times New Roman"/>
          <w:color w:val="000000"/>
          <w:sz w:val="24"/>
          <w:szCs w:val="24"/>
          <w:bdr w:val="none" w:sz="0" w:space="0" w:color="auto" w:frame="1"/>
          <w:lang w:eastAsia="ru-RU"/>
        </w:rPr>
        <w:t>Тилларни, ахборот технологияларини, Ўзбекистон тарихини билишга талаблар даражасини Ўзбекистон Республикаси Олий ва ўрта махсус таълим вазирлиги белгилайди.</w:t>
      </w:r>
    </w:p>
    <w:p w:rsidR="004613CA" w:rsidRPr="00D2511E" w:rsidRDefault="004613CA" w:rsidP="00D2511E">
      <w:pPr>
        <w:spacing w:after="0" w:line="240" w:lineRule="auto"/>
        <w:ind w:firstLine="851"/>
        <w:jc w:val="both"/>
        <w:textAlignment w:val="top"/>
        <w:rPr>
          <w:rFonts w:ascii="Times New Roman" w:hAnsi="Times New Roman"/>
          <w:color w:val="000000"/>
          <w:sz w:val="24"/>
          <w:szCs w:val="24"/>
          <w:bdr w:val="none" w:sz="0" w:space="0" w:color="auto" w:frame="1"/>
          <w:lang w:eastAsia="ru-RU"/>
        </w:rPr>
      </w:pPr>
      <w:bookmarkStart w:id="41" w:name="1399690"/>
      <w:bookmarkEnd w:id="41"/>
      <w:r w:rsidRPr="00D2511E">
        <w:rPr>
          <w:rFonts w:ascii="Times New Roman" w:hAnsi="Times New Roman"/>
          <w:color w:val="000000"/>
          <w:sz w:val="24"/>
          <w:szCs w:val="24"/>
          <w:bdr w:val="none" w:sz="0" w:space="0" w:color="auto" w:frame="1"/>
          <w:lang w:eastAsia="ru-RU"/>
        </w:rPr>
        <w:t>Ўзбекистон Республикаси Президентининг давлат стипендияларига талабгорлар ушбу фанлар бўйича билим даражасини аниқлаш учун Ўзбекистон Республикаси Вазирлар Маҳкамаси ҳузуридаги Давлат тест марказида махсус тест синовидан ўтадилар. Марказ якуний ведомостларни тест синовлари натижалари билан бирга Ўзбекистон Республикаси Олий ва ўрта махсус таълим вазирлигига топширади.</w:t>
      </w:r>
    </w:p>
    <w:p w:rsidR="004613CA" w:rsidRPr="00D2511E" w:rsidRDefault="004613CA" w:rsidP="00D2511E">
      <w:pPr>
        <w:spacing w:after="0" w:line="240" w:lineRule="auto"/>
        <w:ind w:firstLine="851"/>
        <w:jc w:val="both"/>
        <w:textAlignment w:val="top"/>
        <w:rPr>
          <w:rFonts w:ascii="Times New Roman" w:hAnsi="Times New Roman"/>
          <w:color w:val="000000"/>
          <w:sz w:val="24"/>
          <w:szCs w:val="24"/>
          <w:bdr w:val="none" w:sz="0" w:space="0" w:color="auto" w:frame="1"/>
          <w:lang w:eastAsia="ru-RU"/>
        </w:rPr>
      </w:pPr>
      <w:bookmarkStart w:id="42" w:name="1399691"/>
      <w:bookmarkEnd w:id="42"/>
      <w:r w:rsidRPr="00D2511E">
        <w:rPr>
          <w:rFonts w:ascii="Times New Roman" w:hAnsi="Times New Roman"/>
          <w:color w:val="000000"/>
          <w:sz w:val="24"/>
          <w:szCs w:val="24"/>
          <w:bdr w:val="none" w:sz="0" w:space="0" w:color="auto" w:frame="1"/>
          <w:lang w:eastAsia="ru-RU"/>
        </w:rPr>
        <w:t>4. Ўзбекистон Республикаси Президентининг давлат стипендияларини тайинлаш учун аспирантлар номзодларини кўрсатадиган давлат олий таълим ва илмий-тадқиқот муассасалари, етакчи мутахассисларни жалб этган ҳолда, талабгорлар ишларининг долзарблигини, уларнинг шахсий ҳиссасини, ўтказилган тадқиқотларнинг муҳимлигини олдиндан экспертизадан ўтказадилар, диссертация тадқиқотлари мавзуси бўйича аспирантлар илмий ахборотларининг оммавий муҳокамасини ташкил қиладилар, уларнинг умумий илмий тайёргарлигини, диссертациянинг тайёрлик даражасини, талабгорларнинг маънавий-ахлоқий сифатларини баҳолайдилар ва ҳар бир номзод бўйича асосланган хулоса қабул қиладилар.</w:t>
      </w:r>
    </w:p>
    <w:p w:rsidR="004613CA" w:rsidRPr="00D2511E" w:rsidRDefault="004613CA" w:rsidP="00D2511E">
      <w:pPr>
        <w:spacing w:after="0" w:line="240" w:lineRule="auto"/>
        <w:ind w:firstLine="851"/>
        <w:jc w:val="both"/>
        <w:textAlignment w:val="top"/>
        <w:rPr>
          <w:rFonts w:ascii="Times New Roman" w:hAnsi="Times New Roman"/>
          <w:color w:val="000000"/>
          <w:sz w:val="24"/>
          <w:szCs w:val="24"/>
          <w:bdr w:val="none" w:sz="0" w:space="0" w:color="auto" w:frame="1"/>
          <w:lang w:eastAsia="ru-RU"/>
        </w:rPr>
      </w:pPr>
      <w:bookmarkStart w:id="43" w:name="1399692"/>
      <w:bookmarkEnd w:id="43"/>
      <w:r w:rsidRPr="00D2511E">
        <w:rPr>
          <w:rFonts w:ascii="Times New Roman" w:hAnsi="Times New Roman"/>
          <w:color w:val="000000"/>
          <w:sz w:val="24"/>
          <w:szCs w:val="24"/>
          <w:bdr w:val="none" w:sz="0" w:space="0" w:color="auto" w:frame="1"/>
          <w:lang w:eastAsia="ru-RU"/>
        </w:rPr>
        <w:t>5. Илмий-тадқиқот ишларининг муфассал аннотациялари икки нусхада, матнга тегишли кўргазмалар билан бирга дастлабки кўриб чиқиш учун давлат олий таълим ва илмий-тадқиқот муассасаси илмий кенгашига тақдим этилади.</w:t>
      </w:r>
    </w:p>
    <w:p w:rsidR="004613CA" w:rsidRPr="00D2511E" w:rsidRDefault="004613CA" w:rsidP="00D2511E">
      <w:pPr>
        <w:spacing w:after="0" w:line="240" w:lineRule="auto"/>
        <w:ind w:firstLine="851"/>
        <w:jc w:val="both"/>
        <w:textAlignment w:val="top"/>
        <w:rPr>
          <w:rFonts w:ascii="Times New Roman" w:hAnsi="Times New Roman"/>
          <w:color w:val="000000"/>
          <w:sz w:val="24"/>
          <w:szCs w:val="24"/>
          <w:bdr w:val="none" w:sz="0" w:space="0" w:color="auto" w:frame="1"/>
          <w:lang w:eastAsia="ru-RU"/>
        </w:rPr>
      </w:pPr>
      <w:bookmarkStart w:id="44" w:name="1399693"/>
      <w:bookmarkEnd w:id="44"/>
      <w:r w:rsidRPr="00D2511E">
        <w:rPr>
          <w:rFonts w:ascii="Times New Roman" w:hAnsi="Times New Roman"/>
          <w:color w:val="000000"/>
          <w:sz w:val="24"/>
          <w:szCs w:val="24"/>
          <w:bdr w:val="none" w:sz="0" w:space="0" w:color="auto" w:frame="1"/>
          <w:lang w:eastAsia="ru-RU"/>
        </w:rPr>
        <w:t>Ишга қуйидагилар илова қилинади:</w:t>
      </w:r>
    </w:p>
    <w:p w:rsidR="004613CA" w:rsidRPr="00D2511E" w:rsidRDefault="004613CA" w:rsidP="00D2511E">
      <w:pPr>
        <w:spacing w:after="0" w:line="240" w:lineRule="auto"/>
        <w:ind w:firstLine="851"/>
        <w:jc w:val="both"/>
        <w:textAlignment w:val="top"/>
        <w:rPr>
          <w:rFonts w:ascii="Times New Roman" w:hAnsi="Times New Roman"/>
          <w:color w:val="000000"/>
          <w:sz w:val="24"/>
          <w:szCs w:val="24"/>
          <w:bdr w:val="none" w:sz="0" w:space="0" w:color="auto" w:frame="1"/>
          <w:lang w:eastAsia="ru-RU"/>
        </w:rPr>
      </w:pPr>
      <w:bookmarkStart w:id="45" w:name="1399694"/>
      <w:bookmarkEnd w:id="45"/>
      <w:r w:rsidRPr="00D2511E">
        <w:rPr>
          <w:rFonts w:ascii="Times New Roman" w:hAnsi="Times New Roman"/>
          <w:color w:val="000000"/>
          <w:sz w:val="24"/>
          <w:szCs w:val="24"/>
          <w:bdr w:val="none" w:sz="0" w:space="0" w:color="auto" w:frame="1"/>
          <w:lang w:eastAsia="ru-RU"/>
        </w:rPr>
        <w:t>мазкур соҳа етакчи мутахассисларининг фикр-мулоҳазалари;</w:t>
      </w:r>
    </w:p>
    <w:p w:rsidR="004613CA" w:rsidRPr="00D2511E" w:rsidRDefault="004613CA" w:rsidP="00D2511E">
      <w:pPr>
        <w:spacing w:after="0" w:line="240" w:lineRule="auto"/>
        <w:ind w:firstLine="851"/>
        <w:jc w:val="both"/>
        <w:textAlignment w:val="top"/>
        <w:rPr>
          <w:rFonts w:ascii="Times New Roman" w:hAnsi="Times New Roman"/>
          <w:color w:val="000000"/>
          <w:sz w:val="24"/>
          <w:szCs w:val="24"/>
          <w:bdr w:val="none" w:sz="0" w:space="0" w:color="auto" w:frame="1"/>
          <w:lang w:eastAsia="ru-RU"/>
        </w:rPr>
      </w:pPr>
      <w:bookmarkStart w:id="46" w:name="1399695"/>
      <w:bookmarkEnd w:id="46"/>
      <w:r w:rsidRPr="00D2511E">
        <w:rPr>
          <w:rFonts w:ascii="Times New Roman" w:hAnsi="Times New Roman"/>
          <w:color w:val="000000"/>
          <w:sz w:val="24"/>
          <w:szCs w:val="24"/>
          <w:bdr w:val="none" w:sz="0" w:space="0" w:color="auto" w:frame="1"/>
          <w:lang w:eastAsia="ru-RU"/>
        </w:rPr>
        <w:t>илмий ишлар рўйхати;</w:t>
      </w:r>
    </w:p>
    <w:p w:rsidR="004613CA" w:rsidRPr="00D2511E" w:rsidRDefault="004613CA" w:rsidP="00D2511E">
      <w:pPr>
        <w:spacing w:after="0" w:line="240" w:lineRule="auto"/>
        <w:ind w:firstLine="851"/>
        <w:jc w:val="both"/>
        <w:textAlignment w:val="top"/>
        <w:rPr>
          <w:rFonts w:ascii="Times New Roman" w:hAnsi="Times New Roman"/>
          <w:color w:val="000000"/>
          <w:sz w:val="24"/>
          <w:szCs w:val="24"/>
          <w:bdr w:val="none" w:sz="0" w:space="0" w:color="auto" w:frame="1"/>
          <w:lang w:eastAsia="ru-RU"/>
        </w:rPr>
      </w:pPr>
      <w:bookmarkStart w:id="47" w:name="1399696"/>
      <w:bookmarkEnd w:id="47"/>
      <w:r w:rsidRPr="00D2511E">
        <w:rPr>
          <w:rFonts w:ascii="Times New Roman" w:hAnsi="Times New Roman"/>
          <w:color w:val="000000"/>
          <w:sz w:val="24"/>
          <w:szCs w:val="24"/>
          <w:bdr w:val="none" w:sz="0" w:space="0" w:color="auto" w:frame="1"/>
          <w:lang w:eastAsia="ru-RU"/>
        </w:rPr>
        <w:t>илмий мақолаларнинг босма нусхаси, муаллифлик гувоҳномаларининг нусхалари, илмий иш натижаларидан фойдаланиш ҳақидаги далолатномалар.</w:t>
      </w:r>
    </w:p>
    <w:p w:rsidR="004613CA" w:rsidRPr="00D2511E" w:rsidRDefault="004613CA" w:rsidP="00D2511E">
      <w:pPr>
        <w:spacing w:after="0" w:line="240" w:lineRule="auto"/>
        <w:ind w:firstLine="851"/>
        <w:jc w:val="both"/>
        <w:textAlignment w:val="top"/>
        <w:rPr>
          <w:rFonts w:ascii="Times New Roman" w:hAnsi="Times New Roman"/>
          <w:color w:val="000000"/>
          <w:sz w:val="24"/>
          <w:szCs w:val="24"/>
          <w:bdr w:val="none" w:sz="0" w:space="0" w:color="auto" w:frame="1"/>
          <w:lang w:eastAsia="ru-RU"/>
        </w:rPr>
      </w:pPr>
      <w:bookmarkStart w:id="48" w:name="1399697"/>
      <w:bookmarkEnd w:id="48"/>
      <w:r w:rsidRPr="00D2511E">
        <w:rPr>
          <w:rFonts w:ascii="Times New Roman" w:hAnsi="Times New Roman"/>
          <w:color w:val="000000"/>
          <w:sz w:val="24"/>
          <w:szCs w:val="24"/>
          <w:bdr w:val="none" w:sz="0" w:space="0" w:color="auto" w:frame="1"/>
          <w:lang w:eastAsia="ru-RU"/>
        </w:rPr>
        <w:t>Ишнинг (аннотациянинг) ҳар бир нусхаси юқорида санаб ўтилган ҳужжатлар билан бирга муқоваланган ёки жилдга жойланган бўлиши керак. Муқовада ёки жилдда ишни тақдим қилган муассасанинг номи, талабгорнинг исми, фамилияси ва отасининг исми, ишнинг номи кўрсатилади.</w:t>
      </w:r>
    </w:p>
    <w:p w:rsidR="004613CA" w:rsidRPr="00D2511E" w:rsidRDefault="004613CA" w:rsidP="00D2511E">
      <w:pPr>
        <w:spacing w:after="0" w:line="240" w:lineRule="auto"/>
        <w:ind w:firstLine="851"/>
        <w:jc w:val="both"/>
        <w:textAlignment w:val="top"/>
        <w:rPr>
          <w:rFonts w:ascii="Times New Roman" w:hAnsi="Times New Roman"/>
          <w:color w:val="000000"/>
          <w:sz w:val="24"/>
          <w:szCs w:val="24"/>
          <w:bdr w:val="none" w:sz="0" w:space="0" w:color="auto" w:frame="1"/>
          <w:lang w:eastAsia="ru-RU"/>
        </w:rPr>
      </w:pPr>
      <w:bookmarkStart w:id="49" w:name="1399698"/>
      <w:bookmarkEnd w:id="49"/>
      <w:r w:rsidRPr="00D2511E">
        <w:rPr>
          <w:rFonts w:ascii="Times New Roman" w:hAnsi="Times New Roman"/>
          <w:color w:val="000000"/>
          <w:sz w:val="24"/>
          <w:szCs w:val="24"/>
          <w:bdr w:val="none" w:sz="0" w:space="0" w:color="auto" w:frame="1"/>
          <w:lang w:eastAsia="ru-RU"/>
        </w:rPr>
        <w:t>Бошқа ҳужжатлар, қўшимча чизмалар, схемалар, хариталар, альбомлар, суратлар ва шу кабилар бир нусхада тақдим этилади.</w:t>
      </w:r>
    </w:p>
    <w:p w:rsidR="004613CA" w:rsidRPr="00D2511E" w:rsidRDefault="004613CA" w:rsidP="00D2511E">
      <w:pPr>
        <w:spacing w:after="0" w:line="240" w:lineRule="auto"/>
        <w:ind w:firstLine="851"/>
        <w:jc w:val="both"/>
        <w:textAlignment w:val="top"/>
        <w:rPr>
          <w:rFonts w:ascii="Times New Roman" w:hAnsi="Times New Roman"/>
          <w:color w:val="000000"/>
          <w:sz w:val="24"/>
          <w:szCs w:val="24"/>
          <w:bdr w:val="none" w:sz="0" w:space="0" w:color="auto" w:frame="1"/>
          <w:lang w:eastAsia="ru-RU"/>
        </w:rPr>
      </w:pPr>
      <w:bookmarkStart w:id="50" w:name="1399699"/>
      <w:bookmarkEnd w:id="50"/>
      <w:r w:rsidRPr="00D2511E">
        <w:rPr>
          <w:rFonts w:ascii="Times New Roman" w:hAnsi="Times New Roman"/>
          <w:color w:val="000000"/>
          <w:sz w:val="24"/>
          <w:szCs w:val="24"/>
          <w:bdr w:val="none" w:sz="0" w:space="0" w:color="auto" w:frame="1"/>
          <w:lang w:eastAsia="ru-RU"/>
        </w:rPr>
        <w:t>6. Илмий кенгашлар яширин овоз бериш орқали, оддий кўпчилик овоз билан қарор қабул қиладилар.</w:t>
      </w:r>
    </w:p>
    <w:p w:rsidR="004613CA" w:rsidRPr="00D2511E" w:rsidRDefault="004613CA" w:rsidP="00D2511E">
      <w:pPr>
        <w:spacing w:after="0" w:line="240" w:lineRule="auto"/>
        <w:ind w:firstLine="851"/>
        <w:jc w:val="both"/>
        <w:textAlignment w:val="top"/>
        <w:rPr>
          <w:rFonts w:ascii="Times New Roman" w:hAnsi="Times New Roman"/>
          <w:color w:val="000000"/>
          <w:sz w:val="24"/>
          <w:szCs w:val="24"/>
          <w:bdr w:val="none" w:sz="0" w:space="0" w:color="auto" w:frame="1"/>
          <w:lang w:eastAsia="ru-RU"/>
        </w:rPr>
      </w:pPr>
      <w:bookmarkStart w:id="51" w:name="1399700"/>
      <w:bookmarkEnd w:id="51"/>
      <w:r w:rsidRPr="00D2511E">
        <w:rPr>
          <w:rFonts w:ascii="Times New Roman" w:hAnsi="Times New Roman"/>
          <w:color w:val="000000"/>
          <w:sz w:val="24"/>
          <w:szCs w:val="24"/>
          <w:bdr w:val="none" w:sz="0" w:space="0" w:color="auto" w:frame="1"/>
          <w:lang w:eastAsia="ru-RU"/>
        </w:rPr>
        <w:t>Илмий кенгашларнинг қарорлари вазирликлар ва идоралар учун Ўзбекистон Республикаси Олий ва ўрта махсус таълим вазирлигига Ўзбекистон Республикаси Президентининг давлат стипендияларини тайинлаш ҳақида тавсияномалар жўнатиш учун асос ҳисобланади.</w:t>
      </w:r>
    </w:p>
    <w:p w:rsidR="004613CA" w:rsidRPr="00D2511E" w:rsidRDefault="004613CA" w:rsidP="00D2511E">
      <w:pPr>
        <w:spacing w:after="0" w:line="240" w:lineRule="auto"/>
        <w:ind w:firstLine="851"/>
        <w:jc w:val="both"/>
        <w:textAlignment w:val="top"/>
        <w:rPr>
          <w:rFonts w:ascii="Times New Roman" w:hAnsi="Times New Roman"/>
          <w:color w:val="000000"/>
          <w:sz w:val="24"/>
          <w:szCs w:val="24"/>
          <w:bdr w:val="none" w:sz="0" w:space="0" w:color="auto" w:frame="1"/>
          <w:lang w:eastAsia="ru-RU"/>
        </w:rPr>
      </w:pPr>
      <w:bookmarkStart w:id="52" w:name="1399701"/>
      <w:bookmarkEnd w:id="52"/>
      <w:r w:rsidRPr="00D2511E">
        <w:rPr>
          <w:rFonts w:ascii="Times New Roman" w:hAnsi="Times New Roman"/>
          <w:color w:val="000000"/>
          <w:sz w:val="24"/>
          <w:szCs w:val="24"/>
          <w:bdr w:val="none" w:sz="0" w:space="0" w:color="auto" w:frame="1"/>
          <w:lang w:eastAsia="ru-RU"/>
        </w:rPr>
        <w:t>7. Ўзбекистон Республикаси Олий ва ўрта махсус таълим вазирлиги вазирликлар ва идораларнинг Ўзбекистон Республикаси Президентининг давлат стипендияларини тайинлаш тўғрисидаги тавсияларини ҳар йили бир марта — декабрь ойида кўриб чиқади ва улар бўйича қарор қабул қилади. Ҳужжатлар 1—31 октябрда қабул қилинади, ахборот технологиялари, хорижий тиллар, Ўзбекистон тарихи бўйича махсус тест синовлари 1—30 ноябрда ўтказилади.</w:t>
      </w:r>
    </w:p>
    <w:p w:rsidR="004613CA" w:rsidRPr="00D2511E" w:rsidRDefault="004613CA" w:rsidP="00D2511E">
      <w:pPr>
        <w:spacing w:after="0" w:line="240" w:lineRule="auto"/>
        <w:ind w:firstLine="851"/>
        <w:jc w:val="both"/>
        <w:textAlignment w:val="top"/>
        <w:rPr>
          <w:rFonts w:ascii="Times New Roman" w:hAnsi="Times New Roman"/>
          <w:color w:val="000000"/>
          <w:sz w:val="24"/>
          <w:szCs w:val="24"/>
          <w:bdr w:val="none" w:sz="0" w:space="0" w:color="auto" w:frame="1"/>
          <w:lang w:eastAsia="ru-RU"/>
        </w:rPr>
      </w:pPr>
      <w:bookmarkStart w:id="53" w:name="1399702"/>
      <w:bookmarkEnd w:id="53"/>
      <w:r w:rsidRPr="00D2511E">
        <w:rPr>
          <w:rFonts w:ascii="Times New Roman" w:hAnsi="Times New Roman"/>
          <w:color w:val="000000"/>
          <w:sz w:val="24"/>
          <w:szCs w:val="24"/>
          <w:bdr w:val="none" w:sz="0" w:space="0" w:color="auto" w:frame="1"/>
          <w:lang w:eastAsia="ru-RU"/>
        </w:rPr>
        <w:t>8. Аспирантларга Ўзбекистон Республикаси Президентининг давлат стипендияларини тайинлаш Ўзбекистон Республикаси Олий ва ўрта махсус таълим вазирлиги ҳайъати қарори асосида амалга оширилади.</w:t>
      </w:r>
    </w:p>
    <w:p w:rsidR="004613CA" w:rsidRPr="00D2511E" w:rsidRDefault="004613CA" w:rsidP="00D2511E">
      <w:pPr>
        <w:spacing w:after="0" w:line="240" w:lineRule="auto"/>
        <w:ind w:firstLine="851"/>
        <w:jc w:val="both"/>
        <w:textAlignment w:val="top"/>
        <w:rPr>
          <w:rFonts w:ascii="Times New Roman" w:hAnsi="Times New Roman"/>
          <w:color w:val="000000"/>
          <w:sz w:val="24"/>
          <w:szCs w:val="24"/>
          <w:bdr w:val="none" w:sz="0" w:space="0" w:color="auto" w:frame="1"/>
          <w:lang w:eastAsia="ru-RU"/>
        </w:rPr>
      </w:pPr>
      <w:bookmarkStart w:id="54" w:name="1399703"/>
      <w:bookmarkEnd w:id="54"/>
      <w:r w:rsidRPr="00D2511E">
        <w:rPr>
          <w:rFonts w:ascii="Times New Roman" w:hAnsi="Times New Roman"/>
          <w:color w:val="000000"/>
          <w:sz w:val="24"/>
          <w:szCs w:val="24"/>
          <w:bdr w:val="none" w:sz="0" w:space="0" w:color="auto" w:frame="1"/>
          <w:lang w:eastAsia="ru-RU"/>
        </w:rPr>
        <w:t>Стипендияларни тайинлашдан аввал талабгорларнинг махсус ва умумилмий тайёргарлик даражаси ҳамда маълумотларининг белгиланган мезонларга мувофиқлиги пухта экспертизадан ўтказилади.</w:t>
      </w:r>
    </w:p>
    <w:p w:rsidR="004613CA" w:rsidRPr="00D2511E" w:rsidRDefault="004613CA" w:rsidP="00D2511E">
      <w:pPr>
        <w:spacing w:after="0" w:line="240" w:lineRule="auto"/>
        <w:ind w:firstLine="851"/>
        <w:jc w:val="both"/>
        <w:textAlignment w:val="top"/>
        <w:rPr>
          <w:rFonts w:ascii="Times New Roman" w:hAnsi="Times New Roman"/>
          <w:color w:val="000000"/>
          <w:sz w:val="24"/>
          <w:szCs w:val="24"/>
          <w:bdr w:val="none" w:sz="0" w:space="0" w:color="auto" w:frame="1"/>
          <w:lang w:eastAsia="ru-RU"/>
        </w:rPr>
      </w:pPr>
      <w:bookmarkStart w:id="55" w:name="1399704"/>
      <w:bookmarkEnd w:id="55"/>
      <w:r w:rsidRPr="00D2511E">
        <w:rPr>
          <w:rFonts w:ascii="Times New Roman" w:hAnsi="Times New Roman"/>
          <w:color w:val="000000"/>
          <w:sz w:val="24"/>
          <w:szCs w:val="24"/>
          <w:bdr w:val="none" w:sz="0" w:space="0" w:color="auto" w:frame="1"/>
          <w:lang w:eastAsia="ru-RU"/>
        </w:rPr>
        <w:t>Шу мақсадда Ўзбекистон Республикаси Олий ва ўрта махсус таълим вазирлиги етакчи олимлар ва мутахассислардан иборат таркибда махсус танлов комиссияси тузади, унинг зиммасига Ўзбекистон Республикаси Президенти давлат стипендияларига талабгорлар ўртасида саралаш танлови ўтказиш юкланади.</w:t>
      </w:r>
    </w:p>
    <w:p w:rsidR="004613CA" w:rsidRPr="00D2511E" w:rsidRDefault="004613CA" w:rsidP="00D2511E">
      <w:pPr>
        <w:spacing w:after="0" w:line="240" w:lineRule="auto"/>
        <w:ind w:firstLine="851"/>
        <w:jc w:val="both"/>
        <w:textAlignment w:val="top"/>
        <w:rPr>
          <w:rFonts w:ascii="Times New Roman" w:hAnsi="Times New Roman"/>
          <w:color w:val="000000"/>
          <w:sz w:val="24"/>
          <w:szCs w:val="24"/>
          <w:bdr w:val="none" w:sz="0" w:space="0" w:color="auto" w:frame="1"/>
          <w:lang w:eastAsia="ru-RU"/>
        </w:rPr>
      </w:pPr>
      <w:bookmarkStart w:id="56" w:name="1399705"/>
      <w:bookmarkEnd w:id="56"/>
      <w:r w:rsidRPr="00D2511E">
        <w:rPr>
          <w:rFonts w:ascii="Times New Roman" w:hAnsi="Times New Roman"/>
          <w:color w:val="000000"/>
          <w:sz w:val="24"/>
          <w:szCs w:val="24"/>
          <w:bdr w:val="none" w:sz="0" w:space="0" w:color="auto" w:frame="1"/>
          <w:lang w:eastAsia="ru-RU"/>
        </w:rPr>
        <w:t>9. Ўзбекистон Республикаси Олий ва ўрта махсус таълим вазирлигининг танлов комиссияси талабгорларнинг якуний танловини яширин овоз бериш йўли билан ўтказади ва агар ҳар бир ишга овоз беришда қатнашган комиссия аъзоларининг камида учдан икки қисми маъқуллаб овоз берса номзод аспирантларни Ўзбекистон Республикаси Президентининг давлат стипендияларини тайинлаш учун тавсия қилади.</w:t>
      </w:r>
    </w:p>
    <w:p w:rsidR="004613CA" w:rsidRPr="00D2511E" w:rsidRDefault="004613CA" w:rsidP="00D2511E">
      <w:pPr>
        <w:spacing w:after="0" w:line="240" w:lineRule="auto"/>
        <w:ind w:firstLine="851"/>
        <w:jc w:val="both"/>
        <w:textAlignment w:val="top"/>
        <w:rPr>
          <w:rFonts w:ascii="Times New Roman" w:hAnsi="Times New Roman"/>
          <w:color w:val="000000"/>
          <w:sz w:val="24"/>
          <w:szCs w:val="24"/>
          <w:bdr w:val="none" w:sz="0" w:space="0" w:color="auto" w:frame="1"/>
          <w:lang w:eastAsia="ru-RU"/>
        </w:rPr>
      </w:pPr>
      <w:bookmarkStart w:id="57" w:name="1399706"/>
      <w:bookmarkEnd w:id="57"/>
      <w:r w:rsidRPr="00D2511E">
        <w:rPr>
          <w:rFonts w:ascii="Times New Roman" w:hAnsi="Times New Roman"/>
          <w:color w:val="000000"/>
          <w:sz w:val="24"/>
          <w:szCs w:val="24"/>
          <w:bdr w:val="none" w:sz="0" w:space="0" w:color="auto" w:frame="1"/>
          <w:lang w:eastAsia="ru-RU"/>
        </w:rPr>
        <w:t>Овоз беришдан сўнг талабгорлар сони белгиланган ўринлар квотасидан кўп бўлган тақдирда устунлик энг кўп овоз олган талабгорларга берилади.</w:t>
      </w:r>
    </w:p>
    <w:p w:rsidR="004613CA" w:rsidRPr="00D2511E" w:rsidRDefault="004613CA" w:rsidP="00D2511E">
      <w:pPr>
        <w:spacing w:after="0" w:line="240" w:lineRule="auto"/>
        <w:ind w:firstLine="851"/>
        <w:jc w:val="both"/>
        <w:textAlignment w:val="top"/>
        <w:rPr>
          <w:rFonts w:ascii="Times New Roman" w:hAnsi="Times New Roman"/>
          <w:color w:val="000000"/>
          <w:sz w:val="24"/>
          <w:szCs w:val="24"/>
          <w:bdr w:val="none" w:sz="0" w:space="0" w:color="auto" w:frame="1"/>
          <w:lang w:eastAsia="ru-RU"/>
        </w:rPr>
      </w:pPr>
      <w:bookmarkStart w:id="58" w:name="1399707"/>
      <w:bookmarkEnd w:id="58"/>
      <w:r w:rsidRPr="00D2511E">
        <w:rPr>
          <w:rFonts w:ascii="Times New Roman" w:hAnsi="Times New Roman"/>
          <w:color w:val="000000"/>
          <w:sz w:val="24"/>
          <w:szCs w:val="24"/>
          <w:bdr w:val="none" w:sz="0" w:space="0" w:color="auto" w:frame="1"/>
          <w:lang w:eastAsia="ru-RU"/>
        </w:rPr>
        <w:t>Танлов комиссиясининг қарори Ўзбекистон Республикаси Олий ва ўрта махсус таълим вазирлиги томонидан тасдиқлангандан сўнг кучга киради.</w:t>
      </w:r>
    </w:p>
    <w:p w:rsidR="004613CA" w:rsidRPr="00D2511E" w:rsidRDefault="004613CA" w:rsidP="00D2511E">
      <w:pPr>
        <w:spacing w:after="0" w:line="240" w:lineRule="auto"/>
        <w:ind w:firstLine="851"/>
        <w:jc w:val="both"/>
        <w:textAlignment w:val="top"/>
        <w:rPr>
          <w:rFonts w:ascii="Times New Roman" w:hAnsi="Times New Roman"/>
          <w:color w:val="000000"/>
          <w:sz w:val="24"/>
          <w:szCs w:val="24"/>
          <w:bdr w:val="none" w:sz="0" w:space="0" w:color="auto" w:frame="1"/>
          <w:lang w:eastAsia="ru-RU"/>
        </w:rPr>
      </w:pPr>
      <w:bookmarkStart w:id="59" w:name="1399708"/>
      <w:bookmarkEnd w:id="59"/>
      <w:r w:rsidRPr="00D2511E">
        <w:rPr>
          <w:rFonts w:ascii="Times New Roman" w:hAnsi="Times New Roman"/>
          <w:color w:val="000000"/>
          <w:sz w:val="24"/>
          <w:szCs w:val="24"/>
          <w:bdr w:val="none" w:sz="0" w:space="0" w:color="auto" w:frame="1"/>
          <w:lang w:eastAsia="ru-RU"/>
        </w:rPr>
        <w:t>10. Ўзбекистон Республикаси Олий ва ўрта махсус таълим вазирлигининг қарори давлат олий таълим ва илмий-тадқиқот муассасалари учун аспирантларга Ўзбекистон Республикаси Президентининг давлат стипендияларини тайинлаш ва тўлаш ҳақидаги буйруқларни расмийлаштиришда асос бўлади.</w:t>
      </w:r>
    </w:p>
    <w:p w:rsidR="004613CA" w:rsidRPr="00D2511E" w:rsidRDefault="004613CA" w:rsidP="00D2511E">
      <w:pPr>
        <w:spacing w:after="0" w:line="240" w:lineRule="auto"/>
        <w:ind w:firstLine="851"/>
        <w:jc w:val="both"/>
        <w:textAlignment w:val="top"/>
        <w:rPr>
          <w:rFonts w:ascii="Times New Roman" w:hAnsi="Times New Roman"/>
          <w:color w:val="000000"/>
          <w:sz w:val="24"/>
          <w:szCs w:val="24"/>
          <w:bdr w:val="none" w:sz="0" w:space="0" w:color="auto" w:frame="1"/>
          <w:lang w:eastAsia="ru-RU"/>
        </w:rPr>
      </w:pPr>
      <w:bookmarkStart w:id="60" w:name="1399709"/>
      <w:bookmarkEnd w:id="60"/>
      <w:r w:rsidRPr="00D2511E">
        <w:rPr>
          <w:rFonts w:ascii="Times New Roman" w:hAnsi="Times New Roman"/>
          <w:color w:val="000000"/>
          <w:sz w:val="24"/>
          <w:szCs w:val="24"/>
          <w:bdr w:val="none" w:sz="0" w:space="0" w:color="auto" w:frame="1"/>
          <w:lang w:eastAsia="ru-RU"/>
        </w:rPr>
        <w:t>Стипендиялар ҳар йили аспирантнинг аспирантуранинг охирги курсидаги ўқиш даври учун, белгиланган миқдорга қатъий мувофиқ ҳолда тайинланади.</w:t>
      </w:r>
    </w:p>
    <w:p w:rsidR="004613CA" w:rsidRPr="00D2511E" w:rsidRDefault="004613CA" w:rsidP="00D2511E">
      <w:pPr>
        <w:spacing w:after="0" w:line="240" w:lineRule="auto"/>
        <w:ind w:firstLine="851"/>
        <w:jc w:val="both"/>
        <w:textAlignment w:val="top"/>
        <w:rPr>
          <w:rFonts w:ascii="Times New Roman" w:hAnsi="Times New Roman"/>
          <w:color w:val="000000"/>
          <w:sz w:val="24"/>
          <w:szCs w:val="24"/>
          <w:bdr w:val="none" w:sz="0" w:space="0" w:color="auto" w:frame="1"/>
          <w:lang w:eastAsia="ru-RU"/>
        </w:rPr>
      </w:pPr>
      <w:bookmarkStart w:id="61" w:name="1399710"/>
      <w:bookmarkEnd w:id="61"/>
      <w:r w:rsidRPr="00D2511E">
        <w:rPr>
          <w:rFonts w:ascii="Times New Roman" w:hAnsi="Times New Roman"/>
          <w:color w:val="000000"/>
          <w:sz w:val="24"/>
          <w:szCs w:val="24"/>
          <w:bdr w:val="none" w:sz="0" w:space="0" w:color="auto" w:frame="1"/>
          <w:lang w:eastAsia="ru-RU"/>
        </w:rPr>
        <w:t>11. Ўзбекистон Республикаси Президентининг давлат стипендиялари соҳиби бўлган аспирантларга «Президент стипендиясининг соҳиби» гувоҳномалари берилади. Гувоҳномалар Ўзбекистон Республикаси Олий ва ўрта махсус таълим вазирлиги ҳайъати мажлисида тантанали вазиятда топширилади.</w:t>
      </w:r>
    </w:p>
    <w:p w:rsidR="004613CA" w:rsidRPr="00D2511E" w:rsidRDefault="004613CA" w:rsidP="00D2511E">
      <w:pPr>
        <w:spacing w:after="0" w:line="240" w:lineRule="auto"/>
        <w:ind w:firstLine="851"/>
        <w:jc w:val="both"/>
        <w:textAlignment w:val="top"/>
        <w:rPr>
          <w:rFonts w:ascii="Times New Roman" w:hAnsi="Times New Roman"/>
          <w:color w:val="000000"/>
          <w:sz w:val="24"/>
          <w:szCs w:val="24"/>
          <w:bdr w:val="none" w:sz="0" w:space="0" w:color="auto" w:frame="1"/>
          <w:lang w:eastAsia="ru-RU"/>
        </w:rPr>
      </w:pPr>
      <w:bookmarkStart w:id="62" w:name="1399711"/>
      <w:bookmarkEnd w:id="62"/>
      <w:r w:rsidRPr="00D2511E">
        <w:rPr>
          <w:rFonts w:ascii="Times New Roman" w:hAnsi="Times New Roman"/>
          <w:color w:val="000000"/>
          <w:sz w:val="24"/>
          <w:szCs w:val="24"/>
          <w:bdr w:val="none" w:sz="0" w:space="0" w:color="auto" w:frame="1"/>
          <w:lang w:eastAsia="ru-RU"/>
        </w:rPr>
        <w:t>12. Ўзбекистон Республикаси Президентининг давлат стипендиялари соҳиби бўлган аспирантлар аспирантурани тамомлаганларидан сўнг уч йил мобайнида Ўзбекистон Республикаси Президенти «Истеъдод» жамғармаси орқали тажриба орттириш учун хорижга жўнатилиш ҳуқуқини сақлаб қоладилар.</w:t>
      </w:r>
    </w:p>
    <w:p w:rsidR="004613CA" w:rsidRPr="00D2511E" w:rsidRDefault="004613CA" w:rsidP="00D2511E">
      <w:pPr>
        <w:spacing w:after="0" w:line="240" w:lineRule="auto"/>
        <w:ind w:firstLine="851"/>
        <w:jc w:val="both"/>
        <w:textAlignment w:val="top"/>
        <w:rPr>
          <w:rFonts w:ascii="Times New Roman" w:hAnsi="Times New Roman"/>
          <w:color w:val="000000"/>
          <w:sz w:val="24"/>
          <w:szCs w:val="24"/>
          <w:bdr w:val="none" w:sz="0" w:space="0" w:color="auto" w:frame="1"/>
          <w:lang w:eastAsia="ru-RU"/>
        </w:rPr>
      </w:pPr>
      <w:bookmarkStart w:id="63" w:name="1399712"/>
      <w:bookmarkEnd w:id="63"/>
      <w:r w:rsidRPr="00D2511E">
        <w:rPr>
          <w:rFonts w:ascii="Times New Roman" w:hAnsi="Times New Roman"/>
          <w:color w:val="000000"/>
          <w:sz w:val="24"/>
          <w:szCs w:val="24"/>
          <w:bdr w:val="none" w:sz="0" w:space="0" w:color="auto" w:frame="1"/>
          <w:lang w:eastAsia="ru-RU"/>
        </w:rPr>
        <w:t>13. Шахсий режаларни бажармаган ва илмий одоб-ахлоққа риоя қилмаган аспирантлар тасарруфида аспирант ўқиётган олий таълим ва илмий-тадқиқот муассасалари бўлган вазирликлар ва идораларнинг тақдимига биноан Ўзбекистон Республикаси Олий ва ўрта махсус таълим вазирлиги ҳайъати қарори билан Ўзбекистон Республикаси Президентининг давлат стипендияларидан маҳрум қилиниши мумкин.</w:t>
      </w:r>
    </w:p>
    <w:p w:rsidR="004613CA" w:rsidRPr="00D2511E" w:rsidRDefault="004613CA" w:rsidP="00D2511E">
      <w:pPr>
        <w:spacing w:after="0" w:line="240" w:lineRule="auto"/>
        <w:ind w:firstLine="851"/>
        <w:jc w:val="both"/>
        <w:textAlignment w:val="top"/>
        <w:rPr>
          <w:rFonts w:ascii="Times New Roman" w:hAnsi="Times New Roman"/>
          <w:color w:val="000000"/>
          <w:sz w:val="24"/>
          <w:szCs w:val="24"/>
          <w:bdr w:val="none" w:sz="0" w:space="0" w:color="auto" w:frame="1"/>
          <w:lang w:eastAsia="ru-RU"/>
        </w:rPr>
      </w:pPr>
      <w:bookmarkStart w:id="64" w:name="1399713"/>
      <w:bookmarkEnd w:id="64"/>
      <w:r w:rsidRPr="00D2511E">
        <w:rPr>
          <w:rFonts w:ascii="Times New Roman" w:hAnsi="Times New Roman"/>
          <w:color w:val="000000"/>
          <w:sz w:val="24"/>
          <w:szCs w:val="24"/>
          <w:bdr w:val="none" w:sz="0" w:space="0" w:color="auto" w:frame="1"/>
          <w:lang w:eastAsia="ru-RU"/>
        </w:rPr>
        <w:t>14. Баҳсли масалалар, ариза ва шикоятлар қонун ҳужжатларида белгиланган тартибда кўриб чиқилади.</w:t>
      </w:r>
    </w:p>
    <w:p w:rsidR="004613CA" w:rsidRDefault="004613CA" w:rsidP="00D2511E">
      <w:pPr>
        <w:spacing w:line="240" w:lineRule="auto"/>
        <w:jc w:val="center"/>
        <w:textAlignment w:val="top"/>
        <w:rPr>
          <w:rFonts w:ascii="Times New Roman" w:hAnsi="Times New Roman"/>
          <w:color w:val="000080"/>
          <w:bdr w:val="none" w:sz="0" w:space="0" w:color="auto" w:frame="1"/>
          <w:lang w:val="uz-Cyrl-UZ" w:eastAsia="ru-RU"/>
        </w:rPr>
      </w:pPr>
      <w:bookmarkStart w:id="65" w:name="1399719"/>
      <w:bookmarkStart w:id="66" w:name="1399720"/>
      <w:bookmarkEnd w:id="65"/>
      <w:bookmarkEnd w:id="66"/>
    </w:p>
    <w:p w:rsidR="004613CA" w:rsidRDefault="004613CA" w:rsidP="00D2511E">
      <w:pPr>
        <w:spacing w:line="240" w:lineRule="auto"/>
        <w:jc w:val="center"/>
        <w:textAlignment w:val="top"/>
        <w:rPr>
          <w:rFonts w:ascii="Times New Roman" w:hAnsi="Times New Roman"/>
          <w:color w:val="000080"/>
          <w:bdr w:val="none" w:sz="0" w:space="0" w:color="auto" w:frame="1"/>
          <w:lang w:val="uz-Cyrl-UZ" w:eastAsia="ru-RU"/>
        </w:rPr>
      </w:pPr>
    </w:p>
    <w:p w:rsidR="004613CA" w:rsidRDefault="004613CA" w:rsidP="00D2511E">
      <w:pPr>
        <w:spacing w:line="240" w:lineRule="auto"/>
        <w:jc w:val="center"/>
        <w:textAlignment w:val="top"/>
        <w:rPr>
          <w:rFonts w:ascii="Times New Roman" w:hAnsi="Times New Roman"/>
          <w:color w:val="000080"/>
          <w:bdr w:val="none" w:sz="0" w:space="0" w:color="auto" w:frame="1"/>
          <w:lang w:val="uz-Cyrl-UZ" w:eastAsia="ru-RU"/>
        </w:rPr>
      </w:pPr>
    </w:p>
    <w:p w:rsidR="004613CA" w:rsidRDefault="004613CA" w:rsidP="00D2511E">
      <w:pPr>
        <w:spacing w:line="240" w:lineRule="auto"/>
        <w:jc w:val="center"/>
        <w:textAlignment w:val="top"/>
        <w:rPr>
          <w:rFonts w:ascii="Times New Roman" w:hAnsi="Times New Roman"/>
          <w:color w:val="000080"/>
          <w:bdr w:val="none" w:sz="0" w:space="0" w:color="auto" w:frame="1"/>
          <w:lang w:val="uz-Cyrl-UZ" w:eastAsia="ru-RU"/>
        </w:rPr>
      </w:pPr>
    </w:p>
    <w:p w:rsidR="004613CA" w:rsidRDefault="004613CA" w:rsidP="00D2511E">
      <w:pPr>
        <w:spacing w:line="240" w:lineRule="auto"/>
        <w:jc w:val="center"/>
        <w:textAlignment w:val="top"/>
        <w:rPr>
          <w:rFonts w:ascii="Times New Roman" w:hAnsi="Times New Roman"/>
          <w:color w:val="000080"/>
          <w:bdr w:val="none" w:sz="0" w:space="0" w:color="auto" w:frame="1"/>
          <w:lang w:val="uz-Cyrl-UZ" w:eastAsia="ru-RU"/>
        </w:rPr>
      </w:pPr>
    </w:p>
    <w:p w:rsidR="004613CA" w:rsidRDefault="004613CA" w:rsidP="00D2511E">
      <w:pPr>
        <w:spacing w:line="240" w:lineRule="auto"/>
        <w:jc w:val="center"/>
        <w:textAlignment w:val="top"/>
        <w:rPr>
          <w:rFonts w:ascii="Times New Roman" w:hAnsi="Times New Roman"/>
          <w:color w:val="000080"/>
          <w:bdr w:val="none" w:sz="0" w:space="0" w:color="auto" w:frame="1"/>
          <w:lang w:val="uz-Cyrl-UZ" w:eastAsia="ru-RU"/>
        </w:rPr>
      </w:pPr>
    </w:p>
    <w:p w:rsidR="004613CA" w:rsidRDefault="004613CA" w:rsidP="00D2511E">
      <w:pPr>
        <w:spacing w:line="240" w:lineRule="auto"/>
        <w:jc w:val="center"/>
        <w:textAlignment w:val="top"/>
        <w:rPr>
          <w:rFonts w:ascii="Times New Roman" w:hAnsi="Times New Roman"/>
          <w:color w:val="000080"/>
          <w:bdr w:val="none" w:sz="0" w:space="0" w:color="auto" w:frame="1"/>
          <w:lang w:val="uz-Cyrl-UZ" w:eastAsia="ru-RU"/>
        </w:rPr>
      </w:pPr>
    </w:p>
    <w:p w:rsidR="004613CA" w:rsidRDefault="004613CA" w:rsidP="00D2511E">
      <w:pPr>
        <w:spacing w:line="240" w:lineRule="auto"/>
        <w:jc w:val="center"/>
        <w:textAlignment w:val="top"/>
        <w:rPr>
          <w:rFonts w:ascii="Times New Roman" w:hAnsi="Times New Roman"/>
          <w:color w:val="000080"/>
          <w:bdr w:val="none" w:sz="0" w:space="0" w:color="auto" w:frame="1"/>
          <w:lang w:val="uz-Cyrl-UZ" w:eastAsia="ru-RU"/>
        </w:rPr>
      </w:pPr>
    </w:p>
    <w:p w:rsidR="004613CA" w:rsidRDefault="004613CA" w:rsidP="00D2511E">
      <w:pPr>
        <w:spacing w:line="240" w:lineRule="auto"/>
        <w:jc w:val="center"/>
        <w:textAlignment w:val="top"/>
        <w:rPr>
          <w:rFonts w:ascii="Times New Roman" w:hAnsi="Times New Roman"/>
          <w:color w:val="000080"/>
          <w:bdr w:val="none" w:sz="0" w:space="0" w:color="auto" w:frame="1"/>
          <w:lang w:val="uz-Cyrl-UZ" w:eastAsia="ru-RU"/>
        </w:rPr>
      </w:pPr>
    </w:p>
    <w:p w:rsidR="004613CA" w:rsidRDefault="004613CA" w:rsidP="00D2511E">
      <w:pPr>
        <w:spacing w:line="240" w:lineRule="auto"/>
        <w:jc w:val="center"/>
        <w:textAlignment w:val="top"/>
        <w:rPr>
          <w:rFonts w:ascii="Times New Roman" w:hAnsi="Times New Roman"/>
          <w:color w:val="000080"/>
          <w:bdr w:val="none" w:sz="0" w:space="0" w:color="auto" w:frame="1"/>
          <w:lang w:val="uz-Cyrl-UZ" w:eastAsia="ru-RU"/>
        </w:rPr>
      </w:pPr>
    </w:p>
    <w:p w:rsidR="004613CA" w:rsidRDefault="004613CA" w:rsidP="00D2511E">
      <w:pPr>
        <w:spacing w:line="240" w:lineRule="auto"/>
        <w:jc w:val="center"/>
        <w:textAlignment w:val="top"/>
        <w:rPr>
          <w:rFonts w:ascii="Times New Roman" w:hAnsi="Times New Roman"/>
          <w:color w:val="000080"/>
          <w:bdr w:val="none" w:sz="0" w:space="0" w:color="auto" w:frame="1"/>
          <w:lang w:val="uz-Cyrl-UZ" w:eastAsia="ru-RU"/>
        </w:rPr>
      </w:pPr>
    </w:p>
    <w:p w:rsidR="004613CA" w:rsidRDefault="004613CA" w:rsidP="00D2511E">
      <w:pPr>
        <w:spacing w:line="240" w:lineRule="auto"/>
        <w:jc w:val="center"/>
        <w:textAlignment w:val="top"/>
        <w:rPr>
          <w:rFonts w:ascii="Times New Roman" w:hAnsi="Times New Roman"/>
          <w:color w:val="000080"/>
          <w:bdr w:val="none" w:sz="0" w:space="0" w:color="auto" w:frame="1"/>
          <w:lang w:val="uz-Cyrl-UZ" w:eastAsia="ru-RU"/>
        </w:rPr>
      </w:pPr>
    </w:p>
    <w:p w:rsidR="004613CA" w:rsidRDefault="004613CA" w:rsidP="00D2511E">
      <w:pPr>
        <w:spacing w:line="240" w:lineRule="auto"/>
        <w:jc w:val="center"/>
        <w:textAlignment w:val="top"/>
        <w:rPr>
          <w:rFonts w:ascii="Times New Roman" w:hAnsi="Times New Roman"/>
          <w:color w:val="000080"/>
          <w:bdr w:val="none" w:sz="0" w:space="0" w:color="auto" w:frame="1"/>
          <w:lang w:val="uz-Cyrl-UZ" w:eastAsia="ru-RU"/>
        </w:rPr>
      </w:pPr>
    </w:p>
    <w:p w:rsidR="004613CA" w:rsidRDefault="004613CA" w:rsidP="00D2511E">
      <w:pPr>
        <w:spacing w:line="240" w:lineRule="auto"/>
        <w:jc w:val="center"/>
        <w:textAlignment w:val="top"/>
        <w:rPr>
          <w:rFonts w:ascii="Times New Roman" w:hAnsi="Times New Roman"/>
          <w:color w:val="000080"/>
          <w:bdr w:val="none" w:sz="0" w:space="0" w:color="auto" w:frame="1"/>
          <w:lang w:val="uz-Cyrl-UZ" w:eastAsia="ru-RU"/>
        </w:rPr>
      </w:pPr>
    </w:p>
    <w:p w:rsidR="004613CA" w:rsidRDefault="004613CA" w:rsidP="00D2511E">
      <w:pPr>
        <w:spacing w:line="240" w:lineRule="auto"/>
        <w:jc w:val="center"/>
        <w:textAlignment w:val="top"/>
        <w:rPr>
          <w:rFonts w:ascii="Times New Roman" w:hAnsi="Times New Roman"/>
          <w:color w:val="000080"/>
          <w:bdr w:val="none" w:sz="0" w:space="0" w:color="auto" w:frame="1"/>
          <w:lang w:val="uz-Cyrl-UZ" w:eastAsia="ru-RU"/>
        </w:rPr>
      </w:pPr>
    </w:p>
    <w:p w:rsidR="004613CA" w:rsidRDefault="004613CA" w:rsidP="00D2511E">
      <w:pPr>
        <w:spacing w:line="240" w:lineRule="auto"/>
        <w:jc w:val="center"/>
        <w:textAlignment w:val="top"/>
        <w:rPr>
          <w:rFonts w:ascii="Times New Roman" w:hAnsi="Times New Roman"/>
          <w:color w:val="000080"/>
          <w:bdr w:val="none" w:sz="0" w:space="0" w:color="auto" w:frame="1"/>
          <w:lang w:val="uz-Cyrl-UZ" w:eastAsia="ru-RU"/>
        </w:rPr>
      </w:pPr>
    </w:p>
    <w:p w:rsidR="004613CA" w:rsidRDefault="004613CA" w:rsidP="00D2511E">
      <w:pPr>
        <w:spacing w:line="240" w:lineRule="auto"/>
        <w:jc w:val="center"/>
        <w:textAlignment w:val="top"/>
        <w:rPr>
          <w:rFonts w:ascii="Times New Roman" w:hAnsi="Times New Roman"/>
          <w:color w:val="000080"/>
          <w:bdr w:val="none" w:sz="0" w:space="0" w:color="auto" w:frame="1"/>
          <w:lang w:val="uz-Cyrl-UZ" w:eastAsia="ru-RU"/>
        </w:rPr>
      </w:pPr>
    </w:p>
    <w:p w:rsidR="004613CA" w:rsidRDefault="004613CA" w:rsidP="00D2511E">
      <w:pPr>
        <w:spacing w:line="240" w:lineRule="auto"/>
        <w:jc w:val="center"/>
        <w:textAlignment w:val="top"/>
        <w:rPr>
          <w:rFonts w:ascii="Times New Roman" w:hAnsi="Times New Roman"/>
          <w:color w:val="000080"/>
          <w:bdr w:val="none" w:sz="0" w:space="0" w:color="auto" w:frame="1"/>
          <w:lang w:val="uz-Cyrl-UZ" w:eastAsia="ru-RU"/>
        </w:rPr>
      </w:pPr>
    </w:p>
    <w:p w:rsidR="004613CA" w:rsidRDefault="004613CA" w:rsidP="00D2511E">
      <w:pPr>
        <w:spacing w:line="240" w:lineRule="auto"/>
        <w:jc w:val="center"/>
        <w:textAlignment w:val="top"/>
        <w:rPr>
          <w:rFonts w:ascii="Times New Roman" w:hAnsi="Times New Roman"/>
          <w:color w:val="000080"/>
          <w:bdr w:val="none" w:sz="0" w:space="0" w:color="auto" w:frame="1"/>
          <w:lang w:val="uz-Cyrl-UZ" w:eastAsia="ru-RU"/>
        </w:rPr>
      </w:pPr>
    </w:p>
    <w:p w:rsidR="004613CA" w:rsidRDefault="004613CA" w:rsidP="00D2511E">
      <w:pPr>
        <w:spacing w:line="240" w:lineRule="auto"/>
        <w:jc w:val="center"/>
        <w:textAlignment w:val="top"/>
        <w:rPr>
          <w:rFonts w:ascii="Times New Roman" w:hAnsi="Times New Roman"/>
          <w:color w:val="000080"/>
          <w:bdr w:val="none" w:sz="0" w:space="0" w:color="auto" w:frame="1"/>
          <w:lang w:val="uz-Cyrl-UZ" w:eastAsia="ru-RU"/>
        </w:rPr>
      </w:pPr>
    </w:p>
    <w:p w:rsidR="004613CA" w:rsidRDefault="004613CA" w:rsidP="00D2511E">
      <w:pPr>
        <w:spacing w:line="240" w:lineRule="auto"/>
        <w:jc w:val="center"/>
        <w:textAlignment w:val="top"/>
        <w:rPr>
          <w:rFonts w:ascii="Times New Roman" w:hAnsi="Times New Roman"/>
          <w:color w:val="000080"/>
          <w:bdr w:val="none" w:sz="0" w:space="0" w:color="auto" w:frame="1"/>
          <w:lang w:val="uz-Cyrl-UZ" w:eastAsia="ru-RU"/>
        </w:rPr>
      </w:pPr>
    </w:p>
    <w:p w:rsidR="004613CA" w:rsidRDefault="004613CA" w:rsidP="00D2511E">
      <w:pPr>
        <w:spacing w:line="240" w:lineRule="auto"/>
        <w:jc w:val="center"/>
        <w:textAlignment w:val="top"/>
        <w:rPr>
          <w:rFonts w:ascii="Times New Roman" w:hAnsi="Times New Roman"/>
          <w:color w:val="000080"/>
          <w:bdr w:val="none" w:sz="0" w:space="0" w:color="auto" w:frame="1"/>
          <w:lang w:val="uz-Cyrl-UZ" w:eastAsia="ru-RU"/>
        </w:rPr>
      </w:pPr>
    </w:p>
    <w:p w:rsidR="004613CA" w:rsidRDefault="004613CA" w:rsidP="00D2511E">
      <w:pPr>
        <w:spacing w:line="240" w:lineRule="auto"/>
        <w:jc w:val="center"/>
        <w:textAlignment w:val="top"/>
        <w:rPr>
          <w:rFonts w:ascii="Times New Roman" w:hAnsi="Times New Roman"/>
          <w:color w:val="000080"/>
          <w:bdr w:val="none" w:sz="0" w:space="0" w:color="auto" w:frame="1"/>
          <w:lang w:val="uz-Cyrl-UZ" w:eastAsia="ru-RU"/>
        </w:rPr>
      </w:pPr>
    </w:p>
    <w:p w:rsidR="004613CA" w:rsidRPr="007F4A52" w:rsidRDefault="004613CA" w:rsidP="00D2511E">
      <w:pPr>
        <w:spacing w:line="240" w:lineRule="auto"/>
        <w:jc w:val="center"/>
        <w:textAlignment w:val="top"/>
        <w:rPr>
          <w:rFonts w:ascii="Times New Roman" w:hAnsi="Times New Roman"/>
          <w:color w:val="000080"/>
          <w:sz w:val="28"/>
          <w:szCs w:val="28"/>
          <w:bdr w:val="none" w:sz="0" w:space="0" w:color="auto" w:frame="1"/>
          <w:lang w:eastAsia="ru-RU"/>
        </w:rPr>
      </w:pPr>
      <w:r w:rsidRPr="007F4A52">
        <w:rPr>
          <w:rFonts w:ascii="Times New Roman" w:hAnsi="Times New Roman"/>
          <w:color w:val="000080"/>
          <w:sz w:val="28"/>
          <w:szCs w:val="28"/>
          <w:bdr w:val="none" w:sz="0" w:space="0" w:color="auto" w:frame="1"/>
          <w:lang w:eastAsia="ru-RU"/>
        </w:rPr>
        <w:t>Вазирлар Маҳкамасининг 2008 йил 13 октябрдаги 226-сон </w:t>
      </w:r>
      <w:hyperlink r:id="rId13" w:history="1">
        <w:r w:rsidRPr="007F4A52">
          <w:rPr>
            <w:rFonts w:ascii="Times New Roman" w:hAnsi="Times New Roman"/>
            <w:color w:val="008080"/>
            <w:sz w:val="28"/>
            <w:szCs w:val="28"/>
            <w:bdr w:val="none" w:sz="0" w:space="0" w:color="auto" w:frame="1"/>
            <w:lang w:eastAsia="ru-RU"/>
          </w:rPr>
          <w:t>қарорига </w:t>
        </w:r>
      </w:hyperlink>
      <w:r w:rsidRPr="007F4A52">
        <w:rPr>
          <w:rFonts w:ascii="Times New Roman" w:hAnsi="Times New Roman"/>
          <w:color w:val="000080"/>
          <w:sz w:val="28"/>
          <w:szCs w:val="28"/>
          <w:bdr w:val="none" w:sz="0" w:space="0" w:color="auto" w:frame="1"/>
          <w:lang w:eastAsia="ru-RU"/>
        </w:rPr>
        <w:br/>
        <w:t>2-ИЛОВА</w:t>
      </w:r>
    </w:p>
    <w:p w:rsidR="004613CA" w:rsidRPr="007F4A52" w:rsidRDefault="004613CA" w:rsidP="00D2511E">
      <w:pPr>
        <w:spacing w:after="120" w:line="240" w:lineRule="auto"/>
        <w:jc w:val="center"/>
        <w:textAlignment w:val="top"/>
        <w:rPr>
          <w:rFonts w:ascii="Times New Roman" w:hAnsi="Times New Roman"/>
          <w:b/>
          <w:bCs/>
          <w:color w:val="000080"/>
          <w:sz w:val="28"/>
          <w:szCs w:val="28"/>
          <w:bdr w:val="none" w:sz="0" w:space="0" w:color="auto" w:frame="1"/>
          <w:lang w:eastAsia="ru-RU"/>
        </w:rPr>
      </w:pPr>
      <w:bookmarkStart w:id="67" w:name="1399721"/>
      <w:bookmarkEnd w:id="67"/>
      <w:r w:rsidRPr="007F4A52">
        <w:rPr>
          <w:rFonts w:ascii="Times New Roman" w:hAnsi="Times New Roman"/>
          <w:b/>
          <w:bCs/>
          <w:color w:val="000080"/>
          <w:sz w:val="28"/>
          <w:szCs w:val="28"/>
          <w:bdr w:val="none" w:sz="0" w:space="0" w:color="auto" w:frame="1"/>
          <w:lang w:eastAsia="ru-RU"/>
        </w:rPr>
        <w:t>Талабалар учун Ўзбекистон Республикаси Президентининг давлат стипендиялари ва уларни тайинлаш тартиби тўғрисида</w:t>
      </w:r>
    </w:p>
    <w:p w:rsidR="004613CA" w:rsidRPr="007F4A52" w:rsidRDefault="004613CA" w:rsidP="00D2511E">
      <w:pPr>
        <w:spacing w:after="0" w:line="240" w:lineRule="auto"/>
        <w:jc w:val="center"/>
        <w:textAlignment w:val="top"/>
        <w:rPr>
          <w:rFonts w:ascii="Times New Roman" w:hAnsi="Times New Roman"/>
          <w:caps/>
          <w:color w:val="000080"/>
          <w:sz w:val="28"/>
          <w:szCs w:val="28"/>
          <w:bdr w:val="none" w:sz="0" w:space="0" w:color="auto" w:frame="1"/>
          <w:lang w:eastAsia="ru-RU"/>
        </w:rPr>
      </w:pPr>
      <w:bookmarkStart w:id="68" w:name="1399722"/>
      <w:bookmarkEnd w:id="68"/>
      <w:r w:rsidRPr="007F4A52">
        <w:rPr>
          <w:rFonts w:ascii="Times New Roman" w:hAnsi="Times New Roman"/>
          <w:b/>
          <w:bCs/>
          <w:caps/>
          <w:color w:val="000080"/>
          <w:sz w:val="28"/>
          <w:szCs w:val="28"/>
          <w:bdr w:val="none" w:sz="0" w:space="0" w:color="auto" w:frame="1"/>
          <w:lang w:eastAsia="ru-RU"/>
        </w:rPr>
        <w:t>НИЗОМ</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69" w:name="1399723"/>
      <w:bookmarkStart w:id="70" w:name="1399724"/>
      <w:bookmarkEnd w:id="69"/>
      <w:bookmarkEnd w:id="70"/>
      <w:r w:rsidRPr="007F4A52">
        <w:rPr>
          <w:rFonts w:ascii="Times New Roman" w:hAnsi="Times New Roman"/>
          <w:color w:val="000000"/>
          <w:sz w:val="28"/>
          <w:szCs w:val="28"/>
          <w:bdr w:val="none" w:sz="0" w:space="0" w:color="auto" w:frame="1"/>
          <w:lang w:eastAsia="ru-RU"/>
        </w:rPr>
        <w:t>1. Ўзбекистон Республикаси Президентининг давлат стипендиялари Ўзбекистон Республикаси фуқаролари бўлган давлат олий таълим муассасалари (бакалавриат ва магистратура бўйича алоҳида) талабаларига Ўзбекистон Республикаси Олий ва ўрта махсус таълим вазирлиги томонидан ўтказиладиган танлов натижаларига биноан тайинланади.</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71" w:name="1399725"/>
      <w:bookmarkEnd w:id="71"/>
      <w:r w:rsidRPr="007F4A52">
        <w:rPr>
          <w:rFonts w:ascii="Times New Roman" w:hAnsi="Times New Roman"/>
          <w:color w:val="000000"/>
          <w:sz w:val="28"/>
          <w:szCs w:val="28"/>
          <w:bdr w:val="none" w:sz="0" w:space="0" w:color="auto" w:frame="1"/>
          <w:lang w:eastAsia="ru-RU"/>
        </w:rPr>
        <w:t>2. Талабаларга тайинлаш учун белгиланган Ўзбекистон Республикаси Президентининг давлат стипендияси квотаси (ўн битта) қуйидаги таълим йўналишларидан ҳар бири бўйича биттадан стипендия ҳисобидан бакалавриат ва магистратура учун алоҳида-алоҳида тақсимланади:</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72" w:name="1399726"/>
      <w:bookmarkEnd w:id="72"/>
      <w:r w:rsidRPr="007F4A52">
        <w:rPr>
          <w:rFonts w:ascii="Times New Roman" w:hAnsi="Times New Roman"/>
          <w:color w:val="000000"/>
          <w:sz w:val="28"/>
          <w:szCs w:val="28"/>
          <w:bdr w:val="none" w:sz="0" w:space="0" w:color="auto" w:frame="1"/>
          <w:lang w:eastAsia="ru-RU"/>
        </w:rPr>
        <w:t>қишлоқ ва сув хўжалиги;</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73" w:name="1399727"/>
      <w:bookmarkEnd w:id="73"/>
      <w:r w:rsidRPr="007F4A52">
        <w:rPr>
          <w:rFonts w:ascii="Times New Roman" w:hAnsi="Times New Roman"/>
          <w:color w:val="000000"/>
          <w:sz w:val="28"/>
          <w:szCs w:val="28"/>
          <w:bdr w:val="none" w:sz="0" w:space="0" w:color="auto" w:frame="1"/>
          <w:lang w:eastAsia="ru-RU"/>
        </w:rPr>
        <w:t>техника ва информатика;</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74" w:name="1399728"/>
      <w:bookmarkEnd w:id="74"/>
      <w:r w:rsidRPr="007F4A52">
        <w:rPr>
          <w:rFonts w:ascii="Times New Roman" w:hAnsi="Times New Roman"/>
          <w:color w:val="000000"/>
          <w:sz w:val="28"/>
          <w:szCs w:val="28"/>
          <w:bdr w:val="none" w:sz="0" w:space="0" w:color="auto" w:frame="1"/>
          <w:lang w:eastAsia="ru-RU"/>
        </w:rPr>
        <w:t>соғлиқни сақлаш ва ижтимоий таъминот;</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75" w:name="1399729"/>
      <w:bookmarkEnd w:id="75"/>
      <w:r w:rsidRPr="007F4A52">
        <w:rPr>
          <w:rFonts w:ascii="Times New Roman" w:hAnsi="Times New Roman"/>
          <w:color w:val="000000"/>
          <w:sz w:val="28"/>
          <w:szCs w:val="28"/>
          <w:bdr w:val="none" w:sz="0" w:space="0" w:color="auto" w:frame="1"/>
          <w:lang w:eastAsia="ru-RU"/>
        </w:rPr>
        <w:t>ижтимоий-гуманитар ва ижтимоий фанлар;</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76" w:name="1399730"/>
      <w:bookmarkEnd w:id="76"/>
      <w:r w:rsidRPr="007F4A52">
        <w:rPr>
          <w:rFonts w:ascii="Times New Roman" w:hAnsi="Times New Roman"/>
          <w:color w:val="000000"/>
          <w:sz w:val="28"/>
          <w:szCs w:val="28"/>
          <w:bdr w:val="none" w:sz="0" w:space="0" w:color="auto" w:frame="1"/>
          <w:lang w:eastAsia="ru-RU"/>
        </w:rPr>
        <w:t>табиий фанлар;</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77" w:name="1399731"/>
      <w:bookmarkEnd w:id="77"/>
      <w:r w:rsidRPr="007F4A52">
        <w:rPr>
          <w:rFonts w:ascii="Times New Roman" w:hAnsi="Times New Roman"/>
          <w:color w:val="000000"/>
          <w:sz w:val="28"/>
          <w:szCs w:val="28"/>
          <w:bdr w:val="none" w:sz="0" w:space="0" w:color="auto" w:frame="1"/>
          <w:lang w:eastAsia="ru-RU"/>
        </w:rPr>
        <w:t>бизнес ва бошқарув;</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78" w:name="1399732"/>
      <w:bookmarkEnd w:id="78"/>
      <w:r w:rsidRPr="007F4A52">
        <w:rPr>
          <w:rFonts w:ascii="Times New Roman" w:hAnsi="Times New Roman"/>
          <w:color w:val="000000"/>
          <w:sz w:val="28"/>
          <w:szCs w:val="28"/>
          <w:bdr w:val="none" w:sz="0" w:space="0" w:color="auto" w:frame="1"/>
          <w:lang w:eastAsia="ru-RU"/>
        </w:rPr>
        <w:t>педагогика;</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79" w:name="1399733"/>
      <w:bookmarkEnd w:id="79"/>
      <w:r w:rsidRPr="007F4A52">
        <w:rPr>
          <w:rFonts w:ascii="Times New Roman" w:hAnsi="Times New Roman"/>
          <w:color w:val="000000"/>
          <w:sz w:val="28"/>
          <w:szCs w:val="28"/>
          <w:bdr w:val="none" w:sz="0" w:space="0" w:color="auto" w:frame="1"/>
          <w:lang w:eastAsia="ru-RU"/>
        </w:rPr>
        <w:t>маданият, санъат ва спорт;</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80" w:name="1399734"/>
      <w:bookmarkEnd w:id="80"/>
      <w:r w:rsidRPr="007F4A52">
        <w:rPr>
          <w:rFonts w:ascii="Times New Roman" w:hAnsi="Times New Roman"/>
          <w:color w:val="000000"/>
          <w:sz w:val="28"/>
          <w:szCs w:val="28"/>
          <w:bdr w:val="none" w:sz="0" w:space="0" w:color="auto" w:frame="1"/>
          <w:lang w:eastAsia="ru-RU"/>
        </w:rPr>
        <w:t>хорижий тиллар;</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81" w:name="1399735"/>
      <w:bookmarkEnd w:id="81"/>
      <w:r w:rsidRPr="007F4A52">
        <w:rPr>
          <w:rFonts w:ascii="Times New Roman" w:hAnsi="Times New Roman"/>
          <w:color w:val="000000"/>
          <w:sz w:val="28"/>
          <w:szCs w:val="28"/>
          <w:bdr w:val="none" w:sz="0" w:space="0" w:color="auto" w:frame="1"/>
          <w:lang w:eastAsia="ru-RU"/>
        </w:rPr>
        <w:t>ҳуқуқ ва халқаро муносабатлар;</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82" w:name="1399736"/>
      <w:bookmarkEnd w:id="82"/>
      <w:r w:rsidRPr="007F4A52">
        <w:rPr>
          <w:rFonts w:ascii="Times New Roman" w:hAnsi="Times New Roman"/>
          <w:color w:val="000000"/>
          <w:sz w:val="28"/>
          <w:szCs w:val="28"/>
          <w:bdr w:val="none" w:sz="0" w:space="0" w:color="auto" w:frame="1"/>
          <w:lang w:eastAsia="ru-RU"/>
        </w:rPr>
        <w:t>журналистика.</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83" w:name="1399737"/>
      <w:bookmarkEnd w:id="83"/>
      <w:r w:rsidRPr="007F4A52">
        <w:rPr>
          <w:rFonts w:ascii="Times New Roman" w:hAnsi="Times New Roman"/>
          <w:color w:val="000000"/>
          <w:sz w:val="28"/>
          <w:szCs w:val="28"/>
          <w:bdr w:val="none" w:sz="0" w:space="0" w:color="auto" w:frame="1"/>
          <w:lang w:eastAsia="ru-RU"/>
        </w:rPr>
        <w:t>Ушбу рўйхатга Вазирлар Маҳкамаси томонидан ҳар ўқув йили бошида, таълим йўналишларидаги устуворликларни ўзгартиришнинг мақсадга мувофиқлигидан келиб чиққан ҳолда, Ўзбекистон Республикаси Олий ва ўрта махсус таълим вазирлиги тавсиясига биноан ўзгартириш ва қўшимчалар киритилиши мумкин.</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84" w:name="1399738"/>
      <w:bookmarkEnd w:id="84"/>
      <w:r w:rsidRPr="007F4A52">
        <w:rPr>
          <w:rFonts w:ascii="Times New Roman" w:hAnsi="Times New Roman"/>
          <w:color w:val="000000"/>
          <w:sz w:val="28"/>
          <w:szCs w:val="28"/>
          <w:bdr w:val="none" w:sz="0" w:space="0" w:color="auto" w:frame="1"/>
          <w:lang w:eastAsia="ru-RU"/>
        </w:rPr>
        <w:t>3. Талабаларга Ўзбекистон Республикаси Президентининг давлат стипендияларини тайинлаш учун қуйидаги мезонларни бажариш белгиланади:</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85" w:name="1399739"/>
      <w:bookmarkEnd w:id="85"/>
      <w:r w:rsidRPr="007F4A52">
        <w:rPr>
          <w:rFonts w:ascii="Times New Roman" w:hAnsi="Times New Roman"/>
          <w:color w:val="000000"/>
          <w:sz w:val="28"/>
          <w:szCs w:val="28"/>
          <w:bdr w:val="none" w:sz="0" w:space="0" w:color="auto" w:frame="1"/>
          <w:lang w:eastAsia="ru-RU"/>
        </w:rPr>
        <w:t>умумтаълим тайёргарлигини илмий-тадқиқот (ижодий ишлар) ишлари билан уйғунлаштириш;</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86" w:name="1399740"/>
      <w:bookmarkEnd w:id="86"/>
      <w:r w:rsidRPr="007F4A52">
        <w:rPr>
          <w:rFonts w:ascii="Times New Roman" w:hAnsi="Times New Roman"/>
          <w:color w:val="000000"/>
          <w:sz w:val="28"/>
          <w:szCs w:val="28"/>
          <w:bdr w:val="none" w:sz="0" w:space="0" w:color="auto" w:frame="1"/>
          <w:lang w:eastAsia="ru-RU"/>
        </w:rPr>
        <w:t>йўналишлар бўйича конференция (танлов)ларда қатнашиш;</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87" w:name="1399741"/>
      <w:bookmarkEnd w:id="87"/>
      <w:r w:rsidRPr="007F4A52">
        <w:rPr>
          <w:rFonts w:ascii="Times New Roman" w:hAnsi="Times New Roman"/>
          <w:color w:val="000000"/>
          <w:sz w:val="28"/>
          <w:szCs w:val="28"/>
          <w:bdr w:val="none" w:sz="0" w:space="0" w:color="auto" w:frame="1"/>
          <w:lang w:eastAsia="ru-RU"/>
        </w:rPr>
        <w:t>камида иккита эълон қилинган ишлар (асарлар)нинг мавжудлиги;</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88" w:name="1399742"/>
      <w:bookmarkEnd w:id="88"/>
      <w:r w:rsidRPr="007F4A52">
        <w:rPr>
          <w:rFonts w:ascii="Times New Roman" w:hAnsi="Times New Roman"/>
          <w:color w:val="000000"/>
          <w:sz w:val="28"/>
          <w:szCs w:val="28"/>
          <w:bdr w:val="none" w:sz="0" w:space="0" w:color="auto" w:frame="1"/>
          <w:lang w:eastAsia="ru-RU"/>
        </w:rPr>
        <w:t>тилларни — давлат тилини ва битта хорижий чет тилни билиш (Мустақил Давлатлар Ҳамдўстлиги мамлакатлари давлат тилларидан ташқари), бакалавриатдаги таълим йўналиши ёки магистратурадаги мутахассислик хорижий тил бўлган тақдирда эса қўшимча равишда яна битта хорижий тилни билиш талаб қилинади;</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89" w:name="1399743"/>
      <w:bookmarkEnd w:id="89"/>
      <w:r w:rsidRPr="007F4A52">
        <w:rPr>
          <w:rFonts w:ascii="Times New Roman" w:hAnsi="Times New Roman"/>
          <w:color w:val="000000"/>
          <w:sz w:val="28"/>
          <w:szCs w:val="28"/>
          <w:bdr w:val="none" w:sz="0" w:space="0" w:color="auto" w:frame="1"/>
          <w:lang w:eastAsia="ru-RU"/>
        </w:rPr>
        <w:t>Ўзбекистон тарихини билиш.</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90" w:name="1399744"/>
      <w:bookmarkEnd w:id="90"/>
      <w:r w:rsidRPr="007F4A52">
        <w:rPr>
          <w:rFonts w:ascii="Times New Roman" w:hAnsi="Times New Roman"/>
          <w:color w:val="000000"/>
          <w:sz w:val="28"/>
          <w:szCs w:val="28"/>
          <w:bdr w:val="none" w:sz="0" w:space="0" w:color="auto" w:frame="1"/>
          <w:lang w:eastAsia="ru-RU"/>
        </w:rPr>
        <w:t>Тилларни, ахборот технологияларини, Ўзбекистон тарихини билиш бўйича талаб даражаларини Ўзбекистон Республикаси Олий ва ўрта махсус таълим вазирлиги белгилайди.</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91" w:name="1399745"/>
      <w:bookmarkEnd w:id="91"/>
      <w:r w:rsidRPr="007F4A52">
        <w:rPr>
          <w:rFonts w:ascii="Times New Roman" w:hAnsi="Times New Roman"/>
          <w:color w:val="000000"/>
          <w:sz w:val="28"/>
          <w:szCs w:val="28"/>
          <w:bdr w:val="none" w:sz="0" w:space="0" w:color="auto" w:frame="1"/>
          <w:lang w:eastAsia="ru-RU"/>
        </w:rPr>
        <w:t>Ўзбекистон Республикаси Президентининг давлат стипендиясига талабгорлар ушбу фанлар бўйича ўз билим даражасини аниқлаш учун Ўзбекистон Республикаси Вазирлар Маҳкамаси ҳузуридаги Давлат тест марказида (минтақалар бўйича) махсус тест синовлари топширадилар. Марказ якуний ведомостларни тест синовлари натижалари билан бирга Ўзбекистон Республикаси Олий ва ўрта махсус таълим вазирлигига тақдим этади.</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92" w:name="1399746"/>
      <w:bookmarkEnd w:id="92"/>
      <w:r w:rsidRPr="007F4A52">
        <w:rPr>
          <w:rFonts w:ascii="Times New Roman" w:hAnsi="Times New Roman"/>
          <w:color w:val="000000"/>
          <w:sz w:val="28"/>
          <w:szCs w:val="28"/>
          <w:bdr w:val="none" w:sz="0" w:space="0" w:color="auto" w:frame="1"/>
          <w:lang w:eastAsia="ru-RU"/>
        </w:rPr>
        <w:t>4. Ўзбекистон Республикаси Президентининг давлат стипендиясига номзодлар кўрсатиш, талабгорлар номзодларининг ўқишдаги ва илмий (ижодий) фаолиятдаги муваффақиятлари оммавий равишда муҳокама қилингандан сўнг, давлат олий таълим муассасаларининг илмий кенгашлари томонидан амалга оширилади.</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93" w:name="1399747"/>
      <w:bookmarkEnd w:id="93"/>
      <w:r w:rsidRPr="007F4A52">
        <w:rPr>
          <w:rFonts w:ascii="Times New Roman" w:hAnsi="Times New Roman"/>
          <w:color w:val="000000"/>
          <w:sz w:val="28"/>
          <w:szCs w:val="28"/>
          <w:bdr w:val="none" w:sz="0" w:space="0" w:color="auto" w:frame="1"/>
          <w:lang w:eastAsia="ru-RU"/>
        </w:rPr>
        <w:t>Талабгорлар дастлабки кўриб чиқиш учун илмий кенгашга қуйидагиларни топширадилар:</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94" w:name="1399748"/>
      <w:bookmarkEnd w:id="94"/>
      <w:r w:rsidRPr="007F4A52">
        <w:rPr>
          <w:rFonts w:ascii="Times New Roman" w:hAnsi="Times New Roman"/>
          <w:color w:val="000000"/>
          <w:sz w:val="28"/>
          <w:szCs w:val="28"/>
          <w:bdr w:val="none" w:sz="0" w:space="0" w:color="auto" w:frame="1"/>
          <w:lang w:eastAsia="ru-RU"/>
        </w:rPr>
        <w:t>синов дафтарчасидан кўчирма;</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95" w:name="1399749"/>
      <w:bookmarkEnd w:id="95"/>
      <w:r w:rsidRPr="007F4A52">
        <w:rPr>
          <w:rFonts w:ascii="Times New Roman" w:hAnsi="Times New Roman"/>
          <w:color w:val="000000"/>
          <w:sz w:val="28"/>
          <w:szCs w:val="28"/>
          <w:bdr w:val="none" w:sz="0" w:space="0" w:color="auto" w:frame="1"/>
          <w:lang w:eastAsia="ru-RU"/>
        </w:rPr>
        <w:t>деканат, кафедра тавсияномаси;</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96" w:name="1399750"/>
      <w:bookmarkEnd w:id="96"/>
      <w:r w:rsidRPr="007F4A52">
        <w:rPr>
          <w:rFonts w:ascii="Times New Roman" w:hAnsi="Times New Roman"/>
          <w:color w:val="000000"/>
          <w:sz w:val="28"/>
          <w:szCs w:val="28"/>
          <w:bdr w:val="none" w:sz="0" w:space="0" w:color="auto" w:frame="1"/>
          <w:lang w:eastAsia="ru-RU"/>
        </w:rPr>
        <w:t>илмий (ижодий) иш аннотацияси;</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97" w:name="1399751"/>
      <w:bookmarkEnd w:id="97"/>
      <w:r w:rsidRPr="007F4A52">
        <w:rPr>
          <w:rFonts w:ascii="Times New Roman" w:hAnsi="Times New Roman"/>
          <w:color w:val="000000"/>
          <w:sz w:val="28"/>
          <w:szCs w:val="28"/>
          <w:bdr w:val="none" w:sz="0" w:space="0" w:color="auto" w:frame="1"/>
          <w:lang w:eastAsia="ru-RU"/>
        </w:rPr>
        <w:t>раҳбарнинг фикр-мулоҳазалари;</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98" w:name="1399752"/>
      <w:bookmarkEnd w:id="98"/>
      <w:r w:rsidRPr="007F4A52">
        <w:rPr>
          <w:rFonts w:ascii="Times New Roman" w:hAnsi="Times New Roman"/>
          <w:color w:val="000000"/>
          <w:sz w:val="28"/>
          <w:szCs w:val="28"/>
          <w:bdr w:val="none" w:sz="0" w:space="0" w:color="auto" w:frame="1"/>
          <w:lang w:eastAsia="ru-RU"/>
        </w:rPr>
        <w:t>илмий (ижодий) ишга тақриз;</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99" w:name="1399753"/>
      <w:bookmarkEnd w:id="99"/>
      <w:r w:rsidRPr="007F4A52">
        <w:rPr>
          <w:rFonts w:ascii="Times New Roman" w:hAnsi="Times New Roman"/>
          <w:color w:val="000000"/>
          <w:sz w:val="28"/>
          <w:szCs w:val="28"/>
          <w:bdr w:val="none" w:sz="0" w:space="0" w:color="auto" w:frame="1"/>
          <w:lang w:eastAsia="ru-RU"/>
        </w:rPr>
        <w:t>илмий ишлар рўйхати ва уларнинг босма нусхалари.</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100" w:name="1399754"/>
      <w:bookmarkEnd w:id="100"/>
      <w:r w:rsidRPr="007F4A52">
        <w:rPr>
          <w:rFonts w:ascii="Times New Roman" w:hAnsi="Times New Roman"/>
          <w:color w:val="000000"/>
          <w:sz w:val="28"/>
          <w:szCs w:val="28"/>
          <w:bdr w:val="none" w:sz="0" w:space="0" w:color="auto" w:frame="1"/>
          <w:lang w:eastAsia="ru-RU"/>
        </w:rPr>
        <w:t>Барча ҳужжатлар икки нусхада тақдим қилинади. Ҳужжатларнинг ҳар бир тўплами жилдга жойланади, ҳар бир жилд муқовасида ишни тақдим қилган муассасанинг номи, талабгорнинг фамилияси, исми ва отасининг исми, ишнинг номи кўрсатилади.</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101" w:name="1399755"/>
      <w:bookmarkEnd w:id="101"/>
      <w:r w:rsidRPr="007F4A52">
        <w:rPr>
          <w:rFonts w:ascii="Times New Roman" w:hAnsi="Times New Roman"/>
          <w:color w:val="000000"/>
          <w:sz w:val="28"/>
          <w:szCs w:val="28"/>
          <w:bdr w:val="none" w:sz="0" w:space="0" w:color="auto" w:frame="1"/>
          <w:lang w:eastAsia="ru-RU"/>
        </w:rPr>
        <w:t>5. Илмий кенгашлар яширин овоз бериш орқали, оддий кўпчилик овоз билан Ўзбекистон Республикаси Президенти давлат стипендияларини тайинлаш учун стипендиатлар номзодларини кўрсатиш тўғрисида қарор қабул қиладилар.</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102" w:name="1399756"/>
      <w:bookmarkEnd w:id="102"/>
      <w:r w:rsidRPr="007F4A52">
        <w:rPr>
          <w:rFonts w:ascii="Times New Roman" w:hAnsi="Times New Roman"/>
          <w:color w:val="000000"/>
          <w:sz w:val="28"/>
          <w:szCs w:val="28"/>
          <w:bdr w:val="none" w:sz="0" w:space="0" w:color="auto" w:frame="1"/>
          <w:lang w:eastAsia="ru-RU"/>
        </w:rPr>
        <w:t>Илмий кенгашлар қарорлари вазирликлар ва муассасаларнинг Ўзбекистон Республикаси Президентининг давлат стипендияларини тайинлаш ҳақида Ўзбекистон Республикаси Олий ва ўрта махсус таълим вазирлигига тавсиянома юбориши учун асос ҳисобланади.</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103" w:name="1399757"/>
      <w:bookmarkEnd w:id="103"/>
      <w:r w:rsidRPr="007F4A52">
        <w:rPr>
          <w:rFonts w:ascii="Times New Roman" w:hAnsi="Times New Roman"/>
          <w:color w:val="000000"/>
          <w:sz w:val="28"/>
          <w:szCs w:val="28"/>
          <w:bdr w:val="none" w:sz="0" w:space="0" w:color="auto" w:frame="1"/>
          <w:lang w:eastAsia="ru-RU"/>
        </w:rPr>
        <w:t>6. Ўзбекистон Республикаси Олий ва ўрта махсус таълим вазирлиги стипендиялар тайинлаш ҳақидаги тавсияномаларни йилига бир марта кўриб чиқади. Ҳужжатларни қабул қилиш муддати — 1—15 август, кўриб чиқиш муддати — 10—25 сентябрь.</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104" w:name="1399758"/>
      <w:bookmarkEnd w:id="104"/>
      <w:r w:rsidRPr="007F4A52">
        <w:rPr>
          <w:rFonts w:ascii="Times New Roman" w:hAnsi="Times New Roman"/>
          <w:color w:val="000000"/>
          <w:sz w:val="28"/>
          <w:szCs w:val="28"/>
          <w:bdr w:val="none" w:sz="0" w:space="0" w:color="auto" w:frame="1"/>
          <w:lang w:eastAsia="ru-RU"/>
        </w:rPr>
        <w:t>7. Давлат олий таълим муассасалари талабаларига Ўзбекистон Республикаси Президентининг давлат стипендияларини тайинлаш Ўзбекистон Республикаси Олий ва ўрта махсус таълим вазирлиги ҳайъати қарори билан амалга оширилади.</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105" w:name="1399759"/>
      <w:bookmarkEnd w:id="105"/>
      <w:r w:rsidRPr="007F4A52">
        <w:rPr>
          <w:rFonts w:ascii="Times New Roman" w:hAnsi="Times New Roman"/>
          <w:color w:val="000000"/>
          <w:sz w:val="28"/>
          <w:szCs w:val="28"/>
          <w:bdr w:val="none" w:sz="0" w:space="0" w:color="auto" w:frame="1"/>
          <w:lang w:eastAsia="ru-RU"/>
        </w:rPr>
        <w:t>Стипендиялар тайинланишидан аввал талабгорларнинг белгиланган мезонларга мувофиқ билим ва илмий (ижодий) тайёргарлик даражаси пухта экспертизадан ўтказилади.</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106" w:name="1399760"/>
      <w:bookmarkEnd w:id="106"/>
      <w:r w:rsidRPr="007F4A52">
        <w:rPr>
          <w:rFonts w:ascii="Times New Roman" w:hAnsi="Times New Roman"/>
          <w:color w:val="000000"/>
          <w:sz w:val="28"/>
          <w:szCs w:val="28"/>
          <w:bdr w:val="none" w:sz="0" w:space="0" w:color="auto" w:frame="1"/>
          <w:lang w:eastAsia="ru-RU"/>
        </w:rPr>
        <w:t>Шу мақсадда Ўзбекистон Республикаси Олий ва ўрта махсус таълим вазирлиги:</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107" w:name="1399761"/>
      <w:bookmarkEnd w:id="107"/>
      <w:r w:rsidRPr="007F4A52">
        <w:rPr>
          <w:rFonts w:ascii="Times New Roman" w:hAnsi="Times New Roman"/>
          <w:color w:val="000000"/>
          <w:sz w:val="28"/>
          <w:szCs w:val="28"/>
          <w:bdr w:val="none" w:sz="0" w:space="0" w:color="auto" w:frame="1"/>
          <w:lang w:eastAsia="ru-RU"/>
        </w:rPr>
        <w:t>зиммасига Ўзбекистон Республикаси Президентининг давлат стипендияларига талабгорлар орасидан танлаб олиш юкланадиган махсус танлов комиссияси тузади;</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108" w:name="1399762"/>
      <w:bookmarkEnd w:id="108"/>
      <w:r w:rsidRPr="007F4A52">
        <w:rPr>
          <w:rFonts w:ascii="Times New Roman" w:hAnsi="Times New Roman"/>
          <w:color w:val="000000"/>
          <w:sz w:val="28"/>
          <w:szCs w:val="28"/>
          <w:bdr w:val="none" w:sz="0" w:space="0" w:color="auto" w:frame="1"/>
          <w:lang w:eastAsia="ru-RU"/>
        </w:rPr>
        <w:t>талабгорларнинг таълим ва илмий (ижодий) тайёргарлиги даражасини баҳолаш мақсадида ишларни кўриб чиқиш учун йўналишлар бўйича экспертлар гуруҳлари тузади;</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109" w:name="1399763"/>
      <w:bookmarkEnd w:id="109"/>
      <w:r w:rsidRPr="007F4A52">
        <w:rPr>
          <w:rFonts w:ascii="Times New Roman" w:hAnsi="Times New Roman"/>
          <w:color w:val="000000"/>
          <w:sz w:val="28"/>
          <w:szCs w:val="28"/>
          <w:bdr w:val="none" w:sz="0" w:space="0" w:color="auto" w:frame="1"/>
          <w:lang w:eastAsia="ru-RU"/>
        </w:rPr>
        <w:t>Ўзбекистон Республикаси Вазирлар Маҳкамаси ҳузуридаги Давлат тест маркази билан биргаликда ахборот технологиялари, Ўзбекистон тарихи, хорижий тиллар бўйича имтиҳон комиссияларини ташкил этади, тест топшириқларини ишлаб чиқади;</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110" w:name="1399764"/>
      <w:bookmarkEnd w:id="110"/>
      <w:r w:rsidRPr="007F4A52">
        <w:rPr>
          <w:rFonts w:ascii="Times New Roman" w:hAnsi="Times New Roman"/>
          <w:color w:val="000000"/>
          <w:sz w:val="28"/>
          <w:szCs w:val="28"/>
          <w:bdr w:val="none" w:sz="0" w:space="0" w:color="auto" w:frame="1"/>
          <w:lang w:eastAsia="ru-RU"/>
        </w:rPr>
        <w:t>танлов комиссияси ва эксперт гуруҳларининг иш тартибини белгилайди;</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111" w:name="1399765"/>
      <w:bookmarkEnd w:id="111"/>
      <w:r w:rsidRPr="007F4A52">
        <w:rPr>
          <w:rFonts w:ascii="Times New Roman" w:hAnsi="Times New Roman"/>
          <w:color w:val="000000"/>
          <w:sz w:val="28"/>
          <w:szCs w:val="28"/>
          <w:bdr w:val="none" w:sz="0" w:space="0" w:color="auto" w:frame="1"/>
          <w:lang w:eastAsia="ru-RU"/>
        </w:rPr>
        <w:t>танлов комиссияси мажлисларини ўтказиш муддатларини белгилайди.</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112" w:name="1399766"/>
      <w:bookmarkEnd w:id="112"/>
      <w:r w:rsidRPr="007F4A52">
        <w:rPr>
          <w:rFonts w:ascii="Times New Roman" w:hAnsi="Times New Roman"/>
          <w:color w:val="000000"/>
          <w:sz w:val="28"/>
          <w:szCs w:val="28"/>
          <w:bdr w:val="none" w:sz="0" w:space="0" w:color="auto" w:frame="1"/>
          <w:lang w:eastAsia="ru-RU"/>
        </w:rPr>
        <w:t>8. Танлов комиссияси талабгорларнинг якуний танловини яширин овоз бериш йўли билан ўтказади ҳамда талабгор ва унинг иши учун овоз беришда иштирок этган комиссия аъзоларининг камида учдан икки қисми овоз берганда талабалар номзодини Ўзбекистон Республикаси Президентининг давлат стипендияларини тайинлаш учун тавсия қилади.</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113" w:name="1399767"/>
      <w:bookmarkEnd w:id="113"/>
      <w:r w:rsidRPr="007F4A52">
        <w:rPr>
          <w:rFonts w:ascii="Times New Roman" w:hAnsi="Times New Roman"/>
          <w:color w:val="000000"/>
          <w:sz w:val="28"/>
          <w:szCs w:val="28"/>
          <w:bdr w:val="none" w:sz="0" w:space="0" w:color="auto" w:frame="1"/>
          <w:lang w:eastAsia="ru-RU"/>
        </w:rPr>
        <w:t>Агар овоз беришдан сўнг талабгорлар сони белгиланган квотадан кўп бўлса, устунлик энг кўп овоз олган талабгорларга берилади.</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114" w:name="1399768"/>
      <w:bookmarkEnd w:id="114"/>
      <w:r w:rsidRPr="007F4A52">
        <w:rPr>
          <w:rFonts w:ascii="Times New Roman" w:hAnsi="Times New Roman"/>
          <w:color w:val="000000"/>
          <w:sz w:val="28"/>
          <w:szCs w:val="28"/>
          <w:bdr w:val="none" w:sz="0" w:space="0" w:color="auto" w:frame="1"/>
          <w:lang w:eastAsia="ru-RU"/>
        </w:rPr>
        <w:t>Танлов комиссиясининг қарори Ўзбекистон Республикаси Олий ва ўрта махсус таълим вазирлиги ҳайъати тасдиқлагандан сўнг кучга киради.</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115" w:name="1399769"/>
      <w:bookmarkEnd w:id="115"/>
      <w:r w:rsidRPr="007F4A52">
        <w:rPr>
          <w:rFonts w:ascii="Times New Roman" w:hAnsi="Times New Roman"/>
          <w:color w:val="000000"/>
          <w:sz w:val="28"/>
          <w:szCs w:val="28"/>
          <w:bdr w:val="none" w:sz="0" w:space="0" w:color="auto" w:frame="1"/>
          <w:lang w:eastAsia="ru-RU"/>
        </w:rPr>
        <w:t>Танлов комиссияси Ўзбекистон Республикаси Президентининг давлат стипендиялари соҳиби бўлолмаган, лекин энг яхши кўрсаткичларга эга бўлган танлов қатнашчиларини номли давлат стипендияларига тавсия қилиш ҳуқуқига эга.</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116" w:name="1399770"/>
      <w:bookmarkEnd w:id="116"/>
      <w:r w:rsidRPr="007F4A52">
        <w:rPr>
          <w:rFonts w:ascii="Times New Roman" w:hAnsi="Times New Roman"/>
          <w:color w:val="000000"/>
          <w:sz w:val="28"/>
          <w:szCs w:val="28"/>
          <w:bdr w:val="none" w:sz="0" w:space="0" w:color="auto" w:frame="1"/>
          <w:lang w:eastAsia="ru-RU"/>
        </w:rPr>
        <w:t>9. Ўзбекистон Республикаси Олий ва ўрта махсус таълим вазирлиги ҳайъатининг қарори давлат олий таълим муассасаларининг талабаларга Ўзбекистон Республикаси Президентининг давлат стипендияларини тайинлаш ва тўлаш ҳақида буйруқ тайёрлаши учун асос бўлади.</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117" w:name="1399771"/>
      <w:bookmarkEnd w:id="117"/>
      <w:r w:rsidRPr="007F4A52">
        <w:rPr>
          <w:rFonts w:ascii="Times New Roman" w:hAnsi="Times New Roman"/>
          <w:color w:val="000000"/>
          <w:sz w:val="28"/>
          <w:szCs w:val="28"/>
          <w:bdr w:val="none" w:sz="0" w:space="0" w:color="auto" w:frame="1"/>
          <w:lang w:eastAsia="ru-RU"/>
        </w:rPr>
        <w:t>10. Ўзбекистон Республикаси Президентининг давлат стипендиялари талабаларга ҳар йили, бир ўқув йили учун, 1 сентябрдан бошлаб, белгиланган миқдорларга қатъий риоя қилинган ҳолда тайинланади.</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118" w:name="1399772"/>
      <w:bookmarkEnd w:id="118"/>
      <w:r w:rsidRPr="007F4A52">
        <w:rPr>
          <w:rFonts w:ascii="Times New Roman" w:hAnsi="Times New Roman"/>
          <w:color w:val="000000"/>
          <w:sz w:val="28"/>
          <w:szCs w:val="28"/>
          <w:bdr w:val="none" w:sz="0" w:space="0" w:color="auto" w:frame="1"/>
          <w:lang w:eastAsia="ru-RU"/>
        </w:rPr>
        <w:t>11. Ўзбекистон Республикаси Президентининг давлат стипендияларига сазовор бўлган талабаларга «Президент стипендиясининг соҳиби» гувоҳномаси Ўзбекистон Республикаси Олий ва ўрта махсус таълим вазирлиги ҳайъати мажлисида тантанали равишда топширилади.</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119" w:name="1399773"/>
      <w:bookmarkEnd w:id="119"/>
      <w:r w:rsidRPr="007F4A52">
        <w:rPr>
          <w:rFonts w:ascii="Times New Roman" w:hAnsi="Times New Roman"/>
          <w:color w:val="000000"/>
          <w:sz w:val="28"/>
          <w:szCs w:val="28"/>
          <w:bdr w:val="none" w:sz="0" w:space="0" w:color="auto" w:frame="1"/>
          <w:lang w:eastAsia="ru-RU"/>
        </w:rPr>
        <w:t>12. Ўзбекистон Республикаси Президентининг давлат стипендиялари соҳиблари бўлган талабалар давлат олий таълим муассасасини битиргач, икки йил давомида грант асосида магистратурага (бакалавр-стипендиатлар) ва аспирантурага (магистр-стипендиатлар) кириш имтиҳонларисиз қабул қилинади. Агар аспирантура ва магистратура мутахассислиги тўғри келмаса, у ҳолда кириш имтиҳонлари фақат аспирантура мутахассислиги бўйича топширилади.</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120" w:name="1399774"/>
      <w:bookmarkEnd w:id="120"/>
      <w:r w:rsidRPr="007F4A52">
        <w:rPr>
          <w:rFonts w:ascii="Times New Roman" w:hAnsi="Times New Roman"/>
          <w:color w:val="000000"/>
          <w:sz w:val="28"/>
          <w:szCs w:val="28"/>
          <w:bdr w:val="none" w:sz="0" w:space="0" w:color="auto" w:frame="1"/>
          <w:lang w:eastAsia="ru-RU"/>
        </w:rPr>
        <w:t>13. Ўзбекистон Республикаси Президентининг давлат стипендиялари соҳиби бўлган талабалар ўқишни битиргандан сўнг, икки йил мобайнида магистратурада (бакалавар-стипендиатлар) ва аспирантурада (магистр-стипендиатлар) ўқишни давом эттириш мақсадида хорижга жўнатилиш ҳуқуқини сақлаб қоладилар.</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121" w:name="1399775"/>
      <w:bookmarkEnd w:id="121"/>
      <w:r w:rsidRPr="007F4A52">
        <w:rPr>
          <w:rFonts w:ascii="Times New Roman" w:hAnsi="Times New Roman"/>
          <w:color w:val="000000"/>
          <w:sz w:val="28"/>
          <w:szCs w:val="28"/>
          <w:bdr w:val="none" w:sz="0" w:space="0" w:color="auto" w:frame="1"/>
          <w:lang w:eastAsia="ru-RU"/>
        </w:rPr>
        <w:t>14. Кундалик дарсларни ўзлаштирмайдиган, ўқув интизомини ва илмий одоб-ахлоқни бузган талабаларни ўқув йили мобайнида Ўзбекистон Республикаси Президентининг давлат стипендияларидан маҳрум қилиш тасарруфида талаба ўқиётган олий таълим муассасалари бўлган вазирликлар ва идораларнинг тақдимига биноан Ўзбекистон Республикаси Олий ва ўрта махсус таълим вазирлиги ҳайъати қарори билан амалга оширилиши мумкин.</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122" w:name="1399776"/>
      <w:bookmarkEnd w:id="122"/>
      <w:r w:rsidRPr="007F4A52">
        <w:rPr>
          <w:rFonts w:ascii="Times New Roman" w:hAnsi="Times New Roman"/>
          <w:color w:val="000000"/>
          <w:sz w:val="28"/>
          <w:szCs w:val="28"/>
          <w:bdr w:val="none" w:sz="0" w:space="0" w:color="auto" w:frame="1"/>
          <w:lang w:eastAsia="ru-RU"/>
        </w:rPr>
        <w:t>15. Талабаларнинг Ўзбекистон Республикаси Президентининг давлат стипендияларини тайинлаш бўйича ариза ва шикоятлари қонун ҳужжатларида белгиланган тартибда кўриб чиқилади.</w:t>
      </w:r>
    </w:p>
    <w:p w:rsidR="004613CA" w:rsidRDefault="004613CA" w:rsidP="00D2511E">
      <w:pPr>
        <w:spacing w:line="240" w:lineRule="auto"/>
        <w:jc w:val="center"/>
        <w:textAlignment w:val="top"/>
        <w:rPr>
          <w:rFonts w:ascii="Times New Roman" w:hAnsi="Times New Roman"/>
          <w:color w:val="000080"/>
          <w:bdr w:val="none" w:sz="0" w:space="0" w:color="auto" w:frame="1"/>
          <w:lang w:val="uz-Cyrl-UZ" w:eastAsia="ru-RU"/>
        </w:rPr>
      </w:pPr>
      <w:bookmarkStart w:id="123" w:name="1399777"/>
      <w:bookmarkStart w:id="124" w:name="1399778"/>
      <w:bookmarkEnd w:id="123"/>
      <w:bookmarkEnd w:id="124"/>
    </w:p>
    <w:p w:rsidR="004613CA" w:rsidRDefault="004613CA" w:rsidP="00D2511E">
      <w:pPr>
        <w:spacing w:line="240" w:lineRule="auto"/>
        <w:jc w:val="center"/>
        <w:textAlignment w:val="top"/>
        <w:rPr>
          <w:rFonts w:ascii="Times New Roman" w:hAnsi="Times New Roman"/>
          <w:color w:val="000080"/>
          <w:bdr w:val="none" w:sz="0" w:space="0" w:color="auto" w:frame="1"/>
          <w:lang w:val="uz-Cyrl-UZ" w:eastAsia="ru-RU"/>
        </w:rPr>
      </w:pPr>
    </w:p>
    <w:p w:rsidR="004613CA" w:rsidRDefault="004613CA" w:rsidP="00D2511E">
      <w:pPr>
        <w:spacing w:line="240" w:lineRule="auto"/>
        <w:jc w:val="center"/>
        <w:textAlignment w:val="top"/>
        <w:rPr>
          <w:rFonts w:ascii="Times New Roman" w:hAnsi="Times New Roman"/>
          <w:color w:val="000080"/>
          <w:bdr w:val="none" w:sz="0" w:space="0" w:color="auto" w:frame="1"/>
          <w:lang w:val="uz-Cyrl-UZ" w:eastAsia="ru-RU"/>
        </w:rPr>
      </w:pPr>
    </w:p>
    <w:p w:rsidR="004613CA" w:rsidRDefault="004613CA" w:rsidP="00D2511E">
      <w:pPr>
        <w:spacing w:line="240" w:lineRule="auto"/>
        <w:jc w:val="center"/>
        <w:textAlignment w:val="top"/>
        <w:rPr>
          <w:rFonts w:ascii="Times New Roman" w:hAnsi="Times New Roman"/>
          <w:color w:val="000080"/>
          <w:bdr w:val="none" w:sz="0" w:space="0" w:color="auto" w:frame="1"/>
          <w:lang w:val="uz-Cyrl-UZ" w:eastAsia="ru-RU"/>
        </w:rPr>
      </w:pPr>
    </w:p>
    <w:p w:rsidR="004613CA" w:rsidRDefault="004613CA" w:rsidP="00D2511E">
      <w:pPr>
        <w:spacing w:line="240" w:lineRule="auto"/>
        <w:jc w:val="center"/>
        <w:textAlignment w:val="top"/>
        <w:rPr>
          <w:rFonts w:ascii="Times New Roman" w:hAnsi="Times New Roman"/>
          <w:color w:val="000080"/>
          <w:bdr w:val="none" w:sz="0" w:space="0" w:color="auto" w:frame="1"/>
          <w:lang w:val="uz-Cyrl-UZ" w:eastAsia="ru-RU"/>
        </w:rPr>
      </w:pPr>
    </w:p>
    <w:p w:rsidR="004613CA" w:rsidRDefault="004613CA" w:rsidP="00D2511E">
      <w:pPr>
        <w:spacing w:line="240" w:lineRule="auto"/>
        <w:jc w:val="center"/>
        <w:textAlignment w:val="top"/>
        <w:rPr>
          <w:rFonts w:ascii="Times New Roman" w:hAnsi="Times New Roman"/>
          <w:color w:val="000080"/>
          <w:bdr w:val="none" w:sz="0" w:space="0" w:color="auto" w:frame="1"/>
          <w:lang w:val="uz-Cyrl-UZ" w:eastAsia="ru-RU"/>
        </w:rPr>
      </w:pPr>
    </w:p>
    <w:p w:rsidR="004613CA" w:rsidRDefault="004613CA" w:rsidP="00D2511E">
      <w:pPr>
        <w:spacing w:line="240" w:lineRule="auto"/>
        <w:jc w:val="center"/>
        <w:textAlignment w:val="top"/>
        <w:rPr>
          <w:rFonts w:ascii="Times New Roman" w:hAnsi="Times New Roman"/>
          <w:color w:val="000080"/>
          <w:bdr w:val="none" w:sz="0" w:space="0" w:color="auto" w:frame="1"/>
          <w:lang w:val="uz-Cyrl-UZ" w:eastAsia="ru-RU"/>
        </w:rPr>
      </w:pPr>
    </w:p>
    <w:p w:rsidR="004613CA" w:rsidRDefault="004613CA" w:rsidP="00D2511E">
      <w:pPr>
        <w:spacing w:line="240" w:lineRule="auto"/>
        <w:jc w:val="center"/>
        <w:textAlignment w:val="top"/>
        <w:rPr>
          <w:rFonts w:ascii="Times New Roman" w:hAnsi="Times New Roman"/>
          <w:color w:val="000080"/>
          <w:bdr w:val="none" w:sz="0" w:space="0" w:color="auto" w:frame="1"/>
          <w:lang w:val="uz-Cyrl-UZ" w:eastAsia="ru-RU"/>
        </w:rPr>
      </w:pPr>
    </w:p>
    <w:p w:rsidR="004613CA" w:rsidRDefault="004613CA" w:rsidP="00D2511E">
      <w:pPr>
        <w:spacing w:line="240" w:lineRule="auto"/>
        <w:jc w:val="center"/>
        <w:textAlignment w:val="top"/>
        <w:rPr>
          <w:rFonts w:ascii="Times New Roman" w:hAnsi="Times New Roman"/>
          <w:color w:val="000080"/>
          <w:bdr w:val="none" w:sz="0" w:space="0" w:color="auto" w:frame="1"/>
          <w:lang w:val="uz-Cyrl-UZ" w:eastAsia="ru-RU"/>
        </w:rPr>
      </w:pPr>
    </w:p>
    <w:p w:rsidR="004613CA" w:rsidRDefault="004613CA" w:rsidP="00D2511E">
      <w:pPr>
        <w:spacing w:line="240" w:lineRule="auto"/>
        <w:jc w:val="center"/>
        <w:textAlignment w:val="top"/>
        <w:rPr>
          <w:rFonts w:ascii="Times New Roman" w:hAnsi="Times New Roman"/>
          <w:color w:val="000080"/>
          <w:bdr w:val="none" w:sz="0" w:space="0" w:color="auto" w:frame="1"/>
          <w:lang w:val="uz-Cyrl-UZ" w:eastAsia="ru-RU"/>
        </w:rPr>
      </w:pPr>
    </w:p>
    <w:p w:rsidR="004613CA" w:rsidRDefault="004613CA" w:rsidP="00D2511E">
      <w:pPr>
        <w:spacing w:line="240" w:lineRule="auto"/>
        <w:jc w:val="center"/>
        <w:textAlignment w:val="top"/>
        <w:rPr>
          <w:rFonts w:ascii="Times New Roman" w:hAnsi="Times New Roman"/>
          <w:color w:val="000080"/>
          <w:bdr w:val="none" w:sz="0" w:space="0" w:color="auto" w:frame="1"/>
          <w:lang w:val="uz-Cyrl-UZ" w:eastAsia="ru-RU"/>
        </w:rPr>
      </w:pPr>
    </w:p>
    <w:p w:rsidR="004613CA" w:rsidRDefault="004613CA" w:rsidP="00D2511E">
      <w:pPr>
        <w:spacing w:line="240" w:lineRule="auto"/>
        <w:jc w:val="center"/>
        <w:textAlignment w:val="top"/>
        <w:rPr>
          <w:rFonts w:ascii="Times New Roman" w:hAnsi="Times New Roman"/>
          <w:color w:val="000080"/>
          <w:bdr w:val="none" w:sz="0" w:space="0" w:color="auto" w:frame="1"/>
          <w:lang w:val="uz-Cyrl-UZ" w:eastAsia="ru-RU"/>
        </w:rPr>
      </w:pPr>
    </w:p>
    <w:p w:rsidR="004613CA" w:rsidRDefault="004613CA" w:rsidP="00D2511E">
      <w:pPr>
        <w:spacing w:line="240" w:lineRule="auto"/>
        <w:jc w:val="center"/>
        <w:textAlignment w:val="top"/>
        <w:rPr>
          <w:rFonts w:ascii="Times New Roman" w:hAnsi="Times New Roman"/>
          <w:color w:val="000080"/>
          <w:bdr w:val="none" w:sz="0" w:space="0" w:color="auto" w:frame="1"/>
          <w:lang w:val="uz-Cyrl-UZ" w:eastAsia="ru-RU"/>
        </w:rPr>
      </w:pPr>
    </w:p>
    <w:p w:rsidR="004613CA" w:rsidRDefault="004613CA" w:rsidP="00D2511E">
      <w:pPr>
        <w:spacing w:line="240" w:lineRule="auto"/>
        <w:jc w:val="center"/>
        <w:textAlignment w:val="top"/>
        <w:rPr>
          <w:rFonts w:ascii="Times New Roman" w:hAnsi="Times New Roman"/>
          <w:color w:val="000080"/>
          <w:bdr w:val="none" w:sz="0" w:space="0" w:color="auto" w:frame="1"/>
          <w:lang w:val="uz-Cyrl-UZ" w:eastAsia="ru-RU"/>
        </w:rPr>
      </w:pPr>
    </w:p>
    <w:p w:rsidR="004613CA" w:rsidRDefault="004613CA" w:rsidP="00D2511E">
      <w:pPr>
        <w:spacing w:line="240" w:lineRule="auto"/>
        <w:jc w:val="center"/>
        <w:textAlignment w:val="top"/>
        <w:rPr>
          <w:rFonts w:ascii="Times New Roman" w:hAnsi="Times New Roman"/>
          <w:color w:val="000080"/>
          <w:bdr w:val="none" w:sz="0" w:space="0" w:color="auto" w:frame="1"/>
          <w:lang w:val="uz-Cyrl-UZ" w:eastAsia="ru-RU"/>
        </w:rPr>
      </w:pPr>
    </w:p>
    <w:p w:rsidR="004613CA" w:rsidRDefault="004613CA" w:rsidP="00D2511E">
      <w:pPr>
        <w:spacing w:line="240" w:lineRule="auto"/>
        <w:jc w:val="center"/>
        <w:textAlignment w:val="top"/>
        <w:rPr>
          <w:rFonts w:ascii="Times New Roman" w:hAnsi="Times New Roman"/>
          <w:color w:val="000080"/>
          <w:bdr w:val="none" w:sz="0" w:space="0" w:color="auto" w:frame="1"/>
          <w:lang w:val="uz-Cyrl-UZ" w:eastAsia="ru-RU"/>
        </w:rPr>
      </w:pPr>
    </w:p>
    <w:p w:rsidR="004613CA" w:rsidRDefault="004613CA" w:rsidP="00D2511E">
      <w:pPr>
        <w:spacing w:line="240" w:lineRule="auto"/>
        <w:jc w:val="center"/>
        <w:textAlignment w:val="top"/>
        <w:rPr>
          <w:rFonts w:ascii="Times New Roman" w:hAnsi="Times New Roman"/>
          <w:color w:val="000080"/>
          <w:bdr w:val="none" w:sz="0" w:space="0" w:color="auto" w:frame="1"/>
          <w:lang w:val="uz-Cyrl-UZ" w:eastAsia="ru-RU"/>
        </w:rPr>
      </w:pPr>
    </w:p>
    <w:p w:rsidR="004613CA" w:rsidRDefault="004613CA" w:rsidP="00D2511E">
      <w:pPr>
        <w:spacing w:line="240" w:lineRule="auto"/>
        <w:jc w:val="center"/>
        <w:textAlignment w:val="top"/>
        <w:rPr>
          <w:rFonts w:ascii="Times New Roman" w:hAnsi="Times New Roman"/>
          <w:color w:val="000080"/>
          <w:bdr w:val="none" w:sz="0" w:space="0" w:color="auto" w:frame="1"/>
          <w:lang w:val="uz-Cyrl-UZ" w:eastAsia="ru-RU"/>
        </w:rPr>
      </w:pPr>
    </w:p>
    <w:p w:rsidR="004613CA" w:rsidRDefault="004613CA" w:rsidP="00D2511E">
      <w:pPr>
        <w:spacing w:line="240" w:lineRule="auto"/>
        <w:jc w:val="center"/>
        <w:textAlignment w:val="top"/>
        <w:rPr>
          <w:rFonts w:ascii="Times New Roman" w:hAnsi="Times New Roman"/>
          <w:color w:val="000080"/>
          <w:bdr w:val="none" w:sz="0" w:space="0" w:color="auto" w:frame="1"/>
          <w:lang w:val="uz-Cyrl-UZ" w:eastAsia="ru-RU"/>
        </w:rPr>
      </w:pPr>
    </w:p>
    <w:p w:rsidR="004613CA" w:rsidRDefault="004613CA" w:rsidP="00D2511E">
      <w:pPr>
        <w:spacing w:line="240" w:lineRule="auto"/>
        <w:jc w:val="center"/>
        <w:textAlignment w:val="top"/>
        <w:rPr>
          <w:rFonts w:ascii="Times New Roman" w:hAnsi="Times New Roman"/>
          <w:color w:val="000080"/>
          <w:bdr w:val="none" w:sz="0" w:space="0" w:color="auto" w:frame="1"/>
          <w:lang w:val="uz-Cyrl-UZ" w:eastAsia="ru-RU"/>
        </w:rPr>
      </w:pPr>
    </w:p>
    <w:p w:rsidR="004613CA" w:rsidRDefault="004613CA" w:rsidP="00D2511E">
      <w:pPr>
        <w:spacing w:line="240" w:lineRule="auto"/>
        <w:jc w:val="center"/>
        <w:textAlignment w:val="top"/>
        <w:rPr>
          <w:rFonts w:ascii="Times New Roman" w:hAnsi="Times New Roman"/>
          <w:color w:val="000080"/>
          <w:bdr w:val="none" w:sz="0" w:space="0" w:color="auto" w:frame="1"/>
          <w:lang w:val="uz-Cyrl-UZ" w:eastAsia="ru-RU"/>
        </w:rPr>
      </w:pPr>
    </w:p>
    <w:p w:rsidR="004613CA" w:rsidRPr="007F4A52" w:rsidRDefault="004613CA" w:rsidP="00D2511E">
      <w:pPr>
        <w:spacing w:line="240" w:lineRule="auto"/>
        <w:jc w:val="center"/>
        <w:textAlignment w:val="top"/>
        <w:rPr>
          <w:rFonts w:ascii="Times New Roman" w:hAnsi="Times New Roman"/>
          <w:color w:val="000080"/>
          <w:sz w:val="28"/>
          <w:szCs w:val="28"/>
          <w:bdr w:val="none" w:sz="0" w:space="0" w:color="auto" w:frame="1"/>
          <w:lang w:eastAsia="ru-RU"/>
        </w:rPr>
      </w:pPr>
      <w:r w:rsidRPr="007F4A52">
        <w:rPr>
          <w:rFonts w:ascii="Times New Roman" w:hAnsi="Times New Roman"/>
          <w:color w:val="000080"/>
          <w:sz w:val="28"/>
          <w:szCs w:val="28"/>
          <w:bdr w:val="none" w:sz="0" w:space="0" w:color="auto" w:frame="1"/>
          <w:lang w:eastAsia="ru-RU"/>
        </w:rPr>
        <w:t>Вазирлар Маҳкамасининг 2008 йил 13 октябрдаги 226-сон </w:t>
      </w:r>
      <w:hyperlink r:id="rId14" w:history="1">
        <w:r w:rsidRPr="007F4A52">
          <w:rPr>
            <w:rFonts w:ascii="Times New Roman" w:hAnsi="Times New Roman"/>
            <w:color w:val="008080"/>
            <w:sz w:val="28"/>
            <w:szCs w:val="28"/>
            <w:bdr w:val="none" w:sz="0" w:space="0" w:color="auto" w:frame="1"/>
            <w:lang w:eastAsia="ru-RU"/>
          </w:rPr>
          <w:t>қарорига </w:t>
        </w:r>
      </w:hyperlink>
      <w:r w:rsidRPr="007F4A52">
        <w:rPr>
          <w:rFonts w:ascii="Times New Roman" w:hAnsi="Times New Roman"/>
          <w:color w:val="000080"/>
          <w:sz w:val="28"/>
          <w:szCs w:val="28"/>
          <w:bdr w:val="none" w:sz="0" w:space="0" w:color="auto" w:frame="1"/>
          <w:lang w:eastAsia="ru-RU"/>
        </w:rPr>
        <w:br/>
        <w:t>3-ИЛОВА</w:t>
      </w:r>
    </w:p>
    <w:p w:rsidR="004613CA" w:rsidRPr="007F4A52" w:rsidRDefault="004613CA" w:rsidP="00D2511E">
      <w:pPr>
        <w:spacing w:after="120" w:line="240" w:lineRule="auto"/>
        <w:jc w:val="center"/>
        <w:textAlignment w:val="top"/>
        <w:rPr>
          <w:rFonts w:ascii="Times New Roman" w:hAnsi="Times New Roman"/>
          <w:b/>
          <w:bCs/>
          <w:color w:val="000080"/>
          <w:sz w:val="28"/>
          <w:szCs w:val="28"/>
          <w:bdr w:val="none" w:sz="0" w:space="0" w:color="auto" w:frame="1"/>
          <w:lang w:eastAsia="ru-RU"/>
        </w:rPr>
      </w:pPr>
      <w:bookmarkStart w:id="125" w:name="1399779"/>
      <w:bookmarkEnd w:id="125"/>
      <w:r w:rsidRPr="007F4A52">
        <w:rPr>
          <w:rFonts w:ascii="Times New Roman" w:hAnsi="Times New Roman"/>
          <w:b/>
          <w:bCs/>
          <w:color w:val="000080"/>
          <w:sz w:val="28"/>
          <w:szCs w:val="28"/>
          <w:bdr w:val="none" w:sz="0" w:space="0" w:color="auto" w:frame="1"/>
          <w:lang w:eastAsia="ru-RU"/>
        </w:rPr>
        <w:t>Номли давлат стипендиялари ва уларни тайинлаш тартиби тўғрисида</w:t>
      </w:r>
    </w:p>
    <w:p w:rsidR="004613CA" w:rsidRPr="007F4A52" w:rsidRDefault="004613CA" w:rsidP="00D2511E">
      <w:pPr>
        <w:spacing w:after="0" w:line="240" w:lineRule="auto"/>
        <w:jc w:val="center"/>
        <w:textAlignment w:val="top"/>
        <w:rPr>
          <w:rFonts w:ascii="Times New Roman" w:hAnsi="Times New Roman"/>
          <w:caps/>
          <w:color w:val="000080"/>
          <w:sz w:val="28"/>
          <w:szCs w:val="28"/>
          <w:bdr w:val="none" w:sz="0" w:space="0" w:color="auto" w:frame="1"/>
          <w:lang w:eastAsia="ru-RU"/>
        </w:rPr>
      </w:pPr>
      <w:bookmarkStart w:id="126" w:name="1399780"/>
      <w:bookmarkEnd w:id="126"/>
      <w:r w:rsidRPr="007F4A52">
        <w:rPr>
          <w:rFonts w:ascii="Times New Roman" w:hAnsi="Times New Roman"/>
          <w:b/>
          <w:bCs/>
          <w:caps/>
          <w:color w:val="000080"/>
          <w:sz w:val="28"/>
          <w:szCs w:val="28"/>
          <w:bdr w:val="none" w:sz="0" w:space="0" w:color="auto" w:frame="1"/>
          <w:lang w:eastAsia="ru-RU"/>
        </w:rPr>
        <w:t>НИЗОМ</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127" w:name="1399781"/>
      <w:bookmarkStart w:id="128" w:name="1399782"/>
      <w:bookmarkEnd w:id="127"/>
      <w:bookmarkEnd w:id="128"/>
      <w:r w:rsidRPr="007F4A52">
        <w:rPr>
          <w:rFonts w:ascii="Times New Roman" w:hAnsi="Times New Roman"/>
          <w:color w:val="000000"/>
          <w:sz w:val="28"/>
          <w:szCs w:val="28"/>
          <w:bdr w:val="none" w:sz="0" w:space="0" w:color="auto" w:frame="1"/>
          <w:lang w:eastAsia="ru-RU"/>
        </w:rPr>
        <w:t>1. Беруний, Ибн Сино, Навоий, Улуғбек ва Имом ал-Бухорий номидаги давлат стипендиялари Ўзбекистон Республикаси давлат олий таълим муассасаларининг бакалавриат бўйича ўқиётган охирги икки курс талабаларига тайинланади.</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129" w:name="1399783"/>
      <w:bookmarkEnd w:id="129"/>
      <w:r w:rsidRPr="007F4A52">
        <w:rPr>
          <w:rFonts w:ascii="Times New Roman" w:hAnsi="Times New Roman"/>
          <w:color w:val="000000"/>
          <w:sz w:val="28"/>
          <w:szCs w:val="28"/>
          <w:bdr w:val="none" w:sz="0" w:space="0" w:color="auto" w:frame="1"/>
          <w:lang w:eastAsia="ru-RU"/>
        </w:rPr>
        <w:t>2. Келгуси ўқув йили учун давлат стипендиялари сони жорий ўқув йили охирида Ўзбекистон Республикаси Олий ва ўрта махсус таълим вазирлиги тақдимномасига биноан Вазирлар Маҳкамаси томонидан белгиланади.</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130" w:name="1399784"/>
      <w:bookmarkEnd w:id="130"/>
      <w:r w:rsidRPr="007F4A52">
        <w:rPr>
          <w:rFonts w:ascii="Times New Roman" w:hAnsi="Times New Roman"/>
          <w:color w:val="000000"/>
          <w:sz w:val="28"/>
          <w:szCs w:val="28"/>
          <w:bdr w:val="none" w:sz="0" w:space="0" w:color="auto" w:frame="1"/>
          <w:lang w:eastAsia="ru-RU"/>
        </w:rPr>
        <w:t>Ўзбекистон Республикаси Олий ва ўрта махсус таълим вазирлиги Ўзбекистон Республикаси давлат олий таълим муассасалари бўйича номли стипендияларни тақсимлашни таълим ихтисосига ва талабалар сонига мувофиқ амалга оширади.</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131" w:name="1399785"/>
      <w:bookmarkEnd w:id="131"/>
      <w:r w:rsidRPr="007F4A52">
        <w:rPr>
          <w:rFonts w:ascii="Times New Roman" w:hAnsi="Times New Roman"/>
          <w:color w:val="000000"/>
          <w:sz w:val="28"/>
          <w:szCs w:val="28"/>
          <w:bdr w:val="none" w:sz="0" w:space="0" w:color="auto" w:frame="1"/>
          <w:lang w:eastAsia="ru-RU"/>
        </w:rPr>
        <w:t>3. Стипендияларни тайинлаш учун қуйидаги мезонларни бажариш белгиланади:</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132" w:name="1399786"/>
      <w:bookmarkEnd w:id="132"/>
      <w:r w:rsidRPr="007F4A52">
        <w:rPr>
          <w:rFonts w:ascii="Times New Roman" w:hAnsi="Times New Roman"/>
          <w:color w:val="000000"/>
          <w:sz w:val="28"/>
          <w:szCs w:val="28"/>
          <w:bdr w:val="none" w:sz="0" w:space="0" w:color="auto" w:frame="1"/>
          <w:lang w:eastAsia="ru-RU"/>
        </w:rPr>
        <w:t>аъло ўқиш ва илмий (ижодий) ишларда иштирок этиш;</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133" w:name="1399787"/>
      <w:bookmarkEnd w:id="133"/>
      <w:r w:rsidRPr="007F4A52">
        <w:rPr>
          <w:rFonts w:ascii="Times New Roman" w:hAnsi="Times New Roman"/>
          <w:color w:val="000000"/>
          <w:sz w:val="28"/>
          <w:szCs w:val="28"/>
          <w:bdr w:val="none" w:sz="0" w:space="0" w:color="auto" w:frame="1"/>
          <w:lang w:eastAsia="ru-RU"/>
        </w:rPr>
        <w:t>тилларни — давлат тилини ва битта хорижий (Мустақил Давлатлар Ҳамдўстлиги мамлакатлари давлат тилларидан ташқари) тилни билиш, бакалавриатдаги таълим йўналиши хорижий тил ҳисобланган алоҳида ҳолларда қўшимча равишда яна битта хорижий тилни билиш; Ўзбекистон Республикаси фуқароси бўлмаган шахслар учун эса ўқиш олиб бориладиган тилни қўшимча равишда билиш талаб қилинади;</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134" w:name="1399788"/>
      <w:bookmarkEnd w:id="134"/>
      <w:r w:rsidRPr="007F4A52">
        <w:rPr>
          <w:rFonts w:ascii="Times New Roman" w:hAnsi="Times New Roman"/>
          <w:color w:val="000000"/>
          <w:sz w:val="28"/>
          <w:szCs w:val="28"/>
          <w:bdr w:val="none" w:sz="0" w:space="0" w:color="auto" w:frame="1"/>
          <w:lang w:eastAsia="ru-RU"/>
        </w:rPr>
        <w:t>Тилларни билиш бўйича умумий талаблар даражаси Ўзбекистон Республикаси Олий ва ўрта махсус таълим вазирлиги томонидан, олий таълим муассасаларининг тиллар бўйича ихтисослашмаган мутахассисликлар учун хорижий тилларга бўлган талаблари ҳажмида белгиланади.</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135" w:name="1399789"/>
      <w:bookmarkEnd w:id="135"/>
      <w:r w:rsidRPr="007F4A52">
        <w:rPr>
          <w:rFonts w:ascii="Times New Roman" w:hAnsi="Times New Roman"/>
          <w:color w:val="000000"/>
          <w:sz w:val="28"/>
          <w:szCs w:val="28"/>
          <w:bdr w:val="none" w:sz="0" w:space="0" w:color="auto" w:frame="1"/>
          <w:lang w:eastAsia="ru-RU"/>
        </w:rPr>
        <w:t>Номли давлат стипендияларига талабгорлар ушбу тиллар бўйича ўз билимлари даражасини аниқлаш учун ўқиш жойидаги тил кафедраларида махсус суҳбатдан ўтадилар.</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136" w:name="1399790"/>
      <w:bookmarkEnd w:id="136"/>
      <w:r w:rsidRPr="007F4A52">
        <w:rPr>
          <w:rFonts w:ascii="Times New Roman" w:hAnsi="Times New Roman"/>
          <w:color w:val="000000"/>
          <w:sz w:val="28"/>
          <w:szCs w:val="28"/>
          <w:bdr w:val="none" w:sz="0" w:space="0" w:color="auto" w:frame="1"/>
          <w:lang w:eastAsia="ru-RU"/>
        </w:rPr>
        <w:t>4. Номли давлат стипендияларини тайинлаш учун номзодлар кўрсатиш давлат олий таълим муассасалари илмий кенгашлари томонидан, талабгорларнинг ўқув ва илмий фаолиятларини оммавий муҳокама қилиш асосида амалга оширилади.</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137" w:name="1399791"/>
      <w:bookmarkEnd w:id="137"/>
      <w:r w:rsidRPr="007F4A52">
        <w:rPr>
          <w:rFonts w:ascii="Times New Roman" w:hAnsi="Times New Roman"/>
          <w:color w:val="000000"/>
          <w:sz w:val="28"/>
          <w:szCs w:val="28"/>
          <w:bdr w:val="none" w:sz="0" w:space="0" w:color="auto" w:frame="1"/>
          <w:lang w:eastAsia="ru-RU"/>
        </w:rPr>
        <w:t>Номли давлат стипендиясига талабгорлар дастлабки кўриб чиқиш учун илмий кенгашга қуйидагиларни тақдим қиладилар:</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138" w:name="1399792"/>
      <w:bookmarkEnd w:id="138"/>
      <w:r w:rsidRPr="007F4A52">
        <w:rPr>
          <w:rFonts w:ascii="Times New Roman" w:hAnsi="Times New Roman"/>
          <w:color w:val="000000"/>
          <w:sz w:val="28"/>
          <w:szCs w:val="28"/>
          <w:bdr w:val="none" w:sz="0" w:space="0" w:color="auto" w:frame="1"/>
          <w:lang w:eastAsia="ru-RU"/>
        </w:rPr>
        <w:t>синов дафтарчасидан кўчирма;</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139" w:name="1399793"/>
      <w:bookmarkEnd w:id="139"/>
      <w:r w:rsidRPr="007F4A52">
        <w:rPr>
          <w:rFonts w:ascii="Times New Roman" w:hAnsi="Times New Roman"/>
          <w:color w:val="000000"/>
          <w:sz w:val="28"/>
          <w:szCs w:val="28"/>
          <w:bdr w:val="none" w:sz="0" w:space="0" w:color="auto" w:frame="1"/>
          <w:lang w:eastAsia="ru-RU"/>
        </w:rPr>
        <w:t>деканат, кафедранинг тавсияномаси;</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140" w:name="1399794"/>
      <w:bookmarkEnd w:id="140"/>
      <w:r w:rsidRPr="007F4A52">
        <w:rPr>
          <w:rFonts w:ascii="Times New Roman" w:hAnsi="Times New Roman"/>
          <w:color w:val="000000"/>
          <w:sz w:val="28"/>
          <w:szCs w:val="28"/>
          <w:bdr w:val="none" w:sz="0" w:space="0" w:color="auto" w:frame="1"/>
          <w:lang w:eastAsia="ru-RU"/>
        </w:rPr>
        <w:t>илмий (ижодий) иш раҳбарининг фикр-мулоҳазаси;</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141" w:name="1399795"/>
      <w:bookmarkEnd w:id="141"/>
      <w:r w:rsidRPr="007F4A52">
        <w:rPr>
          <w:rFonts w:ascii="Times New Roman" w:hAnsi="Times New Roman"/>
          <w:color w:val="000000"/>
          <w:sz w:val="28"/>
          <w:szCs w:val="28"/>
          <w:bdr w:val="none" w:sz="0" w:space="0" w:color="auto" w:frame="1"/>
          <w:lang w:eastAsia="ru-RU"/>
        </w:rPr>
        <w:t>тиллар кафедрасининг суҳбат натижалари ҳақидаги маълумотномаси.</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142" w:name="1399796"/>
      <w:bookmarkEnd w:id="142"/>
      <w:r w:rsidRPr="007F4A52">
        <w:rPr>
          <w:rFonts w:ascii="Times New Roman" w:hAnsi="Times New Roman"/>
          <w:color w:val="000000"/>
          <w:sz w:val="28"/>
          <w:szCs w:val="28"/>
          <w:bdr w:val="none" w:sz="0" w:space="0" w:color="auto" w:frame="1"/>
          <w:lang w:eastAsia="ru-RU"/>
        </w:rPr>
        <w:t>Барча ҳужжатлар жилдга тикилган ёки папкага жойланган ҳолда тақдим этилади. Муқовада номли давлат стипендиясининг номи, талабгорнинг фамилияси, исми ва отасининг исми, факультети, курси, гуруҳи кўрсатилади.</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143" w:name="1399797"/>
      <w:bookmarkEnd w:id="143"/>
      <w:r w:rsidRPr="007F4A52">
        <w:rPr>
          <w:rFonts w:ascii="Times New Roman" w:hAnsi="Times New Roman"/>
          <w:color w:val="000000"/>
          <w:sz w:val="28"/>
          <w:szCs w:val="28"/>
          <w:bdr w:val="none" w:sz="0" w:space="0" w:color="auto" w:frame="1"/>
          <w:lang w:eastAsia="ru-RU"/>
        </w:rPr>
        <w:t>5. Илмий кенгашлар яширин овоз бериш орқали оддий кўпчилик овоз билан қарор қабул қиладилар.</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144" w:name="1399798"/>
      <w:bookmarkEnd w:id="144"/>
      <w:r w:rsidRPr="007F4A52">
        <w:rPr>
          <w:rFonts w:ascii="Times New Roman" w:hAnsi="Times New Roman"/>
          <w:color w:val="000000"/>
          <w:sz w:val="28"/>
          <w:szCs w:val="28"/>
          <w:bdr w:val="none" w:sz="0" w:space="0" w:color="auto" w:frame="1"/>
          <w:lang w:eastAsia="ru-RU"/>
        </w:rPr>
        <w:t>Илмий кенгашларнинг қарорлари олий таълим муассасалари қарашли бўлган вазирликлар ва идораларнинг Ўзбекистон Республикаси Олий ва ўрта махсус таълим вазирлигига номли давлат стипендияларини тайинлаш тўғрисида тавсияномалар жўнатиши учун асос бўлади.</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145" w:name="1399799"/>
      <w:bookmarkEnd w:id="145"/>
      <w:r w:rsidRPr="007F4A52">
        <w:rPr>
          <w:rFonts w:ascii="Times New Roman" w:hAnsi="Times New Roman"/>
          <w:color w:val="000000"/>
          <w:sz w:val="28"/>
          <w:szCs w:val="28"/>
          <w:bdr w:val="none" w:sz="0" w:space="0" w:color="auto" w:frame="1"/>
          <w:lang w:eastAsia="ru-RU"/>
        </w:rPr>
        <w:t>6. Ўзбекистон Республикаси Олий ва ўрта махсус таълим вазирлиги стипендиялар тайинлаш ҳақидаги тавсияномаларни йилига бир марта кўриб чиқади. Кўриб чиқиш муддати — 10—25 сентябрь.</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146" w:name="1399800"/>
      <w:bookmarkEnd w:id="146"/>
      <w:r w:rsidRPr="007F4A52">
        <w:rPr>
          <w:rFonts w:ascii="Times New Roman" w:hAnsi="Times New Roman"/>
          <w:color w:val="000000"/>
          <w:sz w:val="28"/>
          <w:szCs w:val="28"/>
          <w:bdr w:val="none" w:sz="0" w:space="0" w:color="auto" w:frame="1"/>
          <w:lang w:eastAsia="ru-RU"/>
        </w:rPr>
        <w:t>7. Ўзбекистон Республикаси Олий ва ўрта махсус таълим вазирлигининг қарори давлат олий таълим муассасаларининг талабаларга номли давлат стипендияларини тайинлаш ва тўлаш ҳақидаги буйруқларни расмийлаштириши учун асос бўлади.</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147" w:name="1399801"/>
      <w:bookmarkEnd w:id="147"/>
      <w:r w:rsidRPr="007F4A52">
        <w:rPr>
          <w:rFonts w:ascii="Times New Roman" w:hAnsi="Times New Roman"/>
          <w:color w:val="000000"/>
          <w:sz w:val="28"/>
          <w:szCs w:val="28"/>
          <w:bdr w:val="none" w:sz="0" w:space="0" w:color="auto" w:frame="1"/>
          <w:lang w:eastAsia="ru-RU"/>
        </w:rPr>
        <w:t>Стипендиялар 1 сентябрдан бошлаб, бир йил муддатга, белгиланган миқдорга қатъий мувофиқ ҳолда тайинланади. Стипендияларни янги муддатга қайтадан тайинлаш ҳам айнан шу тартибда амалга оширилади.</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148" w:name="1399802"/>
      <w:bookmarkEnd w:id="148"/>
      <w:r w:rsidRPr="007F4A52">
        <w:rPr>
          <w:rFonts w:ascii="Times New Roman" w:hAnsi="Times New Roman"/>
          <w:color w:val="000000"/>
          <w:sz w:val="28"/>
          <w:szCs w:val="28"/>
          <w:bdr w:val="none" w:sz="0" w:space="0" w:color="auto" w:frame="1"/>
          <w:lang w:eastAsia="ru-RU"/>
        </w:rPr>
        <w:t>8. Номли давлат стипендияларига сазовор бўлган талабаларга қуйидаги гувоҳномалар берилади:</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149" w:name="1399803"/>
      <w:bookmarkEnd w:id="149"/>
      <w:r w:rsidRPr="007F4A52">
        <w:rPr>
          <w:rFonts w:ascii="Times New Roman" w:hAnsi="Times New Roman"/>
          <w:color w:val="000000"/>
          <w:sz w:val="28"/>
          <w:szCs w:val="28"/>
          <w:bdr w:val="none" w:sz="0" w:space="0" w:color="auto" w:frame="1"/>
          <w:lang w:eastAsia="ru-RU"/>
        </w:rPr>
        <w:t>«Беруний давлат стипендиясининг соҳиби»;</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150" w:name="1399804"/>
      <w:bookmarkEnd w:id="150"/>
      <w:r w:rsidRPr="007F4A52">
        <w:rPr>
          <w:rFonts w:ascii="Times New Roman" w:hAnsi="Times New Roman"/>
          <w:color w:val="000000"/>
          <w:sz w:val="28"/>
          <w:szCs w:val="28"/>
          <w:bdr w:val="none" w:sz="0" w:space="0" w:color="auto" w:frame="1"/>
          <w:lang w:eastAsia="ru-RU"/>
        </w:rPr>
        <w:t>«Ибн Сино давлат стипендиясининг соҳиби»;</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151" w:name="1399805"/>
      <w:bookmarkEnd w:id="151"/>
      <w:r w:rsidRPr="007F4A52">
        <w:rPr>
          <w:rFonts w:ascii="Times New Roman" w:hAnsi="Times New Roman"/>
          <w:color w:val="000000"/>
          <w:sz w:val="28"/>
          <w:szCs w:val="28"/>
          <w:bdr w:val="none" w:sz="0" w:space="0" w:color="auto" w:frame="1"/>
          <w:lang w:eastAsia="ru-RU"/>
        </w:rPr>
        <w:t>«Навоий давлат стипендиясининг соҳиби»;</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152" w:name="1399806"/>
      <w:bookmarkEnd w:id="152"/>
      <w:r w:rsidRPr="007F4A52">
        <w:rPr>
          <w:rFonts w:ascii="Times New Roman" w:hAnsi="Times New Roman"/>
          <w:color w:val="000000"/>
          <w:sz w:val="28"/>
          <w:szCs w:val="28"/>
          <w:bdr w:val="none" w:sz="0" w:space="0" w:color="auto" w:frame="1"/>
          <w:lang w:eastAsia="ru-RU"/>
        </w:rPr>
        <w:t>«Улуғбек давлат стипендиясининг соҳиби»;</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153" w:name="1399807"/>
      <w:bookmarkEnd w:id="153"/>
      <w:r w:rsidRPr="007F4A52">
        <w:rPr>
          <w:rFonts w:ascii="Times New Roman" w:hAnsi="Times New Roman"/>
          <w:color w:val="000000"/>
          <w:sz w:val="28"/>
          <w:szCs w:val="28"/>
          <w:bdr w:val="none" w:sz="0" w:space="0" w:color="auto" w:frame="1"/>
          <w:lang w:eastAsia="ru-RU"/>
        </w:rPr>
        <w:t>«Имом ал-Бухорий стипендиясининг соҳиби».</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154" w:name="1399808"/>
      <w:bookmarkEnd w:id="154"/>
      <w:r w:rsidRPr="007F4A52">
        <w:rPr>
          <w:rFonts w:ascii="Times New Roman" w:hAnsi="Times New Roman"/>
          <w:color w:val="000000"/>
          <w:sz w:val="28"/>
          <w:szCs w:val="28"/>
          <w:bdr w:val="none" w:sz="0" w:space="0" w:color="auto" w:frame="1"/>
          <w:lang w:eastAsia="ru-RU"/>
        </w:rPr>
        <w:t>Гувоҳномалар талабаларнинг ўқиш жойида тантанали вазиятда топширилади.</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155" w:name="1399809"/>
      <w:bookmarkEnd w:id="155"/>
      <w:r w:rsidRPr="007F4A52">
        <w:rPr>
          <w:rFonts w:ascii="Times New Roman" w:hAnsi="Times New Roman"/>
          <w:color w:val="000000"/>
          <w:sz w:val="28"/>
          <w:szCs w:val="28"/>
          <w:bdr w:val="none" w:sz="0" w:space="0" w:color="auto" w:frame="1"/>
          <w:lang w:eastAsia="ru-RU"/>
        </w:rPr>
        <w:t>9. Номли давлат стипендияларига сазовор бўлган талабалар бакалавриатни тугатганидан сўнг бир йил мобайнида, тегишли мутахассислик бўйича магистратурага кириш имтиҳонларисиз, грант асосида қабул қилинадилар.</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156" w:name="1399810"/>
      <w:bookmarkEnd w:id="156"/>
      <w:r w:rsidRPr="007F4A52">
        <w:rPr>
          <w:rFonts w:ascii="Times New Roman" w:hAnsi="Times New Roman"/>
          <w:color w:val="000000"/>
          <w:sz w:val="28"/>
          <w:szCs w:val="28"/>
          <w:bdr w:val="none" w:sz="0" w:space="0" w:color="auto" w:frame="1"/>
          <w:lang w:eastAsia="ru-RU"/>
        </w:rPr>
        <w:t>10. Номли давлат стипендияларига сазовор бўлган талабалар ўқишни тугатганларидан сўнг бир йил мобайнида магистратурада ўқишни давом эттириш учун хорижга юборилаётган ёшлар гуруҳлари таркибига киритилишда устунликка эга бўлиш ҳуқуқини сақлаб қоладилар.</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157" w:name="1399811"/>
      <w:bookmarkEnd w:id="157"/>
      <w:r w:rsidRPr="007F4A52">
        <w:rPr>
          <w:rFonts w:ascii="Times New Roman" w:hAnsi="Times New Roman"/>
          <w:color w:val="000000"/>
          <w:sz w:val="28"/>
          <w:szCs w:val="28"/>
          <w:bdr w:val="none" w:sz="0" w:space="0" w:color="auto" w:frame="1"/>
          <w:lang w:eastAsia="ru-RU"/>
        </w:rPr>
        <w:t>11. Талабаларни кундалик дарсларни ўзлаштирмаганлик, ўқув интизомини ва илмий одоб-ахлоқни бузганлик учун ўқув йили мобайнида номли давлат стипендияларидан маҳрум қилиш давлат олий таълим муассасалари тақдимномаларига биноан тегишли вазирликлар ва идоралар буйруқлари билан амалга оширилиши мумкин.</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158" w:name="1399812"/>
      <w:bookmarkEnd w:id="158"/>
      <w:r w:rsidRPr="007F4A52">
        <w:rPr>
          <w:rFonts w:ascii="Times New Roman" w:hAnsi="Times New Roman"/>
          <w:color w:val="000000"/>
          <w:sz w:val="28"/>
          <w:szCs w:val="28"/>
          <w:bdr w:val="none" w:sz="0" w:space="0" w:color="auto" w:frame="1"/>
          <w:lang w:eastAsia="ru-RU"/>
        </w:rPr>
        <w:t>12. Талабаларнинг номли давлат стипендияларини тайинлаш бўйича ариза ва шикоятлари қонун ҳужжатларида белгиланган тартибда кўриб чиқилади.</w:t>
      </w:r>
    </w:p>
    <w:p w:rsidR="004613CA" w:rsidRPr="007F4A52" w:rsidRDefault="004613CA" w:rsidP="00D2511E">
      <w:pPr>
        <w:spacing w:line="240" w:lineRule="auto"/>
        <w:jc w:val="center"/>
        <w:textAlignment w:val="top"/>
        <w:rPr>
          <w:rFonts w:ascii="Times New Roman" w:hAnsi="Times New Roman"/>
          <w:color w:val="000080"/>
          <w:sz w:val="28"/>
          <w:szCs w:val="28"/>
          <w:bdr w:val="none" w:sz="0" w:space="0" w:color="auto" w:frame="1"/>
          <w:lang w:eastAsia="ru-RU"/>
        </w:rPr>
      </w:pPr>
      <w:bookmarkStart w:id="159" w:name="1399813"/>
      <w:bookmarkStart w:id="160" w:name="1399814"/>
      <w:bookmarkEnd w:id="159"/>
      <w:bookmarkEnd w:id="160"/>
    </w:p>
    <w:p w:rsidR="004613CA" w:rsidRPr="007F4A52" w:rsidRDefault="004613CA" w:rsidP="00D2511E">
      <w:pPr>
        <w:spacing w:line="240" w:lineRule="auto"/>
        <w:jc w:val="center"/>
        <w:textAlignment w:val="top"/>
        <w:rPr>
          <w:rFonts w:ascii="Times New Roman" w:hAnsi="Times New Roman"/>
          <w:color w:val="000080"/>
          <w:sz w:val="28"/>
          <w:szCs w:val="28"/>
          <w:bdr w:val="none" w:sz="0" w:space="0" w:color="auto" w:frame="1"/>
          <w:lang w:eastAsia="ru-RU"/>
        </w:rPr>
      </w:pPr>
      <w:bookmarkStart w:id="161" w:name="_GoBack"/>
      <w:bookmarkEnd w:id="161"/>
      <w:r w:rsidRPr="007F4A52">
        <w:rPr>
          <w:rFonts w:ascii="Times New Roman" w:hAnsi="Times New Roman"/>
          <w:color w:val="000080"/>
          <w:sz w:val="28"/>
          <w:szCs w:val="28"/>
          <w:bdr w:val="none" w:sz="0" w:space="0" w:color="auto" w:frame="1"/>
          <w:lang w:eastAsia="ru-RU"/>
        </w:rPr>
        <w:t>Вазирлар Маҳкамасининг 2008 йил 13 октябрдаги 226-сон </w:t>
      </w:r>
      <w:hyperlink r:id="rId15" w:history="1">
        <w:r w:rsidRPr="007F4A52">
          <w:rPr>
            <w:rFonts w:ascii="Times New Roman" w:hAnsi="Times New Roman"/>
            <w:color w:val="008080"/>
            <w:sz w:val="28"/>
            <w:szCs w:val="28"/>
            <w:bdr w:val="none" w:sz="0" w:space="0" w:color="auto" w:frame="1"/>
            <w:lang w:eastAsia="ru-RU"/>
          </w:rPr>
          <w:t>қарорига </w:t>
        </w:r>
      </w:hyperlink>
      <w:r w:rsidRPr="007F4A52">
        <w:rPr>
          <w:rFonts w:ascii="Times New Roman" w:hAnsi="Times New Roman"/>
          <w:color w:val="000080"/>
          <w:sz w:val="28"/>
          <w:szCs w:val="28"/>
          <w:bdr w:val="none" w:sz="0" w:space="0" w:color="auto" w:frame="1"/>
          <w:lang w:eastAsia="ru-RU"/>
        </w:rPr>
        <w:br/>
        <w:t>4-ИЛОВА</w:t>
      </w:r>
    </w:p>
    <w:p w:rsidR="004613CA" w:rsidRPr="007F4A52" w:rsidRDefault="004613CA" w:rsidP="00D2511E">
      <w:pPr>
        <w:spacing w:after="120" w:line="240" w:lineRule="auto"/>
        <w:jc w:val="center"/>
        <w:textAlignment w:val="top"/>
        <w:rPr>
          <w:rFonts w:ascii="Times New Roman" w:hAnsi="Times New Roman"/>
          <w:b/>
          <w:bCs/>
          <w:color w:val="000080"/>
          <w:sz w:val="28"/>
          <w:szCs w:val="28"/>
          <w:bdr w:val="none" w:sz="0" w:space="0" w:color="auto" w:frame="1"/>
          <w:lang w:eastAsia="ru-RU"/>
        </w:rPr>
      </w:pPr>
      <w:bookmarkStart w:id="162" w:name="1399815"/>
      <w:bookmarkEnd w:id="162"/>
      <w:r w:rsidRPr="007F4A52">
        <w:rPr>
          <w:rFonts w:ascii="Times New Roman" w:hAnsi="Times New Roman"/>
          <w:b/>
          <w:bCs/>
          <w:color w:val="000080"/>
          <w:sz w:val="28"/>
          <w:szCs w:val="28"/>
          <w:bdr w:val="none" w:sz="0" w:space="0" w:color="auto" w:frame="1"/>
          <w:lang w:eastAsia="ru-RU"/>
        </w:rPr>
        <w:t>Республика олимпиадалари, танловлари ва спорт мусобақаларини ўтказиш тўғрисида</w:t>
      </w:r>
    </w:p>
    <w:p w:rsidR="004613CA" w:rsidRPr="007F4A52" w:rsidRDefault="004613CA" w:rsidP="00D2511E">
      <w:pPr>
        <w:spacing w:after="0" w:line="240" w:lineRule="auto"/>
        <w:jc w:val="center"/>
        <w:textAlignment w:val="top"/>
        <w:rPr>
          <w:rFonts w:ascii="Times New Roman" w:hAnsi="Times New Roman"/>
          <w:caps/>
          <w:color w:val="000080"/>
          <w:sz w:val="28"/>
          <w:szCs w:val="28"/>
          <w:bdr w:val="none" w:sz="0" w:space="0" w:color="auto" w:frame="1"/>
          <w:lang w:eastAsia="ru-RU"/>
        </w:rPr>
      </w:pPr>
      <w:bookmarkStart w:id="163" w:name="1399816"/>
      <w:bookmarkEnd w:id="163"/>
      <w:r w:rsidRPr="007F4A52">
        <w:rPr>
          <w:rFonts w:ascii="Times New Roman" w:hAnsi="Times New Roman"/>
          <w:b/>
          <w:bCs/>
          <w:caps/>
          <w:color w:val="000080"/>
          <w:sz w:val="28"/>
          <w:szCs w:val="28"/>
          <w:bdr w:val="none" w:sz="0" w:space="0" w:color="auto" w:frame="1"/>
          <w:lang w:eastAsia="ru-RU"/>
        </w:rPr>
        <w:t>НИЗОМ</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164" w:name="1399817"/>
      <w:bookmarkStart w:id="165" w:name="1399818"/>
      <w:bookmarkEnd w:id="164"/>
      <w:bookmarkEnd w:id="165"/>
      <w:r w:rsidRPr="007F4A52">
        <w:rPr>
          <w:rFonts w:ascii="Times New Roman" w:hAnsi="Times New Roman"/>
          <w:color w:val="000000"/>
          <w:sz w:val="28"/>
          <w:szCs w:val="28"/>
          <w:bdr w:val="none" w:sz="0" w:space="0" w:color="auto" w:frame="1"/>
          <w:lang w:eastAsia="ru-RU"/>
        </w:rPr>
        <w:t>1. Мазкур Низом Ўзбекистон Республикаси Олий ва ўрта махсус таълим вазирлигининг Ўрта махсус, касб-ҳунар таълими маркази, Халқ таълими вазирлиги, Маданият ва спорт ишлари вазирлиги қарорларига кўра ўтказиладиган республика мусобақаларини: академик лицейлар, касб-ҳунар коллежлари ва умумтаълим мактаблари ўқувчиларининг умумтаълим фанлари бўйича олимпиадаларини, ўқувчиларнинг бадиий-ижодий ихтисосликлар бўйича танловларини, спортнинг шахсий ва команда турлари бўйича спорт мусобақаларини ташкил этишнинг умумий принципларини белгилайди.</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166" w:name="1399819"/>
      <w:bookmarkEnd w:id="166"/>
      <w:r w:rsidRPr="007F4A52">
        <w:rPr>
          <w:rFonts w:ascii="Times New Roman" w:hAnsi="Times New Roman"/>
          <w:color w:val="000000"/>
          <w:sz w:val="28"/>
          <w:szCs w:val="28"/>
          <w:bdr w:val="none" w:sz="0" w:space="0" w:color="auto" w:frame="1"/>
          <w:lang w:eastAsia="ru-RU"/>
        </w:rPr>
        <w:t>2. Қуйидагилар ўқувчи ёшлар ўртасида олимпиадалар, танловлар, спорт мусобақалари ўтказишнинг асосий мақсадлари ҳисобланади:</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167" w:name="1399820"/>
      <w:bookmarkEnd w:id="167"/>
      <w:r w:rsidRPr="007F4A52">
        <w:rPr>
          <w:rFonts w:ascii="Times New Roman" w:hAnsi="Times New Roman"/>
          <w:color w:val="000000"/>
          <w:sz w:val="28"/>
          <w:szCs w:val="28"/>
          <w:bdr w:val="none" w:sz="0" w:space="0" w:color="auto" w:frame="1"/>
          <w:lang w:eastAsia="ru-RU"/>
        </w:rPr>
        <w:t>ўқувчи ёшларнинг истеъдоди ва ижодий қобилиятини намоён қилиш;</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168" w:name="1399821"/>
      <w:bookmarkEnd w:id="168"/>
      <w:r w:rsidRPr="007F4A52">
        <w:rPr>
          <w:rFonts w:ascii="Times New Roman" w:hAnsi="Times New Roman"/>
          <w:color w:val="000000"/>
          <w:sz w:val="28"/>
          <w:szCs w:val="28"/>
          <w:bdr w:val="none" w:sz="0" w:space="0" w:color="auto" w:frame="1"/>
          <w:lang w:eastAsia="ru-RU"/>
        </w:rPr>
        <w:t>ўқувчиларда ўзлари танлаган фанлар ва ихтисосликларни чуқур ўрганишга қизиқишни ошириш;</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169" w:name="1399822"/>
      <w:bookmarkEnd w:id="169"/>
      <w:r w:rsidRPr="007F4A52">
        <w:rPr>
          <w:rFonts w:ascii="Times New Roman" w:hAnsi="Times New Roman"/>
          <w:color w:val="000000"/>
          <w:sz w:val="28"/>
          <w:szCs w:val="28"/>
          <w:bdr w:val="none" w:sz="0" w:space="0" w:color="auto" w:frame="1"/>
          <w:lang w:eastAsia="ru-RU"/>
        </w:rPr>
        <w:t>ўқувчиларнинг келажакдаги касбларни тўғри танлашига кўмаклашиш;</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170" w:name="1399823"/>
      <w:bookmarkEnd w:id="170"/>
      <w:r w:rsidRPr="007F4A52">
        <w:rPr>
          <w:rFonts w:ascii="Times New Roman" w:hAnsi="Times New Roman"/>
          <w:color w:val="000000"/>
          <w:sz w:val="28"/>
          <w:szCs w:val="28"/>
          <w:bdr w:val="none" w:sz="0" w:space="0" w:color="auto" w:frame="1"/>
          <w:lang w:eastAsia="ru-RU"/>
        </w:rPr>
        <w:t>ўқув-тарбия жараёнини, ўқитувчиларнинг педагогик маҳоратини такомиллаштириш, улар томонидан қобилиятли ўқувчилар билан аниқ мақсадга йўналтирилган якка тартибдаги ишларни ўтказиш.</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171" w:name="1399824"/>
      <w:bookmarkEnd w:id="171"/>
      <w:r w:rsidRPr="007F4A52">
        <w:rPr>
          <w:rFonts w:ascii="Times New Roman" w:hAnsi="Times New Roman"/>
          <w:color w:val="000000"/>
          <w:sz w:val="28"/>
          <w:szCs w:val="28"/>
          <w:bdr w:val="none" w:sz="0" w:space="0" w:color="auto" w:frame="1"/>
          <w:lang w:eastAsia="ru-RU"/>
        </w:rPr>
        <w:t>3. Республика олимпиадалари ҳар йили академик лицейлар, касб-ҳунар коллежлари ва умумтаълим мактабларининг IХ, Х, ХI синфлари (мажбурий 12 йиллик таълимга тўлиқ ўтилгунгача) ҳамда IX синфлар ўқувчилари (мажбурий 12 йиллик таълимга тўлиқ ўтилгандан кейин) ўртасида ўтказилади. Олимпиадаларнинг умумтаълим фанлари рўйхати, уларни умумтаълим мактабларининг IX синф ўқувчилари ўртасида ўтказиш тартиби ва муддатлари Ўзбекистон Республикаси Халқ таълими вазирлиги томонидан, академик лицейлар, касб-ҳунар коллежлари ўқувчилари ўртасида ўтказиш бўйича эса Ўзбекистон Республикаси Олий ва ўрта махсус таълим вазирлигининг Ўрта махсус, касб-ҳунар таълими маркази томонидан белгиланади.</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172" w:name="1399825"/>
      <w:bookmarkEnd w:id="172"/>
      <w:r w:rsidRPr="007F4A52">
        <w:rPr>
          <w:rFonts w:ascii="Times New Roman" w:hAnsi="Times New Roman"/>
          <w:color w:val="000000"/>
          <w:sz w:val="28"/>
          <w:szCs w:val="28"/>
          <w:bdr w:val="none" w:sz="0" w:space="0" w:color="auto" w:frame="1"/>
          <w:lang w:eastAsia="ru-RU"/>
        </w:rPr>
        <w:t>Олимпиадалар тўрт босқичда ўтказилади:</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173" w:name="1399826"/>
      <w:bookmarkEnd w:id="173"/>
      <w:r w:rsidRPr="007F4A52">
        <w:rPr>
          <w:rFonts w:ascii="Times New Roman" w:hAnsi="Times New Roman"/>
          <w:color w:val="000000"/>
          <w:sz w:val="28"/>
          <w:szCs w:val="28"/>
          <w:bdr w:val="none" w:sz="0" w:space="0" w:color="auto" w:frame="1"/>
          <w:lang w:eastAsia="ru-RU"/>
        </w:rPr>
        <w:t>1-босқич — ўқиш жойи бўйича;</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174" w:name="1399827"/>
      <w:bookmarkEnd w:id="174"/>
      <w:r w:rsidRPr="007F4A52">
        <w:rPr>
          <w:rFonts w:ascii="Times New Roman" w:hAnsi="Times New Roman"/>
          <w:color w:val="000000"/>
          <w:sz w:val="28"/>
          <w:szCs w:val="28"/>
          <w:bdr w:val="none" w:sz="0" w:space="0" w:color="auto" w:frame="1"/>
          <w:lang w:eastAsia="ru-RU"/>
        </w:rPr>
        <w:t>2-босқич — туман, шунингдек ҳудуди туманларга бўлинмаган шаҳар бўйича;</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175" w:name="1399828"/>
      <w:bookmarkEnd w:id="175"/>
      <w:r w:rsidRPr="007F4A52">
        <w:rPr>
          <w:rFonts w:ascii="Times New Roman" w:hAnsi="Times New Roman"/>
          <w:color w:val="000000"/>
          <w:sz w:val="28"/>
          <w:szCs w:val="28"/>
          <w:bdr w:val="none" w:sz="0" w:space="0" w:color="auto" w:frame="1"/>
          <w:lang w:eastAsia="ru-RU"/>
        </w:rPr>
        <w:t>3-босқич — вилоят бўйича, шу жумладан, Қорақалпоғистон Республикасида ва Тошкент шаҳрида;</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176" w:name="1399829"/>
      <w:bookmarkEnd w:id="176"/>
      <w:r w:rsidRPr="007F4A52">
        <w:rPr>
          <w:rFonts w:ascii="Times New Roman" w:hAnsi="Times New Roman"/>
          <w:color w:val="000000"/>
          <w:sz w:val="28"/>
          <w:szCs w:val="28"/>
          <w:bdr w:val="none" w:sz="0" w:space="0" w:color="auto" w:frame="1"/>
          <w:lang w:eastAsia="ru-RU"/>
        </w:rPr>
        <w:t>4-босқич — республика бўйича.</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177" w:name="1399830"/>
      <w:bookmarkEnd w:id="177"/>
      <w:r w:rsidRPr="007F4A52">
        <w:rPr>
          <w:rFonts w:ascii="Times New Roman" w:hAnsi="Times New Roman"/>
          <w:color w:val="000000"/>
          <w:sz w:val="28"/>
          <w:szCs w:val="28"/>
          <w:bdr w:val="none" w:sz="0" w:space="0" w:color="auto" w:frame="1"/>
          <w:lang w:eastAsia="ru-RU"/>
        </w:rPr>
        <w:t>Олимпиаданинг биринчи босқичида умумтаълим мактаблари ва академик лицейлар, касб-ҳунар коллежларининг барча ўқувчилари иштирок этишлари мумкин, навбатдаги босқичларда эса фақат олдинги босқичларда I, II, III ўринни эгаллаб, ғолиб бўлганлар қатнашадилар. Академик лицейлар ва умумтаълим мактабларининг I босқичда чуқурлаштирилган фанлар бўйича 1-ўринни эгаллаган ўқувчилари олимпиаданинг II босқичида қатнашмасдан тўғридан-тўғри III босқичида қатнашадилар.</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178" w:name="1399831"/>
      <w:bookmarkEnd w:id="178"/>
      <w:r w:rsidRPr="007F4A52">
        <w:rPr>
          <w:rFonts w:ascii="Times New Roman" w:hAnsi="Times New Roman"/>
          <w:color w:val="000000"/>
          <w:sz w:val="28"/>
          <w:szCs w:val="28"/>
          <w:bdr w:val="none" w:sz="0" w:space="0" w:color="auto" w:frame="1"/>
          <w:lang w:eastAsia="ru-RU"/>
        </w:rPr>
        <w:t>Олимпиадаларнинг барча босқичларида ғолиблар ҳам фанлар бўйича, ҳам курслар (синфлар) бўйича алоҳида-алоҳида аниқланади.</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179" w:name="1399832"/>
      <w:bookmarkEnd w:id="179"/>
      <w:r w:rsidRPr="007F4A52">
        <w:rPr>
          <w:rFonts w:ascii="Times New Roman" w:hAnsi="Times New Roman"/>
          <w:color w:val="000000"/>
          <w:sz w:val="28"/>
          <w:szCs w:val="28"/>
          <w:bdr w:val="none" w:sz="0" w:space="0" w:color="auto" w:frame="1"/>
          <w:lang w:eastAsia="ru-RU"/>
        </w:rPr>
        <w:t>Олимпиадалар босқичларини ташкил этиш ва ўтказиш учун масъулият тегишли равишда академик лицейлар, касб-ҳунар коллежлари ва умумтаълим мактаблари, Ўзбекистон Республикаси Олий ва ўрта махсус таълим вазирлигининг Ўрта махсус касб-ҳунар таълими маркази ҳамда Халқ таълими вазирлиги ҳудудий бўлинмалари раҳбарлари зиммасига, якунловчи — тўртинчи босқич бўйича эса — мажбурий 12 йиллик таълимга тўлиқ ўтилгунгача Ўзбекистон Республикаси Олий ва ўрта махсус таълим вазирлигининг Ўрта махсус, касб-ҳунар таълими марказига, Вазирлар Маҳкамаси ҳузуридаги Давлат тест марказига ва Халқ таълими вазирлигига, мажбурий 12 йиллик таълимга ўтилгандан кейин эса Ўзбекистон Республикаси Олий ва ўрта махсус таълим вазирлигининг Ўрта махсус, касб-ҳунар таълими марказига ҳамда Вазирлар Маҳкамаси ҳузуридаги Давлат тест марказига юкланади.</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180" w:name="1399833"/>
      <w:bookmarkEnd w:id="180"/>
      <w:r w:rsidRPr="007F4A52">
        <w:rPr>
          <w:rFonts w:ascii="Times New Roman" w:hAnsi="Times New Roman"/>
          <w:color w:val="000000"/>
          <w:sz w:val="28"/>
          <w:szCs w:val="28"/>
          <w:bdr w:val="none" w:sz="0" w:space="0" w:color="auto" w:frame="1"/>
          <w:lang w:eastAsia="ru-RU"/>
        </w:rPr>
        <w:t>4. Ижодкор ёшларнинг республика танловлари:</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181" w:name="1399834"/>
      <w:bookmarkEnd w:id="181"/>
      <w:r w:rsidRPr="007F4A52">
        <w:rPr>
          <w:rFonts w:ascii="Times New Roman" w:hAnsi="Times New Roman"/>
          <w:color w:val="000000"/>
          <w:sz w:val="28"/>
          <w:szCs w:val="28"/>
          <w:bdr w:val="none" w:sz="0" w:space="0" w:color="auto" w:frame="1"/>
          <w:lang w:eastAsia="ru-RU"/>
        </w:rPr>
        <w:t>болалар мусиқа мактаблари ва санъат мактаблари;</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182" w:name="1399835"/>
      <w:bookmarkEnd w:id="182"/>
      <w:r w:rsidRPr="007F4A52">
        <w:rPr>
          <w:rFonts w:ascii="Times New Roman" w:hAnsi="Times New Roman"/>
          <w:color w:val="000000"/>
          <w:sz w:val="28"/>
          <w:szCs w:val="28"/>
          <w:bdr w:val="none" w:sz="0" w:space="0" w:color="auto" w:frame="1"/>
          <w:lang w:eastAsia="ru-RU"/>
        </w:rPr>
        <w:t>ўрта махсус, касб-ҳунар таълими муассасалари ва ихтисослаштирилган мусиқа-бадиий мактаб-интернатлари ўқувчиларининг иккита гуруҳи ўртасида ўтказилади.</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183" w:name="1399836"/>
      <w:bookmarkEnd w:id="183"/>
      <w:r w:rsidRPr="007F4A52">
        <w:rPr>
          <w:rFonts w:ascii="Times New Roman" w:hAnsi="Times New Roman"/>
          <w:color w:val="000000"/>
          <w:sz w:val="28"/>
          <w:szCs w:val="28"/>
          <w:bdr w:val="none" w:sz="0" w:space="0" w:color="auto" w:frame="1"/>
          <w:lang w:eastAsia="ru-RU"/>
        </w:rPr>
        <w:t>Ўзбекистон Республикаси Маданият ва спорт ишлари вазирлиги, Халқ таълими вазирлиги ҳамда Олий ва ўрта махсус таълим вазирлигининг Ўрта махсус касб-ҳунар таълими маркази танлов ихтисосликлари ва шартлар рўйхатини ва танловлар шартларини тасдиқлайди.</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184" w:name="1399837"/>
      <w:bookmarkEnd w:id="184"/>
      <w:r w:rsidRPr="007F4A52">
        <w:rPr>
          <w:rFonts w:ascii="Times New Roman" w:hAnsi="Times New Roman"/>
          <w:color w:val="000000"/>
          <w:sz w:val="28"/>
          <w:szCs w:val="28"/>
          <w:bdr w:val="none" w:sz="0" w:space="0" w:color="auto" w:frame="1"/>
          <w:lang w:eastAsia="ru-RU"/>
        </w:rPr>
        <w:t>Болалар мусиқа мактаблари ва санъат мактаблари ўқувчиларининг мусиқа фанлари бўйича танловлари ҳар уч йилда бир марта қуйидаги босқичлар бўйича ўтказилади:</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185" w:name="1399838"/>
      <w:bookmarkEnd w:id="185"/>
      <w:r w:rsidRPr="007F4A52">
        <w:rPr>
          <w:rFonts w:ascii="Times New Roman" w:hAnsi="Times New Roman"/>
          <w:color w:val="000000"/>
          <w:sz w:val="28"/>
          <w:szCs w:val="28"/>
          <w:bdr w:val="none" w:sz="0" w:space="0" w:color="auto" w:frame="1"/>
          <w:lang w:eastAsia="ru-RU"/>
        </w:rPr>
        <w:t>1-босқич — туман, шунингдек ҳудуди туманларга бўлинмаган шаҳар бўйича;</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186" w:name="1399839"/>
      <w:bookmarkEnd w:id="186"/>
      <w:r w:rsidRPr="007F4A52">
        <w:rPr>
          <w:rFonts w:ascii="Times New Roman" w:hAnsi="Times New Roman"/>
          <w:color w:val="000000"/>
          <w:sz w:val="28"/>
          <w:szCs w:val="28"/>
          <w:bdr w:val="none" w:sz="0" w:space="0" w:color="auto" w:frame="1"/>
          <w:lang w:eastAsia="ru-RU"/>
        </w:rPr>
        <w:t>2-босқич — вилоят бўйича, шу жумладан, Қорақалпоғистон Республикасида ва Тошкент шаҳрида;</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187" w:name="1399840"/>
      <w:bookmarkEnd w:id="187"/>
      <w:r w:rsidRPr="007F4A52">
        <w:rPr>
          <w:rFonts w:ascii="Times New Roman" w:hAnsi="Times New Roman"/>
          <w:color w:val="000000"/>
          <w:sz w:val="28"/>
          <w:szCs w:val="28"/>
          <w:bdr w:val="none" w:sz="0" w:space="0" w:color="auto" w:frame="1"/>
          <w:lang w:eastAsia="ru-RU"/>
        </w:rPr>
        <w:t>3-босқич — республика бўйича.</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188" w:name="1399841"/>
      <w:bookmarkEnd w:id="188"/>
      <w:r w:rsidRPr="007F4A52">
        <w:rPr>
          <w:rFonts w:ascii="Times New Roman" w:hAnsi="Times New Roman"/>
          <w:color w:val="000000"/>
          <w:sz w:val="28"/>
          <w:szCs w:val="28"/>
          <w:bdr w:val="none" w:sz="0" w:space="0" w:color="auto" w:frame="1"/>
          <w:lang w:eastAsia="ru-RU"/>
        </w:rPr>
        <w:t>Танловларнинг биринчи босқичида ўз таълим муассасаларидаги ҳисобот концертларида энг катта эътибор қозонган ўқувчилар иштирок этадилар.</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189" w:name="1399842"/>
      <w:bookmarkEnd w:id="189"/>
      <w:r w:rsidRPr="007F4A52">
        <w:rPr>
          <w:rFonts w:ascii="Times New Roman" w:hAnsi="Times New Roman"/>
          <w:color w:val="000000"/>
          <w:sz w:val="28"/>
          <w:szCs w:val="28"/>
          <w:bdr w:val="none" w:sz="0" w:space="0" w:color="auto" w:frame="1"/>
          <w:lang w:eastAsia="ru-RU"/>
        </w:rPr>
        <w:t>Иккинчи босқичда I, II, III ўринларни эгаллаган, учинчи — якунловчи босқичда эса танловга тавсия этилган ҳар қайси ихтисослик бўйича фақат I ўринни эгаллаган ўқувчилар иштирок этадилар.</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190" w:name="1399843"/>
      <w:bookmarkEnd w:id="190"/>
      <w:r w:rsidRPr="007F4A52">
        <w:rPr>
          <w:rFonts w:ascii="Times New Roman" w:hAnsi="Times New Roman"/>
          <w:color w:val="000000"/>
          <w:sz w:val="28"/>
          <w:szCs w:val="28"/>
          <w:bdr w:val="none" w:sz="0" w:space="0" w:color="auto" w:frame="1"/>
          <w:lang w:eastAsia="ru-RU"/>
        </w:rPr>
        <w:t>Ўрта махсус, касб-ҳунар таълими муассасалари ва ихтисослаштирилган мусиқа-бадиий мактаб-интернатлари ўқувчиларининг ижодий танловлари мусиқа ижрочилари ўртасида ҳар икки йилда бир марта, уч турда ўтказилади.</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191" w:name="1399844"/>
      <w:bookmarkEnd w:id="191"/>
      <w:r w:rsidRPr="007F4A52">
        <w:rPr>
          <w:rFonts w:ascii="Times New Roman" w:hAnsi="Times New Roman"/>
          <w:color w:val="000000"/>
          <w:sz w:val="28"/>
          <w:szCs w:val="28"/>
          <w:bdr w:val="none" w:sz="0" w:space="0" w:color="auto" w:frame="1"/>
          <w:lang w:eastAsia="ru-RU"/>
        </w:rPr>
        <w:t>Ушбу танловларга саралаб олиш ва юбориш ҳисобот концертлари якунлари бўйича амалга оширилади. Танлов турлари Ўзбекистон Республикаси Маданият ва спорт ишлари вазирлиги белгилаган тартибда ўтказилади. I, II, III ўринларни эгаллаган ўқувчилар фақат сўнгги тур якунлари бўйича аниқланади.</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192" w:name="1399845"/>
      <w:bookmarkEnd w:id="192"/>
      <w:r w:rsidRPr="007F4A52">
        <w:rPr>
          <w:rFonts w:ascii="Times New Roman" w:hAnsi="Times New Roman"/>
          <w:color w:val="000000"/>
          <w:sz w:val="28"/>
          <w:szCs w:val="28"/>
          <w:bdr w:val="none" w:sz="0" w:space="0" w:color="auto" w:frame="1"/>
          <w:lang w:eastAsia="ru-RU"/>
        </w:rPr>
        <w:t>Ўқувчиларнинг ижодий танловлари босқичлари ва турларини ташкил этиш учун масъулият тегишли равишда таълим муассасаларининг раҳбарлари зиммасига, Маданият ва спорт ишлари вазирлиги ҳамда унинг ҳудудий бўлинмаларига юкланади.</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193" w:name="1399846"/>
      <w:bookmarkEnd w:id="193"/>
      <w:r w:rsidRPr="007F4A52">
        <w:rPr>
          <w:rFonts w:ascii="Times New Roman" w:hAnsi="Times New Roman"/>
          <w:color w:val="000000"/>
          <w:sz w:val="28"/>
          <w:szCs w:val="28"/>
          <w:bdr w:val="none" w:sz="0" w:space="0" w:color="auto" w:frame="1"/>
          <w:lang w:eastAsia="ru-RU"/>
        </w:rPr>
        <w:t>5. Республика спорт мусобақалари ҳар йили спортнинг ҳар хил турлари бўйича ўрта махсус, касб-ҳунар таълими муассасалари ва умумтаълим мактаблари командалари ўртасида, ўқув йили давомида, қуйидаги босқичлар бўйича ўтказилади:</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194" w:name="1399847"/>
      <w:bookmarkEnd w:id="194"/>
      <w:r w:rsidRPr="007F4A52">
        <w:rPr>
          <w:rFonts w:ascii="Times New Roman" w:hAnsi="Times New Roman"/>
          <w:color w:val="000000"/>
          <w:sz w:val="28"/>
          <w:szCs w:val="28"/>
          <w:bdr w:val="none" w:sz="0" w:space="0" w:color="auto" w:frame="1"/>
          <w:lang w:eastAsia="ru-RU"/>
        </w:rPr>
        <w:t>1-босқич — минтақалар бўйича, болалар спорт мактаблари, спорт клуби ёки жамиятлари таркибида;</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195" w:name="1399848"/>
      <w:bookmarkEnd w:id="195"/>
      <w:r w:rsidRPr="007F4A52">
        <w:rPr>
          <w:rFonts w:ascii="Times New Roman" w:hAnsi="Times New Roman"/>
          <w:color w:val="000000"/>
          <w:sz w:val="28"/>
          <w:szCs w:val="28"/>
          <w:bdr w:val="none" w:sz="0" w:space="0" w:color="auto" w:frame="1"/>
          <w:lang w:eastAsia="ru-RU"/>
        </w:rPr>
        <w:t>2-босқич — республика бўйича, ўша командаларда ёки минтақа терма жамоаси таркибида.</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196" w:name="1399849"/>
      <w:bookmarkEnd w:id="196"/>
      <w:r w:rsidRPr="007F4A52">
        <w:rPr>
          <w:rFonts w:ascii="Times New Roman" w:hAnsi="Times New Roman"/>
          <w:color w:val="000000"/>
          <w:sz w:val="28"/>
          <w:szCs w:val="28"/>
          <w:bdr w:val="none" w:sz="0" w:space="0" w:color="auto" w:frame="1"/>
          <w:lang w:eastAsia="ru-RU"/>
        </w:rPr>
        <w:t>Спорт мусобақаларининг ҳар бир босқичи энг кучли спортчиларни саралаш хусусиятларини ҳисобга олган ҳолда ўтказилади.</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197" w:name="1399850"/>
      <w:bookmarkEnd w:id="197"/>
      <w:r w:rsidRPr="007F4A52">
        <w:rPr>
          <w:rFonts w:ascii="Times New Roman" w:hAnsi="Times New Roman"/>
          <w:color w:val="000000"/>
          <w:sz w:val="28"/>
          <w:szCs w:val="28"/>
          <w:bdr w:val="none" w:sz="0" w:space="0" w:color="auto" w:frame="1"/>
          <w:lang w:eastAsia="ru-RU"/>
        </w:rPr>
        <w:t>Халқаро мусобақаларнинг спорт турлари, ўтказиш календари ва мусобақа дастури Ўзбекистон Республикаси Маданият ва спорт ишлари вазирлигининг қарори билан белгиланади.</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198" w:name="1399851"/>
      <w:bookmarkEnd w:id="198"/>
      <w:r w:rsidRPr="007F4A52">
        <w:rPr>
          <w:rFonts w:ascii="Times New Roman" w:hAnsi="Times New Roman"/>
          <w:color w:val="000000"/>
          <w:sz w:val="28"/>
          <w:szCs w:val="28"/>
          <w:bdr w:val="none" w:sz="0" w:space="0" w:color="auto" w:frame="1"/>
          <w:lang w:eastAsia="ru-RU"/>
        </w:rPr>
        <w:t>Республика мусобақаларининг спорт турлари, ўтказиш календари ва ўтказиш дастури Олий ва ўрта махсус таълим вазирлигининг Ўрта махсус, касб-ҳунар таълими маркази, Халқ таълими вазирлиги ҳамда Маданият ва спорт ишлари вазирлигининг биргаликдаги қарори билан белгиланади.</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199" w:name="1399852"/>
      <w:bookmarkEnd w:id="199"/>
      <w:r w:rsidRPr="007F4A52">
        <w:rPr>
          <w:rFonts w:ascii="Times New Roman" w:hAnsi="Times New Roman"/>
          <w:color w:val="000000"/>
          <w:sz w:val="28"/>
          <w:szCs w:val="28"/>
          <w:bdr w:val="none" w:sz="0" w:space="0" w:color="auto" w:frame="1"/>
          <w:lang w:eastAsia="ru-RU"/>
        </w:rPr>
        <w:t>I, II, III ўринларни эгаллаган ўқувчилар спортнинг ҳар бир тури бўйича аниқланади.</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200" w:name="1399853"/>
      <w:bookmarkEnd w:id="200"/>
      <w:r w:rsidRPr="007F4A52">
        <w:rPr>
          <w:rFonts w:ascii="Times New Roman" w:hAnsi="Times New Roman"/>
          <w:color w:val="000000"/>
          <w:sz w:val="28"/>
          <w:szCs w:val="28"/>
          <w:bdr w:val="none" w:sz="0" w:space="0" w:color="auto" w:frame="1"/>
          <w:lang w:eastAsia="ru-RU"/>
        </w:rPr>
        <w:t>Спорт мусобақалари босқичларини ташкил этиш учун масъулият тегишли равишда академик лицейлар, касб-ҳунар коллежлари ва умумтаълим мактаблари, Ўзбекистон Республикаси Маданият ва спорт ишлари вазирлигининг ҳудудий бўлинмалари раҳбарлари зиммасига тўртинчи — финал босқичи бўйича эса — Ўзбекистон Республикаси Олий ва ўрта махсус таълим вазирлигининг Ўрта махсус, касб-ҳунар таълими марказига, Халқ таълими вазирлигига, Маданият ва спорт ишлари вазирлигига юкланади.</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201" w:name="1399854"/>
      <w:bookmarkEnd w:id="201"/>
      <w:r w:rsidRPr="007F4A52">
        <w:rPr>
          <w:rFonts w:ascii="Times New Roman" w:hAnsi="Times New Roman"/>
          <w:color w:val="000000"/>
          <w:sz w:val="28"/>
          <w:szCs w:val="28"/>
          <w:bdr w:val="none" w:sz="0" w:space="0" w:color="auto" w:frame="1"/>
          <w:lang w:eastAsia="ru-RU"/>
        </w:rPr>
        <w:t>6. Ғолибларни тақдирлаш Халқаро ва республика олимпиадалари, танловлари ва мусобақалари ғолиблари бўлган академик лицейлар, касб-ҳунар коллежлари ва умумтаълим мактаблари ўқувчиларини тақдирлаш тартиби тўғрисидаги </w:t>
      </w:r>
      <w:hyperlink r:id="rId16" w:anchor="1399863" w:history="1">
        <w:r w:rsidRPr="007F4A52">
          <w:rPr>
            <w:rFonts w:ascii="Times New Roman" w:hAnsi="Times New Roman"/>
            <w:color w:val="008080"/>
            <w:sz w:val="28"/>
            <w:szCs w:val="28"/>
            <w:bdr w:val="none" w:sz="0" w:space="0" w:color="auto" w:frame="1"/>
            <w:lang w:eastAsia="ru-RU"/>
          </w:rPr>
          <w:t>низомга</w:t>
        </w:r>
      </w:hyperlink>
      <w:r w:rsidRPr="007F4A52">
        <w:rPr>
          <w:rFonts w:ascii="Times New Roman" w:hAnsi="Times New Roman"/>
          <w:color w:val="000000"/>
          <w:sz w:val="28"/>
          <w:szCs w:val="28"/>
          <w:bdr w:val="none" w:sz="0" w:space="0" w:color="auto" w:frame="1"/>
          <w:lang w:eastAsia="ru-RU"/>
        </w:rPr>
        <w:t> мувофиқ амалга оширилади.</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202" w:name="1399855"/>
      <w:bookmarkEnd w:id="202"/>
      <w:r w:rsidRPr="007F4A52">
        <w:rPr>
          <w:rFonts w:ascii="Times New Roman" w:hAnsi="Times New Roman"/>
          <w:color w:val="000000"/>
          <w:sz w:val="28"/>
          <w:szCs w:val="28"/>
          <w:bdr w:val="none" w:sz="0" w:space="0" w:color="auto" w:frame="1"/>
          <w:lang w:eastAsia="ru-RU"/>
        </w:rPr>
        <w:t>7. Республика мусобақаларини ўтказиш бўйича бутун тадбирлар комплексини бажариш учун Ўзбекистон Республикаси Олий ва ўрта махсус таълим вазирлигининг Ўрта махсус, касб-ҳунар таълими маркази, Вазирлар Маҳкамаси ҳузуридаги Давлат тест маркази, Халқ таълими вазирлиги, Маданият ва спорт ишлари вазирлиги ҳамда уларнинг ҳудудий бўлинмалари ўз буйруқлари билан ташкилий қўмиталар, жюрилар, ҳакамлар ҳайъатлари, апелляция комиссиялари ва бошқа тузилмаларни ташкил этадилар.</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203" w:name="1399856"/>
      <w:bookmarkEnd w:id="203"/>
      <w:r w:rsidRPr="007F4A52">
        <w:rPr>
          <w:rFonts w:ascii="Times New Roman" w:hAnsi="Times New Roman"/>
          <w:color w:val="000000"/>
          <w:sz w:val="28"/>
          <w:szCs w:val="28"/>
          <w:bdr w:val="none" w:sz="0" w:space="0" w:color="auto" w:frame="1"/>
          <w:lang w:eastAsia="ru-RU"/>
        </w:rPr>
        <w:t>Ташкилий қўмиталар олимпиадалар, танловлар ва мусобақаларга тайёргарлик кўриш ҳамда уларни ўтказишда ягона илмий-услубий ёндашувни таъминлайдилар, жюрилар, ҳакамлар ҳайъатлари, апелляция комиссиялари ва бошқа тузилмалар таркибини шакллантирадилар ва тасдиқлайдилар, тестлар ва синов топшириқларини тайёрлашни ташкил этадилар, баҳолаш мезонларини ва якунлар чиқариш тартибини тасдиқлайдилар, қатнашчиларнинг мусобақага келиши билан боғлиқ барча масалаларни ҳал қиладилар.</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204" w:name="1399857"/>
      <w:bookmarkEnd w:id="204"/>
      <w:r w:rsidRPr="007F4A52">
        <w:rPr>
          <w:rFonts w:ascii="Times New Roman" w:hAnsi="Times New Roman"/>
          <w:color w:val="000000"/>
          <w:sz w:val="28"/>
          <w:szCs w:val="28"/>
          <w:bdr w:val="none" w:sz="0" w:space="0" w:color="auto" w:frame="1"/>
          <w:lang w:eastAsia="ru-RU"/>
        </w:rPr>
        <w:t>Жюрилар, ҳакамлар ҳайъатлари ғолибларни аниқлайдилар ва олимпиадалар, танловлар ва мусобақалар якунларини протокол қарор билан расмийлаштирадилар.</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205" w:name="1399858"/>
      <w:bookmarkEnd w:id="205"/>
      <w:r w:rsidRPr="007F4A52">
        <w:rPr>
          <w:rFonts w:ascii="Times New Roman" w:hAnsi="Times New Roman"/>
          <w:color w:val="000000"/>
          <w:sz w:val="28"/>
          <w:szCs w:val="28"/>
          <w:bdr w:val="none" w:sz="0" w:space="0" w:color="auto" w:frame="1"/>
          <w:lang w:eastAsia="ru-RU"/>
        </w:rPr>
        <w:t>Апелляция комиссиялари олимпиадалар, танловлар ва мусобақалар қатнашчиларининг шикоятлари ва аризаларини кўриб чиқадилар. Комиссияларга, зарурат бўлганда, жюрилар, ҳакамлар ҳайъатлари қарорларини бекор қилиш ва уларга ўзгартиришлар киритиш ҳуқуқи берилади.</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206" w:name="1399859"/>
      <w:bookmarkEnd w:id="206"/>
      <w:r w:rsidRPr="007F4A52">
        <w:rPr>
          <w:rFonts w:ascii="Times New Roman" w:hAnsi="Times New Roman"/>
          <w:color w:val="000000"/>
          <w:sz w:val="28"/>
          <w:szCs w:val="28"/>
          <w:bdr w:val="none" w:sz="0" w:space="0" w:color="auto" w:frame="1"/>
          <w:lang w:eastAsia="ru-RU"/>
        </w:rPr>
        <w:t>8. Олимпиадалар, танловлар ва мусобақаларнинг ўтказиш муддатлари ва жойлари тегишли ҳокимликлар билан келишилади, улар қатнашчиларни турар жой, озиқ-овқат билан таъминлашда ва бошқа ташкилий масалаларни ҳал этишда ёрдам кўрсатадилар.</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207" w:name="1399860"/>
      <w:bookmarkEnd w:id="207"/>
      <w:r w:rsidRPr="007F4A52">
        <w:rPr>
          <w:rFonts w:ascii="Times New Roman" w:hAnsi="Times New Roman"/>
          <w:color w:val="000000"/>
          <w:sz w:val="28"/>
          <w:szCs w:val="28"/>
          <w:bdr w:val="none" w:sz="0" w:space="0" w:color="auto" w:frame="1"/>
          <w:lang w:eastAsia="ru-RU"/>
        </w:rPr>
        <w:t>9. Академик лицейлар, касб-ҳунар коллежлари ва умумтаълим мактаблари ўқувчилари мусобақаларини маблағ билан таъминлаш Ўзбекистон Республикаси Олий ва ўрта махсус таълим вазирлигининг Ўрта махсус, касб-ҳунар таълими маркази, Халқ таълими вазирлиги, Маданият ва спорт ишлари вазирлиги томонидан тасдиқланадиган, ушбу мақсадлар учун назарда тутилган маблағлар доирасида тузилган сметалар бўйича амалга оширилади.</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208" w:name="1399861"/>
      <w:bookmarkEnd w:id="208"/>
      <w:r w:rsidRPr="007F4A52">
        <w:rPr>
          <w:rFonts w:ascii="Times New Roman" w:hAnsi="Times New Roman"/>
          <w:color w:val="000000"/>
          <w:sz w:val="28"/>
          <w:szCs w:val="28"/>
          <w:bdr w:val="none" w:sz="0" w:space="0" w:color="auto" w:frame="1"/>
          <w:lang w:eastAsia="ru-RU"/>
        </w:rPr>
        <w:t>10. Ўзбекистон Республикаси Олий ва ўрта махсус таълим вазирлигининг Ўрта махсус, касб-ҳунар таълими маркази олимпиадалар, танловлар ва мусобақалар топшириқларининг мураккаблигига қўйиладиган талабларнинг олий таълим муассасаларига қабул қилинадиган абитуриентлар билимлари даражасига мувофиқ бўлишини таъминлайди.</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209" w:name="1399862"/>
      <w:bookmarkEnd w:id="209"/>
      <w:r w:rsidRPr="007F4A52">
        <w:rPr>
          <w:rFonts w:ascii="Times New Roman" w:hAnsi="Times New Roman"/>
          <w:color w:val="000000"/>
          <w:sz w:val="28"/>
          <w:szCs w:val="28"/>
          <w:bdr w:val="none" w:sz="0" w:space="0" w:color="auto" w:frame="1"/>
          <w:lang w:eastAsia="ru-RU"/>
        </w:rPr>
        <w:t>11. Олимпиада, танлов ва мусобақанинг ҳар бир фани учун халқаро ва республика мусобақалари ғолиблари тест синовисиз ҳамда қўшимча имтиҳонсиз қабул қилинадиган соҳа ихтисосликлари рўйхати ҳар йили Ўзбекистон Республикаси олий таълим муассасаларига ўқишга қабул қилиш тўғрисидаги Низомни тасдиқлаш вақтида Таълим муассасаларига ўқишга қабул қилиш бўйича давлат комиссияси томонидан белгиланади.</w:t>
      </w:r>
    </w:p>
    <w:p w:rsidR="004613CA" w:rsidRDefault="004613CA" w:rsidP="00D2511E">
      <w:pPr>
        <w:spacing w:line="240" w:lineRule="auto"/>
        <w:jc w:val="center"/>
        <w:textAlignment w:val="top"/>
        <w:rPr>
          <w:rFonts w:ascii="Times New Roman" w:hAnsi="Times New Roman"/>
          <w:color w:val="000080"/>
          <w:bdr w:val="none" w:sz="0" w:space="0" w:color="auto" w:frame="1"/>
          <w:lang w:val="uz-Cyrl-UZ" w:eastAsia="ru-RU"/>
        </w:rPr>
      </w:pPr>
      <w:bookmarkStart w:id="210" w:name="1399863"/>
      <w:bookmarkStart w:id="211" w:name="1399864"/>
      <w:bookmarkEnd w:id="210"/>
      <w:bookmarkEnd w:id="211"/>
    </w:p>
    <w:p w:rsidR="004613CA" w:rsidRDefault="004613CA" w:rsidP="00D2511E">
      <w:pPr>
        <w:spacing w:line="240" w:lineRule="auto"/>
        <w:jc w:val="center"/>
        <w:textAlignment w:val="top"/>
        <w:rPr>
          <w:rFonts w:ascii="Times New Roman" w:hAnsi="Times New Roman"/>
          <w:color w:val="000080"/>
          <w:bdr w:val="none" w:sz="0" w:space="0" w:color="auto" w:frame="1"/>
          <w:lang w:val="uz-Cyrl-UZ" w:eastAsia="ru-RU"/>
        </w:rPr>
      </w:pPr>
    </w:p>
    <w:p w:rsidR="004613CA" w:rsidRDefault="004613CA" w:rsidP="00D2511E">
      <w:pPr>
        <w:spacing w:line="240" w:lineRule="auto"/>
        <w:jc w:val="center"/>
        <w:textAlignment w:val="top"/>
        <w:rPr>
          <w:rFonts w:ascii="Times New Roman" w:hAnsi="Times New Roman"/>
          <w:color w:val="000080"/>
          <w:bdr w:val="none" w:sz="0" w:space="0" w:color="auto" w:frame="1"/>
          <w:lang w:val="uz-Cyrl-UZ" w:eastAsia="ru-RU"/>
        </w:rPr>
      </w:pPr>
    </w:p>
    <w:p w:rsidR="004613CA" w:rsidRPr="007F4A52" w:rsidRDefault="004613CA" w:rsidP="00D2511E">
      <w:pPr>
        <w:spacing w:line="240" w:lineRule="auto"/>
        <w:jc w:val="center"/>
        <w:textAlignment w:val="top"/>
        <w:rPr>
          <w:rFonts w:ascii="Times New Roman" w:hAnsi="Times New Roman"/>
          <w:color w:val="000080"/>
          <w:sz w:val="28"/>
          <w:szCs w:val="28"/>
          <w:bdr w:val="none" w:sz="0" w:space="0" w:color="auto" w:frame="1"/>
          <w:lang w:eastAsia="ru-RU"/>
        </w:rPr>
      </w:pPr>
      <w:r w:rsidRPr="007F4A52">
        <w:rPr>
          <w:rFonts w:ascii="Times New Roman" w:hAnsi="Times New Roman"/>
          <w:color w:val="000080"/>
          <w:sz w:val="28"/>
          <w:szCs w:val="28"/>
          <w:bdr w:val="none" w:sz="0" w:space="0" w:color="auto" w:frame="1"/>
          <w:lang w:eastAsia="ru-RU"/>
        </w:rPr>
        <w:t>Вазирлар Маҳкамасининг 2008 йил 13 октябрдаги 226-сон </w:t>
      </w:r>
      <w:hyperlink r:id="rId17" w:history="1">
        <w:r w:rsidRPr="007F4A52">
          <w:rPr>
            <w:rFonts w:ascii="Times New Roman" w:hAnsi="Times New Roman"/>
            <w:color w:val="008080"/>
            <w:sz w:val="28"/>
            <w:szCs w:val="28"/>
            <w:bdr w:val="none" w:sz="0" w:space="0" w:color="auto" w:frame="1"/>
            <w:lang w:eastAsia="ru-RU"/>
          </w:rPr>
          <w:t>қарорига </w:t>
        </w:r>
      </w:hyperlink>
      <w:r w:rsidRPr="007F4A52">
        <w:rPr>
          <w:rFonts w:ascii="Times New Roman" w:hAnsi="Times New Roman"/>
          <w:color w:val="000080"/>
          <w:sz w:val="28"/>
          <w:szCs w:val="28"/>
          <w:bdr w:val="none" w:sz="0" w:space="0" w:color="auto" w:frame="1"/>
          <w:lang w:eastAsia="ru-RU"/>
        </w:rPr>
        <w:br/>
        <w:t>5-ИЛОВА</w:t>
      </w:r>
    </w:p>
    <w:p w:rsidR="004613CA" w:rsidRPr="007F4A52" w:rsidRDefault="004613CA" w:rsidP="00D2511E">
      <w:pPr>
        <w:spacing w:after="120" w:line="240" w:lineRule="auto"/>
        <w:jc w:val="center"/>
        <w:textAlignment w:val="top"/>
        <w:rPr>
          <w:rFonts w:ascii="Times New Roman" w:hAnsi="Times New Roman"/>
          <w:b/>
          <w:bCs/>
          <w:color w:val="000080"/>
          <w:sz w:val="28"/>
          <w:szCs w:val="28"/>
          <w:bdr w:val="none" w:sz="0" w:space="0" w:color="auto" w:frame="1"/>
          <w:lang w:eastAsia="ru-RU"/>
        </w:rPr>
      </w:pPr>
      <w:bookmarkStart w:id="212" w:name="1399865"/>
      <w:bookmarkEnd w:id="212"/>
      <w:r w:rsidRPr="007F4A52">
        <w:rPr>
          <w:rFonts w:ascii="Times New Roman" w:hAnsi="Times New Roman"/>
          <w:b/>
          <w:bCs/>
          <w:color w:val="000080"/>
          <w:sz w:val="28"/>
          <w:szCs w:val="28"/>
          <w:bdr w:val="none" w:sz="0" w:space="0" w:color="auto" w:frame="1"/>
          <w:lang w:eastAsia="ru-RU"/>
        </w:rPr>
        <w:t>Халқаро ва республика олимпиадалари, танловлари, мусобақалари ғолиблари бўлган академик лицейлар, касб-ҳунар коллежлари ва умумтаълим мактаблари ўқувчиларини тақдирлаш тартиби тўғрисида</w:t>
      </w:r>
    </w:p>
    <w:p w:rsidR="004613CA" w:rsidRPr="007F4A52" w:rsidRDefault="004613CA" w:rsidP="00D2511E">
      <w:pPr>
        <w:spacing w:after="0" w:line="240" w:lineRule="auto"/>
        <w:jc w:val="center"/>
        <w:textAlignment w:val="top"/>
        <w:rPr>
          <w:rFonts w:ascii="Times New Roman" w:hAnsi="Times New Roman"/>
          <w:caps/>
          <w:color w:val="000080"/>
          <w:sz w:val="28"/>
          <w:szCs w:val="28"/>
          <w:bdr w:val="none" w:sz="0" w:space="0" w:color="auto" w:frame="1"/>
          <w:lang w:eastAsia="ru-RU"/>
        </w:rPr>
      </w:pPr>
      <w:bookmarkStart w:id="213" w:name="1399866"/>
      <w:bookmarkEnd w:id="213"/>
      <w:r w:rsidRPr="007F4A52">
        <w:rPr>
          <w:rFonts w:ascii="Times New Roman" w:hAnsi="Times New Roman"/>
          <w:b/>
          <w:bCs/>
          <w:caps/>
          <w:color w:val="000080"/>
          <w:sz w:val="28"/>
          <w:szCs w:val="28"/>
          <w:bdr w:val="none" w:sz="0" w:space="0" w:color="auto" w:frame="1"/>
          <w:lang w:eastAsia="ru-RU"/>
        </w:rPr>
        <w:t>НИЗОМ</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214" w:name="1399867"/>
      <w:bookmarkStart w:id="215" w:name="1399868"/>
      <w:bookmarkEnd w:id="214"/>
      <w:bookmarkEnd w:id="215"/>
      <w:r w:rsidRPr="007F4A52">
        <w:rPr>
          <w:rFonts w:ascii="Times New Roman" w:hAnsi="Times New Roman"/>
          <w:color w:val="000000"/>
          <w:sz w:val="28"/>
          <w:szCs w:val="28"/>
          <w:bdr w:val="none" w:sz="0" w:space="0" w:color="auto" w:frame="1"/>
          <w:lang w:eastAsia="ru-RU"/>
        </w:rPr>
        <w:t>1. Ушбу Низом умумтаълим фанлари бўйича академик лицейлар, касб-ҳунар коллежлари ва умумтаълим мактаблари ўқувчиларининг расмий халқаро ва республика олимпиадалари, бадиий-ижодий ихтисосликлар бўйича мактаблар, санъат ва маданият касб-ҳунар коллежлари ўқувчиларининг танловлари, спорт мусобақалари ғолибларига татбиқ этилади ҳамда таълим муассасаларига имтиёзли кириш ва пул мукофотлари олиш тартибини белгилайди.</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216" w:name="1399869"/>
      <w:bookmarkEnd w:id="216"/>
      <w:r w:rsidRPr="007F4A52">
        <w:rPr>
          <w:rFonts w:ascii="Times New Roman" w:hAnsi="Times New Roman"/>
          <w:color w:val="000000"/>
          <w:sz w:val="28"/>
          <w:szCs w:val="28"/>
          <w:bdr w:val="none" w:sz="0" w:space="0" w:color="auto" w:frame="1"/>
          <w:lang w:eastAsia="ru-RU"/>
        </w:rPr>
        <w:t>2. Республика (1-ўрин) ва халқаро (1—5-ўринлар) танловлар ва мусобақаларнинг индивидуал турларида ғолиб чиққан академик лицейлар, касб-ҳунар коллежлари ва умумтаълим мактабларининг битирувчилари олий таълим муассасасига тест синовларисиз ва қўшимча имтиҳонсиз қабул қилинадилар.</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217" w:name="1399870"/>
      <w:bookmarkEnd w:id="217"/>
      <w:r w:rsidRPr="007F4A52">
        <w:rPr>
          <w:rFonts w:ascii="Times New Roman" w:hAnsi="Times New Roman"/>
          <w:color w:val="000000"/>
          <w:sz w:val="28"/>
          <w:szCs w:val="28"/>
          <w:bdr w:val="none" w:sz="0" w:space="0" w:color="auto" w:frame="1"/>
          <w:lang w:eastAsia="ru-RU"/>
        </w:rPr>
        <w:t>3. Республика (1-ўрин) ва халқаро (1—5-ўринлар) танловлар ва мусобақаларнинг жамоа турлари ғолиблари ўз командалари таркибидан — академик лицейлар, касб-ҳунар коллежлари ва умумтаълим мактаблари битирувчиларидан олий таълим муассасасига тест синовларисиз ва қўшимча имтиҳонсиз қабул қилиш учун уч номзодни белгилайдилар.</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218" w:name="1399871"/>
      <w:bookmarkEnd w:id="218"/>
      <w:r w:rsidRPr="007F4A52">
        <w:rPr>
          <w:rFonts w:ascii="Times New Roman" w:hAnsi="Times New Roman"/>
          <w:color w:val="000000"/>
          <w:sz w:val="28"/>
          <w:szCs w:val="28"/>
          <w:bdr w:val="none" w:sz="0" w:space="0" w:color="auto" w:frame="1"/>
          <w:lang w:eastAsia="ru-RU"/>
        </w:rPr>
        <w:t>4. Республика (1-ўрин) ва халқаро (1—5-ўринлар) шахмат ва шашка турнирларида ғолиб чиққан академик лицейлар, касб-ҳунар коллежлари ва умумтаълим мактаблари битирувчилари педагогик кадрлар тайёрлайдиган олий таълим муассасасига тест синовларисиз ва қўшимча имтиҳонсиз қабул қилинадилар.</w:t>
      </w:r>
    </w:p>
    <w:bookmarkStart w:id="219" w:name="edi2590036"/>
    <w:bookmarkEnd w:id="219"/>
    <w:p w:rsidR="004613CA" w:rsidRPr="007F4A52" w:rsidRDefault="004613CA" w:rsidP="00D2511E">
      <w:pPr>
        <w:spacing w:after="60" w:line="240" w:lineRule="auto"/>
        <w:ind w:firstLine="851"/>
        <w:jc w:val="both"/>
        <w:textAlignment w:val="top"/>
        <w:rPr>
          <w:rFonts w:ascii="Times New Roman" w:hAnsi="Times New Roman"/>
          <w:i/>
          <w:iCs/>
          <w:color w:val="800080"/>
          <w:sz w:val="28"/>
          <w:szCs w:val="28"/>
          <w:bdr w:val="none" w:sz="0" w:space="0" w:color="auto" w:frame="1"/>
          <w:lang w:eastAsia="ru-RU"/>
        </w:rPr>
      </w:pPr>
      <w:r w:rsidRPr="007F4A52">
        <w:rPr>
          <w:rFonts w:ascii="Times New Roman" w:hAnsi="Times New Roman"/>
          <w:i/>
          <w:iCs/>
          <w:color w:val="800080"/>
          <w:sz w:val="28"/>
          <w:szCs w:val="28"/>
          <w:bdr w:val="none" w:sz="0" w:space="0" w:color="auto" w:frame="1"/>
          <w:lang w:eastAsia="ru-RU"/>
        </w:rPr>
        <w:fldChar w:fldCharType="begin"/>
      </w:r>
      <w:r w:rsidRPr="007F4A52">
        <w:rPr>
          <w:rFonts w:ascii="Times New Roman" w:hAnsi="Times New Roman"/>
          <w:i/>
          <w:iCs/>
          <w:color w:val="800080"/>
          <w:sz w:val="28"/>
          <w:szCs w:val="28"/>
          <w:bdr w:val="none" w:sz="0" w:space="0" w:color="auto" w:frame="1"/>
          <w:lang w:eastAsia="ru-RU"/>
        </w:rPr>
        <w:instrText xml:space="preserve"> HYPERLINK "http://lex.uz/pages/GetAct.aspx?lact_id=1399382&amp;ONDATE=13.10.2008%2000" \l "1399872" </w:instrText>
      </w:r>
      <w:r w:rsidRPr="00477B36">
        <w:rPr>
          <w:rFonts w:ascii="Times New Roman" w:hAnsi="Times New Roman"/>
          <w:i/>
          <w:iCs/>
          <w:color w:val="800080"/>
          <w:sz w:val="28"/>
          <w:szCs w:val="28"/>
          <w:bdr w:val="none" w:sz="0" w:space="0" w:color="auto" w:frame="1"/>
          <w:lang w:eastAsia="ru-RU"/>
        </w:rPr>
      </w:r>
      <w:r w:rsidRPr="007F4A52">
        <w:rPr>
          <w:rFonts w:ascii="Times New Roman" w:hAnsi="Times New Roman"/>
          <w:i/>
          <w:iCs/>
          <w:color w:val="800080"/>
          <w:sz w:val="28"/>
          <w:szCs w:val="28"/>
          <w:bdr w:val="none" w:sz="0" w:space="0" w:color="auto" w:frame="1"/>
          <w:lang w:eastAsia="ru-RU"/>
        </w:rPr>
        <w:fldChar w:fldCharType="separate"/>
      </w:r>
      <w:r w:rsidRPr="007F4A52">
        <w:rPr>
          <w:rFonts w:ascii="Times New Roman" w:hAnsi="Times New Roman"/>
          <w:i/>
          <w:iCs/>
          <w:color w:val="008080"/>
          <w:sz w:val="28"/>
          <w:szCs w:val="28"/>
          <w:bdr w:val="none" w:sz="0" w:space="0" w:color="auto" w:frame="1"/>
          <w:lang w:eastAsia="ru-RU"/>
        </w:rPr>
        <w:t>Олдинги</w:t>
      </w:r>
      <w:r w:rsidRPr="007F4A52">
        <w:rPr>
          <w:rFonts w:ascii="Times New Roman" w:hAnsi="Times New Roman"/>
          <w:i/>
          <w:iCs/>
          <w:color w:val="800080"/>
          <w:sz w:val="28"/>
          <w:szCs w:val="28"/>
          <w:bdr w:val="none" w:sz="0" w:space="0" w:color="auto" w:frame="1"/>
          <w:lang w:eastAsia="ru-RU"/>
        </w:rPr>
        <w:fldChar w:fldCharType="end"/>
      </w:r>
      <w:r w:rsidRPr="007F4A52">
        <w:rPr>
          <w:rFonts w:ascii="Times New Roman" w:hAnsi="Times New Roman"/>
          <w:i/>
          <w:iCs/>
          <w:color w:val="800080"/>
          <w:sz w:val="28"/>
          <w:szCs w:val="28"/>
          <w:bdr w:val="none" w:sz="0" w:space="0" w:color="auto" w:frame="1"/>
          <w:lang w:eastAsia="ru-RU"/>
        </w:rPr>
        <w:t> таҳрирга қаранг.</w:t>
      </w:r>
    </w:p>
    <w:p w:rsidR="004613CA" w:rsidRPr="007F4A52" w:rsidRDefault="004613CA" w:rsidP="00D2511E">
      <w:pPr>
        <w:spacing w:after="0" w:line="240" w:lineRule="auto"/>
        <w:ind w:firstLine="851"/>
        <w:jc w:val="both"/>
        <w:textAlignment w:val="top"/>
        <w:rPr>
          <w:rFonts w:ascii="Times New Roman" w:hAnsi="Times New Roman"/>
          <w:i/>
          <w:iCs/>
          <w:color w:val="800000"/>
          <w:sz w:val="28"/>
          <w:szCs w:val="28"/>
          <w:bdr w:val="none" w:sz="0" w:space="0" w:color="auto" w:frame="1"/>
          <w:lang w:eastAsia="ru-RU"/>
        </w:rPr>
      </w:pPr>
      <w:bookmarkStart w:id="220" w:name="2590036"/>
      <w:bookmarkEnd w:id="220"/>
      <w:r w:rsidRPr="007F4A52">
        <w:rPr>
          <w:rFonts w:ascii="Times New Roman" w:hAnsi="Times New Roman"/>
          <w:i/>
          <w:iCs/>
          <w:color w:val="800000"/>
          <w:sz w:val="28"/>
          <w:szCs w:val="28"/>
          <w:bdr w:val="none" w:sz="0" w:space="0" w:color="auto" w:frame="1"/>
          <w:lang w:eastAsia="ru-RU"/>
        </w:rPr>
        <w:t>(5-банд Ўзбекистон Республикаси Вазирлар Маҳкамасининг 2009 йил 7 январдаги 4-сонли </w:t>
      </w:r>
      <w:hyperlink r:id="rId18" w:anchor="2578069" w:history="1">
        <w:r w:rsidRPr="007F4A52">
          <w:rPr>
            <w:rFonts w:ascii="Times New Roman" w:hAnsi="Times New Roman"/>
            <w:i/>
            <w:iCs/>
            <w:color w:val="008080"/>
            <w:sz w:val="28"/>
            <w:szCs w:val="28"/>
            <w:bdr w:val="none" w:sz="0" w:space="0" w:color="auto" w:frame="1"/>
            <w:lang w:eastAsia="ru-RU"/>
          </w:rPr>
          <w:t>қарорига </w:t>
        </w:r>
      </w:hyperlink>
      <w:r w:rsidRPr="007F4A52">
        <w:rPr>
          <w:rFonts w:ascii="Times New Roman" w:hAnsi="Times New Roman"/>
          <w:i/>
          <w:iCs/>
          <w:color w:val="800000"/>
          <w:sz w:val="28"/>
          <w:szCs w:val="28"/>
          <w:bdr w:val="none" w:sz="0" w:space="0" w:color="auto" w:frame="1"/>
          <w:lang w:eastAsia="ru-RU"/>
        </w:rPr>
        <w:t>асосан ўз кучини йўқотган)</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221" w:name="1399873"/>
      <w:bookmarkEnd w:id="221"/>
      <w:r w:rsidRPr="007F4A52">
        <w:rPr>
          <w:rFonts w:ascii="Times New Roman" w:hAnsi="Times New Roman"/>
          <w:color w:val="000000"/>
          <w:sz w:val="28"/>
          <w:szCs w:val="28"/>
          <w:bdr w:val="none" w:sz="0" w:space="0" w:color="auto" w:frame="1"/>
          <w:lang w:eastAsia="ru-RU"/>
        </w:rPr>
        <w:t>6. Умумтаълим фанлари бўйича республика олимпиадаларида 1—3-ўринларни ва халқаро олимпиадаларда 1—5-ўринларни эгаллаган академик лицейлар, касб-ҳунар коллежлари ва умумтаълим мактабларининг XI синфлари битирувчилари олий таълим муассасасига тест синовларисиз ва қўшимча имтиҳонсиз қабул қилинадилар.</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222" w:name="1399874"/>
      <w:bookmarkEnd w:id="222"/>
      <w:r w:rsidRPr="007F4A52">
        <w:rPr>
          <w:rFonts w:ascii="Times New Roman" w:hAnsi="Times New Roman"/>
          <w:color w:val="000000"/>
          <w:sz w:val="28"/>
          <w:szCs w:val="28"/>
          <w:bdr w:val="none" w:sz="0" w:space="0" w:color="auto" w:frame="1"/>
          <w:lang w:eastAsia="ru-RU"/>
        </w:rPr>
        <w:t>Умумтаълим фанлари бўйича республика олимпиадаларида 1—5-ўринларни эгаллаган умумтаълим мактабларининг IX синфлари битирувчилари академик лицейлар ва касб-ҳунар коллежларига республика ташкилий қўмитасининг йўлланмаси бўйича қабул қилинадилар.</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223" w:name="1399875"/>
      <w:bookmarkEnd w:id="223"/>
      <w:r w:rsidRPr="007F4A52">
        <w:rPr>
          <w:rFonts w:ascii="Times New Roman" w:hAnsi="Times New Roman"/>
          <w:color w:val="000000"/>
          <w:sz w:val="28"/>
          <w:szCs w:val="28"/>
          <w:bdr w:val="none" w:sz="0" w:space="0" w:color="auto" w:frame="1"/>
          <w:lang w:eastAsia="ru-RU"/>
        </w:rPr>
        <w:t>Олимпиадалар ғолибларига: халқаро олимпиадаларда 1, 2, 3, 4, 5-ўринларни эгаллаганларга — талаба стипендиясининг тегишли равишда 10, 9, 8, 7, 6 баравари миқдорида; республика олимпиадаларида 1, 2, 3-ўринларни эгаллаганларга — талаба стипендиясининг тегишли равишда 3, 2, 1 баравари миқдорида пул мукофотлари белгиланади.</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224" w:name="1399876"/>
      <w:bookmarkEnd w:id="224"/>
      <w:r w:rsidRPr="007F4A52">
        <w:rPr>
          <w:rFonts w:ascii="Times New Roman" w:hAnsi="Times New Roman"/>
          <w:color w:val="000000"/>
          <w:sz w:val="28"/>
          <w:szCs w:val="28"/>
          <w:bdr w:val="none" w:sz="0" w:space="0" w:color="auto" w:frame="1"/>
          <w:lang w:eastAsia="ru-RU"/>
        </w:rPr>
        <w:t>7. Халқаро ва республика олимпиадалари, танловлари ва мусобақалари ғолибларини олий таълим муассасасига имтиёзли қабул қилиш таълим муассасаси ихтисосликлари билан олимпиада фанлари, танловлар ихтисосликлари, спорт турларининг соҳа бўйича мос келишига қатъий риоя қилинган ҳолда амалга оширилади.</w:t>
      </w:r>
    </w:p>
    <w:p w:rsidR="004613CA" w:rsidRPr="007F4A52" w:rsidRDefault="004613CA" w:rsidP="00D2511E">
      <w:pPr>
        <w:shd w:val="clear" w:color="auto" w:fill="E8E8FF"/>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225" w:name="1399877"/>
      <w:bookmarkEnd w:id="225"/>
      <w:r w:rsidRPr="007F4A52">
        <w:rPr>
          <w:rFonts w:ascii="Times New Roman" w:hAnsi="Times New Roman"/>
          <w:color w:val="000000"/>
          <w:sz w:val="28"/>
          <w:szCs w:val="28"/>
          <w:bdr w:val="none" w:sz="0" w:space="0" w:color="auto" w:frame="1"/>
          <w:lang w:eastAsia="ru-RU"/>
        </w:rPr>
        <w:t>8. Халқаро ва республика олимпиадалари, танловлари ва мусобақалари ғолибларини тест синовларисиз ва қўшимча имтиҳонсиз олий таълим муассасасига қабул қилиш учун ҳужжатларни расмийлаштириш Ўзбекистон Республикаси Олий ва ўрта махсус таълим вазирлигининг Ўрта махсус, касб-ҳунар таълими маркази таъсис этадиган махсус гувоҳнома асосида амалга оширилади.</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226" w:name="1399878"/>
      <w:bookmarkEnd w:id="226"/>
      <w:r w:rsidRPr="007F4A52">
        <w:rPr>
          <w:rFonts w:ascii="Times New Roman" w:hAnsi="Times New Roman"/>
          <w:color w:val="000000"/>
          <w:sz w:val="28"/>
          <w:szCs w:val="28"/>
          <w:bdr w:val="none" w:sz="0" w:space="0" w:color="auto" w:frame="1"/>
          <w:lang w:eastAsia="ru-RU"/>
        </w:rPr>
        <w:t>Махсус гувоҳномалар ана шундай имтиёзларга эга бўлган ғолибларга берилади ва бу гувоҳномалар олий таълим муассасасига кириш учун зарур ҳужжатлар билан бирга қабул комиссиясига топширилади.</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227" w:name="1399879"/>
      <w:bookmarkEnd w:id="227"/>
      <w:r w:rsidRPr="007F4A52">
        <w:rPr>
          <w:rFonts w:ascii="Times New Roman" w:hAnsi="Times New Roman"/>
          <w:color w:val="000000"/>
          <w:sz w:val="28"/>
          <w:szCs w:val="28"/>
          <w:bdr w:val="none" w:sz="0" w:space="0" w:color="auto" w:frame="1"/>
          <w:lang w:eastAsia="ru-RU"/>
        </w:rPr>
        <w:t>9. Халқаро олимпиадалар, танловлар ва мусобақаларнинг ғолиблари Ўзбекистон Республикаси Олий ва ўрта махсус таълим вазирлигининг Ўрта махсус, касб-ҳунар таълими марказига, Маданият ва спорт ишлари вазирлигига ўзлари эришган натижаларни тасдиқловчи дипломларни (1—3-ўринлар) ёки жюри қарорини, сертификатларни (4-5-ўринлар) махсус гувоҳномалар берилиши учун асос сифатида тақдим этадилар.</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228" w:name="1399880"/>
      <w:bookmarkEnd w:id="228"/>
      <w:r w:rsidRPr="007F4A52">
        <w:rPr>
          <w:rFonts w:ascii="Times New Roman" w:hAnsi="Times New Roman"/>
          <w:color w:val="000000"/>
          <w:sz w:val="28"/>
          <w:szCs w:val="28"/>
          <w:bdr w:val="none" w:sz="0" w:space="0" w:color="auto" w:frame="1"/>
          <w:lang w:eastAsia="ru-RU"/>
        </w:rPr>
        <w:t>10. Ўзбекистон Республикаси Олий ва ўрта махсус таълим вазирлигининг Ўрта махсус, касб-ҳунар таълими маркази, Халқ таълими вазирлиги, Маданият ва спорт ишлари вазирлиги, назорат тартибида, ғолибларга берилган махсус гувоҳномаларнинг реестри билан битирувчилар рўйхатини тест синовлари ўтказиладиган кундан олдин Ўзбекистон Республикаси таълим муассасаларига ўқишга қабул қилиш бўйича давлат комиссиясига тақдим этадилар.</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229" w:name="1399881"/>
      <w:bookmarkEnd w:id="229"/>
      <w:r w:rsidRPr="007F4A52">
        <w:rPr>
          <w:rFonts w:ascii="Times New Roman" w:hAnsi="Times New Roman"/>
          <w:color w:val="000000"/>
          <w:sz w:val="28"/>
          <w:szCs w:val="28"/>
          <w:bdr w:val="none" w:sz="0" w:space="0" w:color="auto" w:frame="1"/>
          <w:lang w:eastAsia="ru-RU"/>
        </w:rPr>
        <w:t>11. Халқаро бадиий-ижодий танловлар, Олимпия ўйинлари, жаҳон ва қитъа чемпионатларининг ғолиблари ўзларининг таълим муассасасига кириш бўйича имтиёзли ҳуқуқларидан уч йил мобайнида, республика олимпиадалари, танловлари ва мусобақалари ғолиблари эса — улар ўтказилган кундан бошлаб бир йил мобайнида фойдаланишлари мумкин.</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230" w:name="1399882"/>
      <w:bookmarkEnd w:id="230"/>
      <w:r w:rsidRPr="007F4A52">
        <w:rPr>
          <w:rFonts w:ascii="Times New Roman" w:hAnsi="Times New Roman"/>
          <w:color w:val="000000"/>
          <w:sz w:val="28"/>
          <w:szCs w:val="28"/>
          <w:bdr w:val="none" w:sz="0" w:space="0" w:color="auto" w:frame="1"/>
          <w:lang w:eastAsia="ru-RU"/>
        </w:rPr>
        <w:t>12. Халқаро (1—5-ўринлар) ва республика (1—3-ўринлар) олимпиадалари, танловлари ва мусобақалари ғолибларига спортнинг ҳам индивидуал, ҳам жамоа турлари бўйича дипломлар билан бирга ушбу Низомнинг </w:t>
      </w:r>
      <w:hyperlink r:id="rId19" w:anchor="1399872" w:history="1">
        <w:r w:rsidRPr="007F4A52">
          <w:rPr>
            <w:rFonts w:ascii="Times New Roman" w:hAnsi="Times New Roman"/>
            <w:color w:val="008080"/>
            <w:sz w:val="28"/>
            <w:szCs w:val="28"/>
            <w:bdr w:val="none" w:sz="0" w:space="0" w:color="auto" w:frame="1"/>
            <w:lang w:eastAsia="ru-RU"/>
          </w:rPr>
          <w:t>5-бандига </w:t>
        </w:r>
      </w:hyperlink>
      <w:r w:rsidRPr="007F4A52">
        <w:rPr>
          <w:rFonts w:ascii="Times New Roman" w:hAnsi="Times New Roman"/>
          <w:color w:val="000000"/>
          <w:sz w:val="28"/>
          <w:szCs w:val="28"/>
          <w:bdr w:val="none" w:sz="0" w:space="0" w:color="auto" w:frame="1"/>
          <w:lang w:eastAsia="ru-RU"/>
        </w:rPr>
        <w:t>мувофиқ белгиланган миқдорда пул мукофотлари топширилади.</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231" w:name="1399883"/>
      <w:bookmarkEnd w:id="231"/>
      <w:r w:rsidRPr="007F4A52">
        <w:rPr>
          <w:rFonts w:ascii="Times New Roman" w:hAnsi="Times New Roman"/>
          <w:color w:val="000000"/>
          <w:sz w:val="28"/>
          <w:szCs w:val="28"/>
          <w:bdr w:val="none" w:sz="0" w:space="0" w:color="auto" w:frame="1"/>
          <w:lang w:eastAsia="ru-RU"/>
        </w:rPr>
        <w:t>Ғолибларга пул мукофотлари, ташкилотчилар таъсис этган совринлардан қатъи назар, топширилади.</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232" w:name="1399884"/>
      <w:bookmarkEnd w:id="232"/>
      <w:r w:rsidRPr="007F4A52">
        <w:rPr>
          <w:rFonts w:ascii="Times New Roman" w:hAnsi="Times New Roman"/>
          <w:color w:val="000000"/>
          <w:sz w:val="28"/>
          <w:szCs w:val="28"/>
          <w:bdr w:val="none" w:sz="0" w:space="0" w:color="auto" w:frame="1"/>
          <w:lang w:eastAsia="ru-RU"/>
        </w:rPr>
        <w:t>13. Олимпиадалар, танловлар ва мусобақалар ғолибларини моддий рағбатлантириш учун маблағлар Ўзбекистон Республикаси Олий ва ўрта махсус таълим вазирлигининг Ўрта махсус, касб-ҳунар таълими маркази, Халқ таълими вазирлиги, Маданият ва спорт ишлари вазирлиги сметаларида назарда тутилади.</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233" w:name="1399885"/>
      <w:bookmarkEnd w:id="233"/>
      <w:r w:rsidRPr="007F4A52">
        <w:rPr>
          <w:rFonts w:ascii="Times New Roman" w:hAnsi="Times New Roman"/>
          <w:color w:val="000000"/>
          <w:sz w:val="28"/>
          <w:szCs w:val="28"/>
          <w:bdr w:val="none" w:sz="0" w:space="0" w:color="auto" w:frame="1"/>
          <w:lang w:eastAsia="ru-RU"/>
        </w:rPr>
        <w:t>14. Ғолибларга дипломлар, махсус гувоҳномалар ва пул мукофотлари Ўзбекистон Республикаси Олий ва ўрта махсус таълим вазирлигининг Ўрта махсус, касб-ҳунар таълими маркази, Халқ таълими вазирлиги, Маданият ва спорт ишлари вазирлиги томонидан тантанали вазиятда топширилади.</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234" w:name="1399886"/>
      <w:bookmarkEnd w:id="234"/>
      <w:r w:rsidRPr="007F4A52">
        <w:rPr>
          <w:rFonts w:ascii="Times New Roman" w:hAnsi="Times New Roman"/>
          <w:color w:val="000000"/>
          <w:sz w:val="28"/>
          <w:szCs w:val="28"/>
          <w:bdr w:val="none" w:sz="0" w:space="0" w:color="auto" w:frame="1"/>
          <w:lang w:eastAsia="ru-RU"/>
        </w:rPr>
        <w:t>15. Халқаро ва республика олимпиадалари, танловлари ва мусобақалари ғолиблари олий таълим муассасасига қабул қилингандан кейин тузиладиган гуруҳлар таркибида хорижий мамлакатлар таълим муассасаларига юбориш учун устунликка эга бўлиш ҳуқуқини оладилар.</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235" w:name="1399887"/>
      <w:bookmarkEnd w:id="235"/>
      <w:r w:rsidRPr="007F4A52">
        <w:rPr>
          <w:rFonts w:ascii="Times New Roman" w:hAnsi="Times New Roman"/>
          <w:color w:val="000000"/>
          <w:sz w:val="28"/>
          <w:szCs w:val="28"/>
          <w:bdr w:val="none" w:sz="0" w:space="0" w:color="auto" w:frame="1"/>
          <w:lang w:eastAsia="ru-RU"/>
        </w:rPr>
        <w:t>16. Махсус гувоҳномалар рўйхатдан ўтказилган тартиб рақамига эга бўлиб, қатъий ҳисобот ҳужжатлари тоифасига киради, Ўзбекистон Республикаси Олий ва ўрта махсус таълим вазирлигининг Ўрта махсус, касб-ҳунар таълими марказида сақланади ҳамда зарур бўлганда Маданият ва спорт ишлари вазирлигига берилади.</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236" w:name="1399888"/>
      <w:bookmarkEnd w:id="236"/>
      <w:r w:rsidRPr="007F4A52">
        <w:rPr>
          <w:rFonts w:ascii="Times New Roman" w:hAnsi="Times New Roman"/>
          <w:color w:val="000000"/>
          <w:sz w:val="28"/>
          <w:szCs w:val="28"/>
          <w:bdr w:val="none" w:sz="0" w:space="0" w:color="auto" w:frame="1"/>
          <w:lang w:eastAsia="ru-RU"/>
        </w:rPr>
        <w:t>Ғолибнинг сурати бўлмаган гувоҳнома ҳақиқий ҳисобланмайди.</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237" w:name="1399889"/>
      <w:bookmarkEnd w:id="237"/>
      <w:r w:rsidRPr="007F4A52">
        <w:rPr>
          <w:rFonts w:ascii="Times New Roman" w:hAnsi="Times New Roman"/>
          <w:color w:val="000000"/>
          <w:sz w:val="28"/>
          <w:szCs w:val="28"/>
          <w:bdr w:val="none" w:sz="0" w:space="0" w:color="auto" w:frame="1"/>
          <w:lang w:eastAsia="ru-RU"/>
        </w:rPr>
        <w:t>Махсус гувоҳнома йўқолганда ёки яроқсизланиб қолганда дубликат берилмайди.</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238" w:name="1399890"/>
      <w:bookmarkEnd w:id="238"/>
      <w:r w:rsidRPr="007F4A52">
        <w:rPr>
          <w:rFonts w:ascii="Times New Roman" w:hAnsi="Times New Roman"/>
          <w:color w:val="000000"/>
          <w:sz w:val="28"/>
          <w:szCs w:val="28"/>
          <w:bdr w:val="none" w:sz="0" w:space="0" w:color="auto" w:frame="1"/>
          <w:lang w:eastAsia="ru-RU"/>
        </w:rPr>
        <w:t>17. Ғолибларнинг олий таълим муассасасига ўқишга имтиёзли кириш масалалари бўйича ариза ва шикоятлари қонун ҳужжатларида белгиланган тартибда кўриб чиқилади.</w:t>
      </w:r>
    </w:p>
    <w:p w:rsidR="004613CA" w:rsidRPr="007F4A52" w:rsidRDefault="004613CA" w:rsidP="00D2511E">
      <w:pPr>
        <w:spacing w:line="240" w:lineRule="auto"/>
        <w:jc w:val="center"/>
        <w:textAlignment w:val="top"/>
        <w:rPr>
          <w:rFonts w:ascii="Times New Roman" w:hAnsi="Times New Roman"/>
          <w:color w:val="000080"/>
          <w:sz w:val="28"/>
          <w:szCs w:val="28"/>
          <w:bdr w:val="none" w:sz="0" w:space="0" w:color="auto" w:frame="1"/>
          <w:lang w:eastAsia="ru-RU"/>
        </w:rPr>
      </w:pPr>
      <w:bookmarkStart w:id="239" w:name="1399891"/>
      <w:bookmarkStart w:id="240" w:name="1399892"/>
      <w:bookmarkEnd w:id="239"/>
      <w:bookmarkEnd w:id="240"/>
    </w:p>
    <w:p w:rsidR="004613CA" w:rsidRPr="007F4A52" w:rsidRDefault="004613CA" w:rsidP="00D2511E">
      <w:pPr>
        <w:spacing w:line="240" w:lineRule="auto"/>
        <w:jc w:val="center"/>
        <w:textAlignment w:val="top"/>
        <w:rPr>
          <w:rFonts w:ascii="Times New Roman" w:hAnsi="Times New Roman"/>
          <w:color w:val="000080"/>
          <w:sz w:val="28"/>
          <w:szCs w:val="28"/>
          <w:bdr w:val="none" w:sz="0" w:space="0" w:color="auto" w:frame="1"/>
          <w:lang w:eastAsia="ru-RU"/>
        </w:rPr>
      </w:pPr>
      <w:r w:rsidRPr="007F4A52">
        <w:rPr>
          <w:rFonts w:ascii="Times New Roman" w:hAnsi="Times New Roman"/>
          <w:color w:val="000080"/>
          <w:sz w:val="28"/>
          <w:szCs w:val="28"/>
          <w:bdr w:val="none" w:sz="0" w:space="0" w:color="auto" w:frame="1"/>
          <w:lang w:eastAsia="ru-RU"/>
        </w:rPr>
        <w:t>Вазирлар Маҳкамасининг 2008 йил 13 октябрдаги 226-сон </w:t>
      </w:r>
      <w:hyperlink r:id="rId20" w:history="1">
        <w:r w:rsidRPr="007F4A52">
          <w:rPr>
            <w:rFonts w:ascii="Times New Roman" w:hAnsi="Times New Roman"/>
            <w:color w:val="008080"/>
            <w:sz w:val="28"/>
            <w:szCs w:val="28"/>
            <w:bdr w:val="none" w:sz="0" w:space="0" w:color="auto" w:frame="1"/>
            <w:lang w:eastAsia="ru-RU"/>
          </w:rPr>
          <w:t>қарорига </w:t>
        </w:r>
      </w:hyperlink>
      <w:r w:rsidRPr="007F4A52">
        <w:rPr>
          <w:rFonts w:ascii="Times New Roman" w:hAnsi="Times New Roman"/>
          <w:color w:val="000080"/>
          <w:sz w:val="28"/>
          <w:szCs w:val="28"/>
          <w:bdr w:val="none" w:sz="0" w:space="0" w:color="auto" w:frame="1"/>
          <w:lang w:eastAsia="ru-RU"/>
        </w:rPr>
        <w:br/>
        <w:t>6-ИЛОВА</w:t>
      </w:r>
    </w:p>
    <w:p w:rsidR="004613CA" w:rsidRPr="007F4A52" w:rsidRDefault="004613CA" w:rsidP="00D2511E">
      <w:pPr>
        <w:spacing w:after="120" w:line="240" w:lineRule="auto"/>
        <w:jc w:val="center"/>
        <w:textAlignment w:val="top"/>
        <w:rPr>
          <w:rFonts w:ascii="Times New Roman" w:hAnsi="Times New Roman"/>
          <w:b/>
          <w:bCs/>
          <w:color w:val="000080"/>
          <w:sz w:val="28"/>
          <w:szCs w:val="28"/>
          <w:bdr w:val="none" w:sz="0" w:space="0" w:color="auto" w:frame="1"/>
          <w:lang w:eastAsia="ru-RU"/>
        </w:rPr>
      </w:pPr>
      <w:bookmarkStart w:id="241" w:name="1399893"/>
      <w:bookmarkEnd w:id="241"/>
      <w:r w:rsidRPr="007F4A52">
        <w:rPr>
          <w:rFonts w:ascii="Times New Roman" w:hAnsi="Times New Roman"/>
          <w:b/>
          <w:bCs/>
          <w:color w:val="000080"/>
          <w:sz w:val="28"/>
          <w:szCs w:val="28"/>
          <w:bdr w:val="none" w:sz="0" w:space="0" w:color="auto" w:frame="1"/>
          <w:lang w:eastAsia="ru-RU"/>
        </w:rPr>
        <w:t>Ўзбекистон Республикаси Ҳукуматининг ўз кучини йўқотган қарорлари рўйхати</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242" w:name="1399894"/>
      <w:bookmarkStart w:id="243" w:name="1399895"/>
      <w:bookmarkEnd w:id="242"/>
      <w:bookmarkEnd w:id="243"/>
      <w:r w:rsidRPr="007F4A52">
        <w:rPr>
          <w:rFonts w:ascii="Times New Roman" w:hAnsi="Times New Roman"/>
          <w:color w:val="000000"/>
          <w:sz w:val="28"/>
          <w:szCs w:val="28"/>
          <w:bdr w:val="none" w:sz="0" w:space="0" w:color="auto" w:frame="1"/>
          <w:lang w:eastAsia="ru-RU"/>
        </w:rPr>
        <w:t>1. Вазирлар Маҳкамасининг «Ўзбекистон ўқувчи ёшларини тақдирлаш ва моддий рағбатлантириш тўғрисида» 1993 йил 25 мартдаги 157-сон </w:t>
      </w:r>
      <w:hyperlink r:id="rId21" w:history="1">
        <w:r w:rsidRPr="007F4A52">
          <w:rPr>
            <w:rFonts w:ascii="Times New Roman" w:hAnsi="Times New Roman"/>
            <w:color w:val="008080"/>
            <w:sz w:val="28"/>
            <w:szCs w:val="28"/>
            <w:bdr w:val="none" w:sz="0" w:space="0" w:color="auto" w:frame="1"/>
            <w:lang w:eastAsia="ru-RU"/>
          </w:rPr>
          <w:t>қарори</w:t>
        </w:r>
      </w:hyperlink>
      <w:r w:rsidRPr="007F4A52">
        <w:rPr>
          <w:rFonts w:ascii="Times New Roman" w:hAnsi="Times New Roman"/>
          <w:color w:val="000000"/>
          <w:sz w:val="28"/>
          <w:szCs w:val="28"/>
          <w:bdr w:val="none" w:sz="0" w:space="0" w:color="auto" w:frame="1"/>
          <w:lang w:eastAsia="ru-RU"/>
        </w:rPr>
        <w:t>.</w:t>
      </w:r>
    </w:p>
    <w:p w:rsidR="004613CA" w:rsidRPr="007F4A52" w:rsidRDefault="004613CA" w:rsidP="00D2511E">
      <w:pPr>
        <w:spacing w:after="0" w:line="240" w:lineRule="auto"/>
        <w:ind w:firstLine="851"/>
        <w:jc w:val="both"/>
        <w:textAlignment w:val="top"/>
        <w:rPr>
          <w:rFonts w:ascii="Times New Roman" w:hAnsi="Times New Roman"/>
          <w:color w:val="000000"/>
          <w:sz w:val="28"/>
          <w:szCs w:val="28"/>
          <w:bdr w:val="none" w:sz="0" w:space="0" w:color="auto" w:frame="1"/>
          <w:lang w:eastAsia="ru-RU"/>
        </w:rPr>
      </w:pPr>
      <w:bookmarkStart w:id="244" w:name="1399896"/>
      <w:bookmarkEnd w:id="244"/>
      <w:r w:rsidRPr="007F4A52">
        <w:rPr>
          <w:rFonts w:ascii="Times New Roman" w:hAnsi="Times New Roman"/>
          <w:color w:val="000000"/>
          <w:sz w:val="28"/>
          <w:szCs w:val="28"/>
          <w:bdr w:val="none" w:sz="0" w:space="0" w:color="auto" w:frame="1"/>
          <w:lang w:eastAsia="ru-RU"/>
        </w:rPr>
        <w:t>2. Вазирлар Маҳкамасининг «Ўзбекистон Республикаси Ҳукуматининг айрим қарорларига ўзгартириш ва қўшимчалар киритиш тўғрисида» 2005 йил 6 июлдаги 156-сон қарорига илованинг </w:t>
      </w:r>
      <w:hyperlink r:id="rId22" w:anchor="638882" w:history="1">
        <w:r w:rsidRPr="007F4A52">
          <w:rPr>
            <w:rFonts w:ascii="Times New Roman" w:hAnsi="Times New Roman"/>
            <w:color w:val="008080"/>
            <w:sz w:val="28"/>
            <w:szCs w:val="28"/>
            <w:bdr w:val="none" w:sz="0" w:space="0" w:color="auto" w:frame="1"/>
            <w:lang w:eastAsia="ru-RU"/>
          </w:rPr>
          <w:t>3-банди</w:t>
        </w:r>
      </w:hyperlink>
      <w:r w:rsidRPr="007F4A52">
        <w:rPr>
          <w:rFonts w:ascii="Times New Roman" w:hAnsi="Times New Roman"/>
          <w:color w:val="000000"/>
          <w:sz w:val="28"/>
          <w:szCs w:val="28"/>
          <w:bdr w:val="none" w:sz="0" w:space="0" w:color="auto" w:frame="1"/>
          <w:lang w:eastAsia="ru-RU"/>
        </w:rPr>
        <w:t> (Ўзбекистон Республикаси ҚТ, 2005 й., 6-7-сон, 35-модда).</w:t>
      </w:r>
    </w:p>
    <w:p w:rsidR="004613CA" w:rsidRPr="007F4A52" w:rsidRDefault="004613CA" w:rsidP="00D2511E">
      <w:pPr>
        <w:spacing w:after="100" w:line="240" w:lineRule="auto"/>
        <w:ind w:firstLine="851"/>
        <w:jc w:val="both"/>
        <w:textAlignment w:val="top"/>
        <w:rPr>
          <w:rFonts w:ascii="Times New Roman" w:hAnsi="Times New Roman"/>
          <w:color w:val="000000"/>
          <w:sz w:val="28"/>
          <w:szCs w:val="28"/>
          <w:bdr w:val="none" w:sz="0" w:space="0" w:color="auto" w:frame="1"/>
          <w:lang w:eastAsia="ru-RU"/>
        </w:rPr>
      </w:pPr>
      <w:bookmarkStart w:id="245" w:name="1399897"/>
      <w:bookmarkEnd w:id="245"/>
      <w:r w:rsidRPr="007F4A52">
        <w:rPr>
          <w:rFonts w:ascii="Times New Roman" w:hAnsi="Times New Roman"/>
          <w:color w:val="000000"/>
          <w:sz w:val="28"/>
          <w:szCs w:val="28"/>
          <w:bdr w:val="none" w:sz="0" w:space="0" w:color="auto" w:frame="1"/>
          <w:lang w:eastAsia="ru-RU"/>
        </w:rPr>
        <w:t>3. Вазирлар Маҳкамасининг «Ўзбекистон Республикаси Ҳукуматининг айрим қарорларига ўзгартиришлар киритиш, шунингдек баъзиларини ўз кучини йўқотган деб ҳисоблаш тўғрисида (Ўзбекистон Республикаси Президентининг «Фан ва технологиялар ривожланишини мувофиқлаштириш ва бошқаришни такомиллаштириш чора-тадбирлари тўғрисида» 2006 йил 7 августдаги ПҚ-436-сон қарори) 2006 йил 2 октябрдаги 207-сон қарорига 1-илованинг </w:t>
      </w:r>
      <w:hyperlink r:id="rId23" w:anchor="1066644" w:history="1">
        <w:r w:rsidRPr="007F4A52">
          <w:rPr>
            <w:rFonts w:ascii="Times New Roman" w:hAnsi="Times New Roman"/>
            <w:color w:val="008080"/>
            <w:sz w:val="28"/>
            <w:szCs w:val="28"/>
            <w:bdr w:val="none" w:sz="0" w:space="0" w:color="auto" w:frame="1"/>
            <w:lang w:eastAsia="ru-RU"/>
          </w:rPr>
          <w:t>1-банди</w:t>
        </w:r>
      </w:hyperlink>
      <w:r w:rsidRPr="007F4A52">
        <w:rPr>
          <w:rFonts w:ascii="Times New Roman" w:hAnsi="Times New Roman"/>
          <w:color w:val="000000"/>
          <w:sz w:val="28"/>
          <w:szCs w:val="28"/>
          <w:bdr w:val="none" w:sz="0" w:space="0" w:color="auto" w:frame="1"/>
          <w:lang w:eastAsia="ru-RU"/>
        </w:rPr>
        <w:t> (Ўзбекистон Республикаси ҚТ, 2006 й., 10-сон, 73-модда).</w:t>
      </w:r>
    </w:p>
    <w:p w:rsidR="004613CA" w:rsidRPr="007F4A52" w:rsidRDefault="004613CA" w:rsidP="00D2511E">
      <w:pPr>
        <w:pBdr>
          <w:top w:val="single" w:sz="6" w:space="1" w:color="auto"/>
        </w:pBdr>
        <w:spacing w:after="0" w:line="240" w:lineRule="auto"/>
        <w:jc w:val="center"/>
        <w:rPr>
          <w:rFonts w:ascii="Arial" w:hAnsi="Arial" w:cs="Arial"/>
          <w:vanish/>
          <w:sz w:val="28"/>
          <w:szCs w:val="28"/>
          <w:lang w:eastAsia="ru-RU"/>
        </w:rPr>
      </w:pPr>
      <w:r w:rsidRPr="007F4A52">
        <w:rPr>
          <w:rFonts w:ascii="Arial" w:hAnsi="Arial" w:cs="Arial"/>
          <w:vanish/>
          <w:sz w:val="28"/>
          <w:szCs w:val="28"/>
          <w:lang w:eastAsia="ru-RU"/>
        </w:rPr>
        <w:t>Конец формы</w:t>
      </w:r>
    </w:p>
    <w:p w:rsidR="004613CA" w:rsidRPr="007F4A52" w:rsidRDefault="004613CA">
      <w:pPr>
        <w:rPr>
          <w:sz w:val="28"/>
          <w:szCs w:val="28"/>
        </w:rPr>
      </w:pPr>
    </w:p>
    <w:sectPr w:rsidR="004613CA" w:rsidRPr="007F4A52" w:rsidSect="009A6887">
      <w:pgSz w:w="11906" w:h="16838"/>
      <w:pgMar w:top="1134" w:right="850" w:bottom="1134" w:left="1701" w:header="708" w:footer="708" w:gutter="0"/>
      <w:cols w:space="708"/>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3E02"/>
    <w:rsid w:val="00054841"/>
    <w:rsid w:val="000F3B32"/>
    <w:rsid w:val="00194376"/>
    <w:rsid w:val="00430070"/>
    <w:rsid w:val="004613CA"/>
    <w:rsid w:val="00477B36"/>
    <w:rsid w:val="007D49C8"/>
    <w:rsid w:val="007F4A52"/>
    <w:rsid w:val="00981E2E"/>
    <w:rsid w:val="009A6887"/>
    <w:rsid w:val="00CE5276"/>
    <w:rsid w:val="00D17796"/>
    <w:rsid w:val="00D2511E"/>
    <w:rsid w:val="00FE3E0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6887"/>
    <w:pPr>
      <w:spacing w:after="160" w:line="259"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18071357">
      <w:marLeft w:val="0"/>
      <w:marRight w:val="0"/>
      <w:marTop w:val="0"/>
      <w:marBottom w:val="0"/>
      <w:divBdr>
        <w:top w:val="none" w:sz="0" w:space="0" w:color="auto"/>
        <w:left w:val="none" w:sz="0" w:space="0" w:color="auto"/>
        <w:bottom w:val="none" w:sz="0" w:space="0" w:color="auto"/>
        <w:right w:val="none" w:sz="0" w:space="0" w:color="auto"/>
      </w:divBdr>
      <w:divsChild>
        <w:div w:id="318071366">
          <w:marLeft w:val="0"/>
          <w:marRight w:val="0"/>
          <w:marTop w:val="100"/>
          <w:marBottom w:val="100"/>
          <w:divBdr>
            <w:top w:val="none" w:sz="0" w:space="0" w:color="auto"/>
            <w:left w:val="none" w:sz="0" w:space="0" w:color="auto"/>
            <w:bottom w:val="none" w:sz="0" w:space="0" w:color="auto"/>
            <w:right w:val="none" w:sz="0" w:space="0" w:color="auto"/>
          </w:divBdr>
          <w:divsChild>
            <w:div w:id="318071364">
              <w:marLeft w:val="0"/>
              <w:marRight w:val="0"/>
              <w:marTop w:val="0"/>
              <w:marBottom w:val="0"/>
              <w:divBdr>
                <w:top w:val="none" w:sz="0" w:space="0" w:color="auto"/>
                <w:left w:val="none" w:sz="0" w:space="0" w:color="auto"/>
                <w:bottom w:val="none" w:sz="0" w:space="0" w:color="auto"/>
                <w:right w:val="none" w:sz="0" w:space="0" w:color="auto"/>
              </w:divBdr>
              <w:divsChild>
                <w:div w:id="318071362">
                  <w:marLeft w:val="0"/>
                  <w:marRight w:val="0"/>
                  <w:marTop w:val="0"/>
                  <w:marBottom w:val="0"/>
                  <w:divBdr>
                    <w:top w:val="none" w:sz="0" w:space="0" w:color="auto"/>
                    <w:left w:val="none" w:sz="0" w:space="0" w:color="auto"/>
                    <w:bottom w:val="none" w:sz="0" w:space="0" w:color="auto"/>
                    <w:right w:val="none" w:sz="0" w:space="0" w:color="auto"/>
                  </w:divBdr>
                  <w:divsChild>
                    <w:div w:id="318071353">
                      <w:marLeft w:val="0"/>
                      <w:marRight w:val="0"/>
                      <w:marTop w:val="0"/>
                      <w:marBottom w:val="0"/>
                      <w:divBdr>
                        <w:top w:val="none" w:sz="0" w:space="0" w:color="auto"/>
                        <w:left w:val="none" w:sz="0" w:space="0" w:color="auto"/>
                        <w:bottom w:val="none" w:sz="0" w:space="0" w:color="auto"/>
                        <w:right w:val="none" w:sz="0" w:space="0" w:color="auto"/>
                      </w:divBdr>
                      <w:divsChild>
                        <w:div w:id="318071349">
                          <w:marLeft w:val="0"/>
                          <w:marRight w:val="0"/>
                          <w:marTop w:val="100"/>
                          <w:marBottom w:val="100"/>
                          <w:divBdr>
                            <w:top w:val="none" w:sz="0" w:space="0" w:color="auto"/>
                            <w:left w:val="none" w:sz="0" w:space="0" w:color="auto"/>
                            <w:bottom w:val="none" w:sz="0" w:space="0" w:color="auto"/>
                            <w:right w:val="none" w:sz="0" w:space="0" w:color="auto"/>
                          </w:divBdr>
                          <w:divsChild>
                            <w:div w:id="318071345">
                              <w:marLeft w:val="15375"/>
                              <w:marRight w:val="0"/>
                              <w:marTop w:val="200"/>
                              <w:marBottom w:val="240"/>
                              <w:divBdr>
                                <w:top w:val="none" w:sz="0" w:space="0" w:color="auto"/>
                                <w:left w:val="none" w:sz="0" w:space="0" w:color="auto"/>
                                <w:bottom w:val="none" w:sz="0" w:space="0" w:color="auto"/>
                                <w:right w:val="none" w:sz="0" w:space="0" w:color="auto"/>
                              </w:divBdr>
                            </w:div>
                            <w:div w:id="318071346">
                              <w:marLeft w:val="0"/>
                              <w:marRight w:val="16306"/>
                              <w:marTop w:val="0"/>
                              <w:marBottom w:val="0"/>
                              <w:divBdr>
                                <w:top w:val="none" w:sz="0" w:space="0" w:color="auto"/>
                                <w:left w:val="none" w:sz="0" w:space="0" w:color="auto"/>
                                <w:bottom w:val="none" w:sz="0" w:space="0" w:color="auto"/>
                                <w:right w:val="none" w:sz="0" w:space="0" w:color="auto"/>
                              </w:divBdr>
                            </w:div>
                            <w:div w:id="318071347">
                              <w:marLeft w:val="0"/>
                              <w:marRight w:val="16306"/>
                              <w:marTop w:val="0"/>
                              <w:marBottom w:val="0"/>
                              <w:divBdr>
                                <w:top w:val="none" w:sz="0" w:space="0" w:color="auto"/>
                                <w:left w:val="none" w:sz="0" w:space="0" w:color="auto"/>
                                <w:bottom w:val="none" w:sz="0" w:space="0" w:color="auto"/>
                                <w:right w:val="none" w:sz="0" w:space="0" w:color="auto"/>
                              </w:divBdr>
                            </w:div>
                            <w:div w:id="318071348">
                              <w:marLeft w:val="0"/>
                              <w:marRight w:val="0"/>
                              <w:marTop w:val="0"/>
                              <w:marBottom w:val="240"/>
                              <w:divBdr>
                                <w:top w:val="none" w:sz="0" w:space="0" w:color="auto"/>
                                <w:left w:val="none" w:sz="0" w:space="0" w:color="auto"/>
                                <w:bottom w:val="none" w:sz="0" w:space="0" w:color="auto"/>
                                <w:right w:val="none" w:sz="0" w:space="0" w:color="auto"/>
                              </w:divBdr>
                            </w:div>
                            <w:div w:id="318071350">
                              <w:marLeft w:val="15375"/>
                              <w:marRight w:val="0"/>
                              <w:marTop w:val="200"/>
                              <w:marBottom w:val="240"/>
                              <w:divBdr>
                                <w:top w:val="none" w:sz="0" w:space="0" w:color="auto"/>
                                <w:left w:val="none" w:sz="0" w:space="0" w:color="auto"/>
                                <w:bottom w:val="none" w:sz="0" w:space="0" w:color="auto"/>
                                <w:right w:val="none" w:sz="0" w:space="0" w:color="auto"/>
                              </w:divBdr>
                            </w:div>
                            <w:div w:id="318071351">
                              <w:marLeft w:val="15375"/>
                              <w:marRight w:val="0"/>
                              <w:marTop w:val="200"/>
                              <w:marBottom w:val="240"/>
                              <w:divBdr>
                                <w:top w:val="none" w:sz="0" w:space="0" w:color="auto"/>
                                <w:left w:val="none" w:sz="0" w:space="0" w:color="auto"/>
                                <w:bottom w:val="none" w:sz="0" w:space="0" w:color="auto"/>
                                <w:right w:val="none" w:sz="0" w:space="0" w:color="auto"/>
                              </w:divBdr>
                            </w:div>
                            <w:div w:id="318071352">
                              <w:marLeft w:val="0"/>
                              <w:marRight w:val="0"/>
                              <w:marTop w:val="0"/>
                              <w:marBottom w:val="120"/>
                              <w:divBdr>
                                <w:top w:val="none" w:sz="0" w:space="0" w:color="auto"/>
                                <w:left w:val="none" w:sz="0" w:space="0" w:color="auto"/>
                                <w:bottom w:val="none" w:sz="0" w:space="0" w:color="auto"/>
                                <w:right w:val="none" w:sz="0" w:space="0" w:color="auto"/>
                              </w:divBdr>
                            </w:div>
                            <w:div w:id="318071354">
                              <w:marLeft w:val="0"/>
                              <w:marRight w:val="0"/>
                              <w:marTop w:val="60"/>
                              <w:marBottom w:val="60"/>
                              <w:divBdr>
                                <w:top w:val="none" w:sz="0" w:space="0" w:color="auto"/>
                                <w:left w:val="none" w:sz="0" w:space="0" w:color="auto"/>
                                <w:bottom w:val="none" w:sz="0" w:space="0" w:color="auto"/>
                                <w:right w:val="none" w:sz="0" w:space="0" w:color="auto"/>
                              </w:divBdr>
                            </w:div>
                            <w:div w:id="318071355">
                              <w:marLeft w:val="0"/>
                              <w:marRight w:val="0"/>
                              <w:marTop w:val="240"/>
                              <w:marBottom w:val="120"/>
                              <w:divBdr>
                                <w:top w:val="none" w:sz="0" w:space="0" w:color="auto"/>
                                <w:left w:val="none" w:sz="0" w:space="0" w:color="auto"/>
                                <w:bottom w:val="none" w:sz="0" w:space="0" w:color="auto"/>
                                <w:right w:val="none" w:sz="0" w:space="0" w:color="auto"/>
                              </w:divBdr>
                            </w:div>
                            <w:div w:id="318071356">
                              <w:marLeft w:val="0"/>
                              <w:marRight w:val="0"/>
                              <w:marTop w:val="120"/>
                              <w:marBottom w:val="120"/>
                              <w:divBdr>
                                <w:top w:val="none" w:sz="0" w:space="0" w:color="auto"/>
                                <w:left w:val="none" w:sz="0" w:space="0" w:color="auto"/>
                                <w:bottom w:val="none" w:sz="0" w:space="0" w:color="auto"/>
                                <w:right w:val="none" w:sz="0" w:space="0" w:color="auto"/>
                              </w:divBdr>
                            </w:div>
                            <w:div w:id="318071358">
                              <w:marLeft w:val="15375"/>
                              <w:marRight w:val="0"/>
                              <w:marTop w:val="200"/>
                              <w:marBottom w:val="240"/>
                              <w:divBdr>
                                <w:top w:val="none" w:sz="0" w:space="0" w:color="auto"/>
                                <w:left w:val="none" w:sz="0" w:space="0" w:color="auto"/>
                                <w:bottom w:val="none" w:sz="0" w:space="0" w:color="auto"/>
                                <w:right w:val="none" w:sz="0" w:space="0" w:color="auto"/>
                              </w:divBdr>
                            </w:div>
                            <w:div w:id="318071359">
                              <w:marLeft w:val="0"/>
                              <w:marRight w:val="16306"/>
                              <w:marTop w:val="0"/>
                              <w:marBottom w:val="0"/>
                              <w:divBdr>
                                <w:top w:val="none" w:sz="0" w:space="0" w:color="auto"/>
                                <w:left w:val="none" w:sz="0" w:space="0" w:color="auto"/>
                                <w:bottom w:val="none" w:sz="0" w:space="0" w:color="auto"/>
                                <w:right w:val="none" w:sz="0" w:space="0" w:color="auto"/>
                              </w:divBdr>
                            </w:div>
                            <w:div w:id="318071360">
                              <w:marLeft w:val="0"/>
                              <w:marRight w:val="0"/>
                              <w:marTop w:val="0"/>
                              <w:marBottom w:val="120"/>
                              <w:divBdr>
                                <w:top w:val="none" w:sz="0" w:space="0" w:color="auto"/>
                                <w:left w:val="none" w:sz="0" w:space="0" w:color="auto"/>
                                <w:bottom w:val="none" w:sz="0" w:space="0" w:color="auto"/>
                                <w:right w:val="none" w:sz="0" w:space="0" w:color="auto"/>
                              </w:divBdr>
                            </w:div>
                            <w:div w:id="318071361">
                              <w:marLeft w:val="0"/>
                              <w:marRight w:val="0"/>
                              <w:marTop w:val="0"/>
                              <w:marBottom w:val="120"/>
                              <w:divBdr>
                                <w:top w:val="none" w:sz="0" w:space="0" w:color="auto"/>
                                <w:left w:val="none" w:sz="0" w:space="0" w:color="auto"/>
                                <w:bottom w:val="none" w:sz="0" w:space="0" w:color="auto"/>
                                <w:right w:val="none" w:sz="0" w:space="0" w:color="auto"/>
                              </w:divBdr>
                            </w:div>
                            <w:div w:id="318071363">
                              <w:marLeft w:val="15375"/>
                              <w:marRight w:val="0"/>
                              <w:marTop w:val="200"/>
                              <w:marBottom w:val="240"/>
                              <w:divBdr>
                                <w:top w:val="none" w:sz="0" w:space="0" w:color="auto"/>
                                <w:left w:val="none" w:sz="0" w:space="0" w:color="auto"/>
                                <w:bottom w:val="none" w:sz="0" w:space="0" w:color="auto"/>
                                <w:right w:val="none" w:sz="0" w:space="0" w:color="auto"/>
                              </w:divBdr>
                            </w:div>
                            <w:div w:id="318071365">
                              <w:marLeft w:val="0"/>
                              <w:marRight w:val="0"/>
                              <w:marTop w:val="0"/>
                              <w:marBottom w:val="120"/>
                              <w:divBdr>
                                <w:top w:val="none" w:sz="0" w:space="0" w:color="auto"/>
                                <w:left w:val="none" w:sz="0" w:space="0" w:color="auto"/>
                                <w:bottom w:val="none" w:sz="0" w:space="0" w:color="auto"/>
                                <w:right w:val="none" w:sz="0" w:space="0" w:color="auto"/>
                              </w:divBdr>
                            </w:div>
                            <w:div w:id="318071367">
                              <w:marLeft w:val="15375"/>
                              <w:marRight w:val="0"/>
                              <w:marTop w:val="200"/>
                              <w:marBottom w:val="240"/>
                              <w:divBdr>
                                <w:top w:val="none" w:sz="0" w:space="0" w:color="auto"/>
                                <w:left w:val="none" w:sz="0" w:space="0" w:color="auto"/>
                                <w:bottom w:val="none" w:sz="0" w:space="0" w:color="auto"/>
                                <w:right w:val="none" w:sz="0" w:space="0" w:color="auto"/>
                              </w:divBdr>
                            </w:div>
                            <w:div w:id="318071368">
                              <w:marLeft w:val="0"/>
                              <w:marRight w:val="0"/>
                              <w:marTop w:val="0"/>
                              <w:marBottom w:val="120"/>
                              <w:divBdr>
                                <w:top w:val="none" w:sz="0" w:space="0" w:color="auto"/>
                                <w:left w:val="none" w:sz="0" w:space="0" w:color="auto"/>
                                <w:bottom w:val="none" w:sz="0" w:space="0" w:color="auto"/>
                                <w:right w:val="none" w:sz="0" w:space="0" w:color="auto"/>
                              </w:divBdr>
                            </w:div>
                            <w:div w:id="318071369">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lex.uz/pages/GetAct.aspx?lact_id=1399382" TargetMode="External"/><Relationship Id="rId13" Type="http://schemas.openxmlformats.org/officeDocument/2006/relationships/hyperlink" Target="http://lex.uz/pages/GetAct.aspx?lact_id=1399382" TargetMode="External"/><Relationship Id="rId18" Type="http://schemas.openxmlformats.org/officeDocument/2006/relationships/hyperlink" Target="http://lex.uz/pages/GetAct.aspx?lact_id=2578041&amp;ONDATE=07.01.2009%2000" TargetMode="External"/><Relationship Id="rId3" Type="http://schemas.openxmlformats.org/officeDocument/2006/relationships/webSettings" Target="webSettings.xml"/><Relationship Id="rId21" Type="http://schemas.openxmlformats.org/officeDocument/2006/relationships/hyperlink" Target="http://lex.uz/pages/GetAct.aspx?lact_id=619900" TargetMode="External"/><Relationship Id="rId7" Type="http://schemas.openxmlformats.org/officeDocument/2006/relationships/hyperlink" Target="http://lex.uz/pages/GetAct.aspx?lact_id=1399382" TargetMode="External"/><Relationship Id="rId12" Type="http://schemas.openxmlformats.org/officeDocument/2006/relationships/hyperlink" Target="http://lex.uz/pages/GetAct.aspx?lact_id=1399382" TargetMode="External"/><Relationship Id="rId17" Type="http://schemas.openxmlformats.org/officeDocument/2006/relationships/hyperlink" Target="http://lex.uz/pages/GetAct.aspx?lact_id=1399382" TargetMode="External"/><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lex.uz/pages/GetAct.aspx?lact_id=1399382" TargetMode="External"/><Relationship Id="rId20" Type="http://schemas.openxmlformats.org/officeDocument/2006/relationships/hyperlink" Target="http://lex.uz/pages/GetAct.aspx?lact_id=1399382" TargetMode="External"/><Relationship Id="rId1" Type="http://schemas.openxmlformats.org/officeDocument/2006/relationships/styles" Target="styles.xml"/><Relationship Id="rId6" Type="http://schemas.openxmlformats.org/officeDocument/2006/relationships/hyperlink" Target="http://lex.uz/pages/GetAct.aspx?lact_id=1399382" TargetMode="External"/><Relationship Id="rId11" Type="http://schemas.openxmlformats.org/officeDocument/2006/relationships/hyperlink" Target="http://lex.uz/pages/GetAct.aspx?lact_id=1399382" TargetMode="External"/><Relationship Id="rId24" Type="http://schemas.openxmlformats.org/officeDocument/2006/relationships/fontTable" Target="fontTable.xml"/><Relationship Id="rId5" Type="http://schemas.openxmlformats.org/officeDocument/2006/relationships/hyperlink" Target="http://lex.uz/pages/GetAct.aspx?lact_id=189598" TargetMode="External"/><Relationship Id="rId15" Type="http://schemas.openxmlformats.org/officeDocument/2006/relationships/hyperlink" Target="http://lex.uz/pages/GetAct.aspx?lact_id=1399382" TargetMode="External"/><Relationship Id="rId23" Type="http://schemas.openxmlformats.org/officeDocument/2006/relationships/hyperlink" Target="http://lex.uz/pages/GetAct.aspx?lact_id=1064907&amp;ONDATE=02.10.2006%2000" TargetMode="External"/><Relationship Id="rId10" Type="http://schemas.openxmlformats.org/officeDocument/2006/relationships/hyperlink" Target="http://lex.uz/pages/GetAct.aspx?lact_id=1399382" TargetMode="External"/><Relationship Id="rId19" Type="http://schemas.openxmlformats.org/officeDocument/2006/relationships/hyperlink" Target="http://lex.uz/pages/GetAct.aspx?lact_id=1399382" TargetMode="External"/><Relationship Id="rId4" Type="http://schemas.openxmlformats.org/officeDocument/2006/relationships/hyperlink" Target="http://lex.uz/pages/GetAct.aspx?lact_id=1323062" TargetMode="External"/><Relationship Id="rId9" Type="http://schemas.openxmlformats.org/officeDocument/2006/relationships/hyperlink" Target="http://lex.uz/pages/GetAct.aspx?lact_id=1399382" TargetMode="External"/><Relationship Id="rId14" Type="http://schemas.openxmlformats.org/officeDocument/2006/relationships/hyperlink" Target="http://lex.uz/pages/GetAct.aspx?lact_id=1399382" TargetMode="External"/><Relationship Id="rId22" Type="http://schemas.openxmlformats.org/officeDocument/2006/relationships/hyperlink" Target="http://lex.uz/pages/GetAct.aspx?lact_id=636461&amp;ONDATE=06.07.2005%200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12</TotalTime>
  <Pages>17</Pages>
  <Words>6166</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Akbar</dc:creator>
  <cp:keywords/>
  <dc:description/>
  <cp:lastModifiedBy>User</cp:lastModifiedBy>
  <cp:revision>5</cp:revision>
  <dcterms:created xsi:type="dcterms:W3CDTF">2015-09-12T04:42:00Z</dcterms:created>
  <dcterms:modified xsi:type="dcterms:W3CDTF">2015-09-13T14:27:00Z</dcterms:modified>
</cp:coreProperties>
</file>